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B3F08" w:rsidRPr="00990230" w:rsidRDefault="005B3F08" w:rsidP="00DB304B">
      <w:pPr>
        <w:keepNext/>
        <w:keepLines/>
        <w:spacing w:before="100" w:beforeAutospacing="1" w:after="100" w:afterAutospacing="1"/>
        <w:jc w:val="lowKashida"/>
        <w:rPr>
          <w:rFonts w:ascii="Arial Unicode MS" w:eastAsia="Arial Unicode MS" w:hAnsi="Arial Unicode MS" w:cs="Arial Unicode MS"/>
          <w:b/>
          <w:bCs/>
          <w:sz w:val="16"/>
          <w:szCs w:val="16"/>
          <w:rtl/>
          <w:lang w:bidi="ar-EG"/>
        </w:rPr>
      </w:pPr>
      <w:r w:rsidRPr="00990230">
        <w:rPr>
          <w:rFonts w:ascii="Arial Unicode MS" w:eastAsia="Arial Unicode MS" w:hAnsi="Arial Unicode MS" w:cs="Arial Unicode MS"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F91B126" wp14:editId="7345E049">
                <wp:simplePos x="0" y="0"/>
                <wp:positionH relativeFrom="column">
                  <wp:posOffset>53175</wp:posOffset>
                </wp:positionH>
                <wp:positionV relativeFrom="margin">
                  <wp:posOffset>85560</wp:posOffset>
                </wp:positionV>
                <wp:extent cx="1570355" cy="1173480"/>
                <wp:effectExtent l="0" t="0" r="10795" b="26670"/>
                <wp:wrapNone/>
                <wp:docPr id="437" name="Oval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0355" cy="11734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82952" w:rsidRDefault="00082952" w:rsidP="005B3F08">
                            <w:pPr>
                              <w:jc w:val="center"/>
                              <w:rPr>
                                <w:rFonts w:cs="Malik Lt BT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  <w:p w:rsidR="00082952" w:rsidRPr="009B2239" w:rsidRDefault="00082952" w:rsidP="005B3F08">
                            <w:pPr>
                              <w:spacing w:after="120"/>
                              <w:jc w:val="center"/>
                              <w:rPr>
                                <w:rFonts w:ascii="Calibri" w:hAnsi="Calibri" w:cs="Malik Lt BT"/>
                                <w:b/>
                                <w:bCs/>
                                <w:color w:val="D9D5BD"/>
                              </w:rPr>
                            </w:pPr>
                            <w:r w:rsidRPr="009B2239">
                              <w:rPr>
                                <w:rFonts w:ascii="Calibri" w:hAnsi="Calibri"/>
                              </w:rPr>
                              <w:t>Questionnaire Number</w:t>
                            </w:r>
                            <w:r w:rsidRPr="009B2239">
                              <w:rPr>
                                <w:rFonts w:ascii="Calibri" w:hAnsi="Calibri" w:cs="Malik Lt BT"/>
                                <w:b/>
                                <w:bCs/>
                                <w:color w:val="D9D5BD"/>
                                <w:rtl/>
                              </w:rPr>
                              <w:t xml:space="preserve"> _</w:t>
                            </w:r>
                            <w:r w:rsidRPr="009B2239">
                              <w:rPr>
                                <w:rFonts w:ascii="Calibri" w:hAnsi="Calibri" w:cs="Malik Lt BT"/>
                                <w:b/>
                                <w:bCs/>
                                <w:color w:val="D9D5BD"/>
                              </w:rPr>
                              <w:t>_____________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37" o:spid="_x0000_s1026" style="position:absolute;left:0;text-align:left;margin-left:4.2pt;margin-top:6.75pt;width:123.65pt;height:9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">
                <v:textbox inset="0,0,0,0">
                  <w:txbxContent>
                    <w:p w:rsidR="00082952" w:rsidRDefault="00082952" w:rsidP="005B3F08">
                      <w:pPr>
                        <w:jc w:val="center"/>
                        <w:rPr>
                          <w:rFonts w:cs="Malik Lt BT"/>
                          <w:b/>
                          <w:bCs/>
                          <w:sz w:val="20"/>
                          <w:szCs w:val="20"/>
                          <w:rtl/>
                          <w:lang w:bidi="ar-EG"/>
                        </w:rPr>
                      </w:pPr>
                    </w:p>
                    <w:p w:rsidR="00082952" w:rsidRPr="009B2239" w:rsidRDefault="00082952" w:rsidP="005B3F08">
                      <w:pPr>
                        <w:spacing w:after="120"/>
                        <w:jc w:val="center"/>
                        <w:rPr>
                          <w:rFonts w:ascii="Calibri" w:hAnsi="Calibri" w:cs="Malik Lt BT"/>
                          <w:b/>
                          <w:bCs/>
                          <w:color w:val="D9D5BD"/>
                        </w:rPr>
                      </w:pPr>
                      <w:r w:rsidRPr="009B2239">
                        <w:rPr>
                          <w:rFonts w:ascii="Calibri" w:hAnsi="Calibri"/>
                        </w:rPr>
                        <w:t>Questionnaire Number</w:t>
                      </w:r>
                      <w:r w:rsidRPr="009B2239">
                        <w:rPr>
                          <w:rFonts w:ascii="Calibri" w:hAnsi="Calibri" w:cs="Malik Lt BT"/>
                          <w:b/>
                          <w:bCs/>
                          <w:color w:val="D9D5BD"/>
                          <w:rtl/>
                        </w:rPr>
                        <w:t xml:space="preserve"> _</w:t>
                      </w:r>
                      <w:r w:rsidRPr="009B2239">
                        <w:rPr>
                          <w:rFonts w:ascii="Calibri" w:hAnsi="Calibri" w:cs="Malik Lt BT"/>
                          <w:b/>
                          <w:bCs/>
                          <w:color w:val="D9D5BD"/>
                        </w:rPr>
                        <w:t>_____________</w:t>
                      </w:r>
                    </w:p>
                  </w:txbxContent>
                </v:textbox>
                <w10:wrap anchory="margin"/>
              </v:oval>
            </w:pict>
          </mc:Fallback>
        </mc:AlternateContent>
      </w:r>
      <w:r w:rsidRPr="00990230">
        <w:rPr>
          <w:rFonts w:ascii="Arial" w:hAnsi="Arial" w:cs="Arial"/>
          <w:b/>
          <w:bCs/>
          <w:noProof/>
          <w:color w:val="00000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5ABA366C" wp14:editId="34C6A846">
                <wp:simplePos x="0" y="0"/>
                <wp:positionH relativeFrom="column">
                  <wp:posOffset>2425700</wp:posOffset>
                </wp:positionH>
                <wp:positionV relativeFrom="paragraph">
                  <wp:posOffset>50800</wp:posOffset>
                </wp:positionV>
                <wp:extent cx="5410200" cy="680720"/>
                <wp:effectExtent l="0" t="0" r="3175" b="1905"/>
                <wp:wrapNone/>
                <wp:docPr id="430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0200" cy="680720"/>
                          <a:chOff x="900" y="1121"/>
                          <a:chExt cx="8520" cy="1072"/>
                        </a:xfrm>
                      </wpg:grpSpPr>
                      <pic:pic xmlns:pic="http://schemas.openxmlformats.org/drawingml/2006/picture">
                        <pic:nvPicPr>
                          <pic:cNvPr id="431" name="Picture 11" descr="Description: ICARDA_New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0" y="1144"/>
                            <a:ext cx="702" cy="10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2" name="Picture 13" descr="Description: Arab fund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40" y="1188"/>
                            <a:ext cx="780" cy="9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3" name="Picture 2" descr="Description: cid:image002.jpg@01CA6B6B.879D8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23" y="1303"/>
                            <a:ext cx="1162" cy="7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07" y="1170"/>
                            <a:ext cx="1004" cy="9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5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2" y="1222"/>
                            <a:ext cx="960" cy="8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36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14" y="1121"/>
                            <a:ext cx="1304" cy="107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0" o:spid="_x0000_s1026" style="position:absolute;margin-left:191pt;margin-top:4pt;width:426pt;height:53.6pt;z-index:251662848" coordorigin="900,1121" coordsize="8520,107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">
                <v:shape id="Picture 11" o:spid="_x0000_s1027" type="#_x0000_t75" alt="Description: ICARDA_New_LOGO" style="position:absolute;left:900;top:1144;width:702;height:10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TEnjGAAAA3AAAAA8AAABkcnMvZG93bnJldi54bWxEj91qwkAUhO8LfYflFHpXN9YaNbpKKVZF&#10;vPDvAQ7Z0yQ0ezZk1xh9elcQvBxm5htmMmtNKRqqXWFZQbcTgSBOrS44U3A8/H4MQTiPrLG0TAou&#10;5GA2fX2ZYKLtmXfU7H0mAoRdggpy76tESpfmZNB1bEUcvD9bG/RB1pnUNZ4D3JTyM4piabDgsJBj&#10;RT85pf/7k1EgV9fLdr1dmPmmWY7mp37cGwxipd7f2u8xCE+tf4Yf7ZVW8NXrwv1MOAJyeg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BMSeMYAAADcAAAADwAAAAAAAAAAAAAA&#10;AACfAgAAZHJzL2Rvd25yZXYueG1sUEsFBgAAAAAEAAQA9wAAAJIDAAAAAA==&#10;">
                  <v:imagedata r:id="rId106" o:title=" ICARDA_New_LOGO"/>
                </v:shape>
                <v:shape id="Picture 13" o:spid="_x0000_s1028" type="#_x0000_t75" alt="Description: Arab fund logo" style="position:absolute;left:8640;top:1188;width:780;height:9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tWW/HAAAA3AAAAA8AAABkcnMvZG93bnJldi54bWxEj09Lw0AUxO9Cv8PyCl7Ebhr7z9htkUKl&#10;l0JM2vsj+0yC2bdpdttEP70rCB6HmfkNs94OphE36lxtWcF0EoEgLqyuuVRwyvePKxDOI2tsLJOC&#10;L3Kw3Yzu1pho2/M73TJfigBhl6CCyvs2kdIVFRl0E9sSB+/DdgZ9kF0pdYd9gJtGxlG0kAZrDgsV&#10;trSrqPjMrkZBfr4s0/6Yfvdpm+2f5/O3h0UeK3U/Hl5fQHga/H/4r33QCmZPMfyeCUdAbn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WtWW/HAAAA3AAAAA8AAAAAAAAAAAAA&#10;AAAAnwIAAGRycy9kb3ducmV2LnhtbFBLBQYAAAAABAAEAPcAAACTAwAAAAA=&#10;">
                  <v:imagedata r:id="rId107" o:title=" Arab fund logo"/>
                </v:shape>
                <v:shape id="Picture 2" o:spid="_x0000_s1029" type="#_x0000_t75" alt="Description: cid:image002.jpg@01CA6B6B.879D8300" style="position:absolute;left:2123;top:1303;width:1162;height:7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JeNHCAAAA3AAAAA8AAABkcnMvZG93bnJldi54bWxEj0+LwjAUxO+C3yE8YW+auhWRahQRXPfg&#10;xX94fTbPpti8lCZq99tvBMHjMDO/YWaL1lbiQY0vHSsYDhIQxLnTJRcKjod1fwLCB2SNlWNS8Ece&#10;FvNuZ4aZdk/e0WMfChEh7DNUYEKoMyl9bsiiH7iaOHpX11gMUTaF1A0+I9xW8jtJxtJiyXHBYE0r&#10;Q/ltf7cKynacL4tUr5y5/GwvNpzOm2So1FevXU5BBGrDJ/xu/2oFozSF15l4BOT8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yXjRwgAAANwAAAAPAAAAAAAAAAAAAAAAAJ8C&#10;AABkcnMvZG93bnJldi54bWxQSwUGAAAAAAQABAD3AAAAjgMAAAAA&#10;">
                  <v:imagedata r:id="rId108" o:title="image002.jpg@01CA6B6B"/>
                </v:shape>
                <v:shape id="Picture 3" o:spid="_x0000_s1030" type="#_x0000_t75" style="position:absolute;left:3807;top:1170;width:1004;height:9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2albCAAAA3AAAAA8AAABkcnMvZG93bnJldi54bWxEj0FrwkAUhO8F/8PyCt7qJlVDia4ihYJX&#10;k7T0+Nh9ZkOzb0N2q/Hfu4WCx2FmvmG2+8n14kJj6DwryBcZCGLtTcetgqb+eHkDESKywd4zKbhR&#10;gP1u9rTF0vgrn+hSxVYkCIcSFdgYh1LKoC05DAs/ECfv7EeHMcmxlWbEa4K7Xr5mWSEddpwWLA70&#10;bkn/VL9OAd3yPNbrqvrU+IXH777IbVMoNX+eDhsQkab4CP+3j0bBarmCvzPpCMjd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l9mpWwgAAANwAAAAPAAAAAAAAAAAAAAAAAJ8C&#10;AABkcnMvZG93bnJldi54bWxQSwUGAAAAAAQABAD3AAAAjgMAAAAA&#10;">
                  <v:imagedata r:id="rId109" o:title=""/>
                </v:shape>
                <v:shape id="Picture 18" o:spid="_x0000_s1031" type="#_x0000_t75" style="position:absolute;left:5332;top:1222;width:960;height:87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1e0DFAAAA3AAAAA8AAABkcnMvZG93bnJldi54bWxEj0trwzAQhO+F/Aexhd4a2WnzqBslhIRC&#10;ToE8e91aW9vEWrmSGjv/vioEchxm5htmOu9MLS7kfGVZQdpPQBDnVldcKDjsP54nIHxA1lhbJgVX&#10;8jCf9R6mmGnb8pYuu1CICGGfoYIyhCaT0uclGfR92xBH79s6gyFKV0jtsI1wU8tBkoykwYrjQokN&#10;LUvKz7tfoyD5eRt9fW6Oy3ZFJyxWqWsm6Vipp8du8Q4iUBfu4Vt7rRW8vgzh/0w8AnL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NXtAxQAAANwAAAAPAAAAAAAAAAAAAAAA&#10;AJ8CAABkcnMvZG93bnJldi54bWxQSwUGAAAAAAQABAD3AAAAkQMAAAAA&#10;">
                  <v:imagedata r:id="rId110" o:title=""/>
                </v:shape>
                <v:shape id="Picture 19" o:spid="_x0000_s1032" type="#_x0000_t75" style="position:absolute;left:6814;top:1121;width:1304;height:10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6e4LFAAAA3AAAAA8AAABkcnMvZG93bnJldi54bWxEj0FrAjEUhO+C/yG8Qm+a1RaRrdmlCAW1&#10;J20RvD02z83S5GW7ie62v74pCB6HmfmGWZWDs+JKXWg8K5hNMxDEldcN1wo+P94mSxAhImu0nknB&#10;DwUoi/Fohbn2Pe/peoi1SBAOOSowMba5lKEy5DBMfUucvLPvHMYku1rqDvsEd1bOs2whHTacFgy2&#10;tDZUfR0uToGc+d3v9v24X1ob9LnffVcng0o9PgyvLyAiDfEevrU3WsHz0wL+z6QjIIs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unuCxQAAANwAAAAPAAAAAAAAAAAAAAAA&#10;AJ8CAABkcnMvZG93bnJldi54bWxQSwUGAAAAAAQABAD3AAAAkQMAAAAA&#10;">
                  <v:imagedata r:id="rId111" o:title=""/>
                </v:shape>
              </v:group>
            </w:pict>
          </mc:Fallback>
        </mc:AlternateContent>
      </w:r>
    </w:p>
    <w:p w:rsidR="005B3F08" w:rsidRPr="00990230" w:rsidRDefault="005B3F08" w:rsidP="00DB304B">
      <w:pPr>
        <w:keepNext/>
        <w:keepLines/>
        <w:spacing w:before="100" w:beforeAutospacing="1" w:after="100" w:afterAutospacing="1"/>
        <w:jc w:val="lowKashida"/>
        <w:rPr>
          <w:rFonts w:ascii="Arial Unicode MS" w:eastAsia="Arial Unicode MS" w:hAnsi="Arial Unicode MS" w:cs="Arial Unicode MS"/>
          <w:b/>
          <w:bCs/>
          <w:sz w:val="16"/>
          <w:szCs w:val="16"/>
          <w:rtl/>
          <w:lang w:bidi="ar-EG"/>
        </w:rPr>
      </w:pPr>
    </w:p>
    <w:p w:rsidR="005B3F08" w:rsidRPr="00990230" w:rsidRDefault="005B3F08" w:rsidP="00DB304B">
      <w:pPr>
        <w:keepNext/>
        <w:keepLines/>
        <w:spacing w:before="100" w:beforeAutospacing="1" w:after="100" w:afterAutospacing="1"/>
        <w:jc w:val="lowKashida"/>
        <w:rPr>
          <w:rFonts w:ascii="Arial Unicode MS" w:eastAsia="Arial Unicode MS" w:hAnsi="Arial Unicode MS" w:cs="Arial Unicode MS"/>
          <w:b/>
          <w:bCs/>
          <w:sz w:val="2"/>
          <w:szCs w:val="2"/>
          <w:rtl/>
          <w:lang w:bidi="ar-EG"/>
        </w:rPr>
      </w:pPr>
    </w:p>
    <w:p w:rsidR="00094C91" w:rsidRDefault="005B3F08" w:rsidP="00DB304B">
      <w:pPr>
        <w:pStyle w:val="Header"/>
        <w:keepNext/>
        <w:keepLines/>
        <w:pBdr>
          <w:top w:val="thinThickSmallGap" w:sz="24" w:space="1" w:color="auto"/>
          <w:left w:val="thinThickSmallGap" w:sz="24" w:space="4" w:color="auto"/>
          <w:bottom w:val="thinThickSmallGap" w:sz="24" w:space="11" w:color="auto"/>
          <w:right w:val="thinThickSmallGap" w:sz="24" w:space="4" w:color="auto"/>
        </w:pBdr>
        <w:ind w:left="3119" w:right="3119"/>
        <w:jc w:val="center"/>
        <w:rPr>
          <w:rFonts w:ascii="Calibri" w:eastAsia="Arial Unicode MS" w:hAnsi="Calibri" w:cs="Arial Unicode MS"/>
          <w:b/>
          <w:bCs/>
          <w:sz w:val="28"/>
          <w:szCs w:val="28"/>
        </w:rPr>
      </w:pP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 xml:space="preserve">Water Benchmark Project (WBM) </w:t>
      </w:r>
      <w:r w:rsidRPr="00990230">
        <w:rPr>
          <w:rFonts w:ascii="Calibri" w:eastAsia="Arial Unicode MS" w:hAnsi="Calibri" w:cs="Arial Unicode MS"/>
          <w:b/>
          <w:bCs/>
          <w:sz w:val="28"/>
          <w:szCs w:val="28"/>
        </w:rPr>
        <w:t xml:space="preserve">&amp; </w:t>
      </w:r>
    </w:p>
    <w:p w:rsidR="005B3F08" w:rsidRPr="00990230" w:rsidRDefault="005B3F08" w:rsidP="00DB304B">
      <w:pPr>
        <w:pStyle w:val="Header"/>
        <w:keepNext/>
        <w:keepLines/>
        <w:pBdr>
          <w:top w:val="thinThickSmallGap" w:sz="24" w:space="1" w:color="auto"/>
          <w:left w:val="thinThickSmallGap" w:sz="24" w:space="4" w:color="auto"/>
          <w:bottom w:val="thinThickSmallGap" w:sz="24" w:space="11" w:color="auto"/>
          <w:right w:val="thinThickSmallGap" w:sz="24" w:space="4" w:color="auto"/>
        </w:pBdr>
        <w:ind w:left="3119" w:right="3119"/>
        <w:jc w:val="center"/>
        <w:rPr>
          <w:rFonts w:ascii="Calibri" w:eastAsia="Arial Unicode MS" w:hAnsi="Calibri" w:cs="Arial Unicode MS"/>
          <w:b/>
          <w:bCs/>
          <w:sz w:val="28"/>
          <w:szCs w:val="28"/>
        </w:rPr>
      </w:pPr>
      <w:bookmarkStart w:id="0" w:name="_GoBack"/>
      <w:bookmarkEnd w:id="0"/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>Water and Livelihood Initiative (WLI) in Egypt</w:t>
      </w:r>
    </w:p>
    <w:p w:rsidR="005B3F08" w:rsidRPr="00990230" w:rsidRDefault="005B3F08" w:rsidP="00DB304B">
      <w:pPr>
        <w:pStyle w:val="Header"/>
        <w:keepNext/>
        <w:keepLines/>
        <w:pBdr>
          <w:top w:val="thinThickSmallGap" w:sz="24" w:space="1" w:color="auto"/>
          <w:left w:val="thinThickSmallGap" w:sz="24" w:space="4" w:color="auto"/>
          <w:bottom w:val="thinThickSmallGap" w:sz="24" w:space="11" w:color="auto"/>
          <w:right w:val="thinThickSmallGap" w:sz="24" w:space="4" w:color="auto"/>
        </w:pBdr>
        <w:ind w:left="3119" w:right="3119"/>
        <w:jc w:val="center"/>
        <w:rPr>
          <w:rFonts w:ascii="Calibri" w:hAnsi="Calibri" w:cs="Arial"/>
          <w:b/>
          <w:bCs/>
          <w:color w:val="000000"/>
          <w:sz w:val="28"/>
          <w:szCs w:val="28"/>
          <w:rtl/>
        </w:rPr>
      </w:pP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>Farm Household and Socio-economic Survey Questionnaire</w:t>
      </w:r>
    </w:p>
    <w:p w:rsidR="005B3F08" w:rsidRPr="00990230" w:rsidRDefault="005B3F08" w:rsidP="00DB304B">
      <w:pPr>
        <w:pStyle w:val="Header"/>
        <w:keepNext/>
        <w:keepLines/>
        <w:pBdr>
          <w:top w:val="thinThickSmallGap" w:sz="24" w:space="1" w:color="auto"/>
          <w:left w:val="thinThickSmallGap" w:sz="24" w:space="4" w:color="auto"/>
          <w:bottom w:val="thinThickSmallGap" w:sz="24" w:space="11" w:color="auto"/>
          <w:right w:val="thinThickSmallGap" w:sz="24" w:space="4" w:color="auto"/>
        </w:pBdr>
        <w:ind w:left="3119" w:right="3119"/>
        <w:jc w:val="center"/>
        <w:rPr>
          <w:rFonts w:ascii="Calibri" w:hAnsi="Calibri" w:cs="Arial"/>
          <w:b/>
          <w:bCs/>
          <w:color w:val="000000"/>
          <w:sz w:val="28"/>
          <w:szCs w:val="28"/>
          <w:rtl/>
        </w:rPr>
      </w:pP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 xml:space="preserve">(Summer 2011 and </w:t>
      </w:r>
      <w:proofErr w:type="gramStart"/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>Winter</w:t>
      </w:r>
      <w:proofErr w:type="gramEnd"/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 xml:space="preserve"> 2010/2011 and </w:t>
      </w:r>
      <w:r w:rsidR="00632C98">
        <w:rPr>
          <w:rFonts w:ascii="Calibri" w:hAnsi="Calibri" w:cs="Arial"/>
          <w:b/>
          <w:bCs/>
          <w:color w:val="000000"/>
          <w:sz w:val="28"/>
          <w:szCs w:val="28"/>
        </w:rPr>
        <w:t>Fruit Trees</w:t>
      </w: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>)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Name of Interviewer/Enumerator:</w:t>
      </w:r>
      <w:r w:rsidR="00105BD7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</w:rPr>
        <w:t>_</w:t>
      </w:r>
      <w:r w:rsidRPr="00990230">
        <w:rPr>
          <w:rFonts w:ascii="Calibri" w:hAnsi="Calibri"/>
          <w:b/>
          <w:bCs/>
        </w:rPr>
        <w:t>Date:</w:t>
      </w:r>
      <w:r w:rsidRPr="00990230">
        <w:rPr>
          <w:rFonts w:ascii="Calibri" w:hAnsi="Calibri"/>
          <w:b/>
          <w:bCs/>
        </w:rPr>
        <w:tab/>
      </w:r>
      <w:r w:rsidRPr="00990230">
        <w:rPr>
          <w:rFonts w:ascii="Calibri" w:hAnsi="Calibri"/>
        </w:rPr>
        <w:tab/>
        <w:t>/</w:t>
      </w:r>
      <w:r w:rsidRPr="00990230">
        <w:rPr>
          <w:rFonts w:ascii="Calibri" w:hAnsi="Calibri"/>
        </w:rPr>
        <w:tab/>
        <w:t>/2011.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Name of Field Supervisor: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</w:rPr>
        <w:t>_</w:t>
      </w:r>
      <w:r w:rsidRPr="00990230">
        <w:rPr>
          <w:rFonts w:ascii="Calibri" w:hAnsi="Calibri"/>
          <w:b/>
          <w:bCs/>
        </w:rPr>
        <w:t>Date:</w:t>
      </w:r>
      <w:r w:rsidRPr="00990230">
        <w:rPr>
          <w:rFonts w:ascii="Calibri" w:hAnsi="Calibri"/>
          <w:b/>
          <w:bCs/>
        </w:rPr>
        <w:tab/>
      </w:r>
      <w:r w:rsidRPr="00990230">
        <w:rPr>
          <w:rFonts w:ascii="Calibri" w:hAnsi="Calibri"/>
        </w:rPr>
        <w:tab/>
        <w:t>/</w:t>
      </w:r>
      <w:r w:rsidRPr="00990230">
        <w:rPr>
          <w:rFonts w:ascii="Calibri" w:hAnsi="Calibri"/>
        </w:rPr>
        <w:tab/>
        <w:t>/2011.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Name of Data Entry Clerk: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</w:rPr>
        <w:t>_</w:t>
      </w:r>
      <w:r w:rsidRPr="00990230">
        <w:rPr>
          <w:rFonts w:ascii="Calibri" w:hAnsi="Calibri"/>
          <w:b/>
          <w:bCs/>
        </w:rPr>
        <w:t>Date:</w:t>
      </w:r>
      <w:r w:rsidRPr="00990230">
        <w:rPr>
          <w:rFonts w:ascii="Calibri" w:hAnsi="Calibri"/>
          <w:b/>
          <w:bCs/>
        </w:rPr>
        <w:tab/>
      </w:r>
      <w:r w:rsidRPr="00990230">
        <w:rPr>
          <w:rFonts w:ascii="Calibri" w:hAnsi="Calibri"/>
        </w:rPr>
        <w:tab/>
        <w:t>/</w:t>
      </w:r>
      <w:r w:rsidRPr="00990230">
        <w:rPr>
          <w:rFonts w:ascii="Calibri" w:hAnsi="Calibri"/>
        </w:rPr>
        <w:tab/>
        <w:t>/2011.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Name of Supervisor (Data Entry):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</w:rPr>
        <w:t>_</w:t>
      </w:r>
      <w:r w:rsidRPr="00990230">
        <w:rPr>
          <w:rFonts w:ascii="Calibri" w:hAnsi="Calibri"/>
          <w:b/>
          <w:bCs/>
        </w:rPr>
        <w:t>Date:</w:t>
      </w:r>
      <w:r w:rsidRPr="00990230">
        <w:rPr>
          <w:rFonts w:ascii="Calibri" w:hAnsi="Calibri"/>
          <w:b/>
          <w:bCs/>
        </w:rPr>
        <w:tab/>
      </w:r>
      <w:r w:rsidRPr="00990230">
        <w:rPr>
          <w:rFonts w:ascii="Calibri" w:hAnsi="Calibri"/>
        </w:rPr>
        <w:tab/>
        <w:t>/</w:t>
      </w:r>
      <w:r w:rsidRPr="00990230">
        <w:rPr>
          <w:rFonts w:ascii="Calibri" w:hAnsi="Calibri"/>
        </w:rPr>
        <w:tab/>
        <w:t>/2011.</w:t>
      </w:r>
    </w:p>
    <w:p w:rsidR="005B3F08" w:rsidRPr="00990230" w:rsidRDefault="005B3F08" w:rsidP="00DB304B">
      <w:pPr>
        <w:pStyle w:val="Header"/>
        <w:keepNext/>
        <w:keepLines/>
        <w:rPr>
          <w:rFonts w:ascii="Calibri" w:hAnsi="Calibri" w:cs="Arial"/>
          <w:b/>
          <w:bCs/>
          <w:color w:val="000000"/>
          <w:sz w:val="32"/>
          <w:szCs w:val="32"/>
          <w:u w:val="single"/>
        </w:rPr>
      </w:pPr>
      <w:r w:rsidRPr="00990230">
        <w:rPr>
          <w:rFonts w:ascii="Calibri" w:hAnsi="Calibri" w:cs="Arial"/>
          <w:b/>
          <w:bCs/>
          <w:color w:val="000000"/>
          <w:sz w:val="32"/>
          <w:szCs w:val="32"/>
          <w:u w:val="single"/>
        </w:rPr>
        <w:t xml:space="preserve">Interview Background 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Date of interview (DD/MM/YY)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Name of Governorate: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____________________________________________________________________________________________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</w:rPr>
        <w:t>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Name of District: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____________________________________________________________________________________________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</w:rPr>
        <w:t>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Name of Village: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____________________________________________________________________________________________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</w:rPr>
        <w:t>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Name of Respondent (Head of Household):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___________________________________________________________________________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</w:rPr>
        <w:t>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Holding category of Respondent (Head of Household):</w:t>
      </w:r>
      <w:r w:rsidRPr="00990230">
        <w:rPr>
          <w:rFonts w:ascii="Calibri" w:hAnsi="Calibri"/>
          <w:b/>
          <w:bCs/>
        </w:rPr>
        <w:tab/>
      </w:r>
      <w:r w:rsidRPr="00990230">
        <w:rPr>
          <w:rFonts w:ascii="Calibri" w:eastAsia="Arial Unicode MS" w:hAnsi="Calibri" w:cs="Arial Unicode MS"/>
          <w:b/>
          <w:bCs/>
        </w:rPr>
        <w:sym w:font="Wingdings 2" w:char="F02A"/>
      </w:r>
      <w:r w:rsidRPr="00990230">
        <w:rPr>
          <w:rFonts w:ascii="Calibri" w:eastAsia="Arial Unicode MS" w:hAnsi="Calibri" w:cs="Arial Unicode MS"/>
          <w:b/>
          <w:bCs/>
        </w:rPr>
        <w:t xml:space="preserve"> </w:t>
      </w:r>
      <w:r w:rsidRPr="00990230">
        <w:rPr>
          <w:rFonts w:ascii="Calibri" w:hAnsi="Calibri"/>
        </w:rPr>
        <w:t>graduate</w:t>
      </w:r>
      <w:r w:rsidRPr="00990230">
        <w:rPr>
          <w:rFonts w:ascii="Calibri" w:hAnsi="Calibri"/>
        </w:rPr>
        <w:tab/>
      </w:r>
      <w:r w:rsidRPr="00990230">
        <w:rPr>
          <w:rFonts w:ascii="Calibri" w:hAnsi="Calibri"/>
        </w:rPr>
        <w:tab/>
      </w:r>
      <w:r w:rsidRPr="00990230">
        <w:rPr>
          <w:rFonts w:ascii="Calibri" w:eastAsia="Arial Unicode MS" w:hAnsi="Calibri" w:cs="Arial Unicode MS"/>
          <w:b/>
          <w:bCs/>
        </w:rPr>
        <w:sym w:font="Wingdings 2" w:char="F02A"/>
      </w:r>
      <w:r w:rsidRPr="00990230">
        <w:rPr>
          <w:rFonts w:ascii="Calibri" w:eastAsia="Arial Unicode MS" w:hAnsi="Calibri" w:cs="Arial Unicode MS"/>
          <w:b/>
          <w:bCs/>
        </w:rPr>
        <w:t xml:space="preserve"> </w:t>
      </w:r>
      <w:r w:rsidRPr="00990230">
        <w:rPr>
          <w:rFonts w:ascii="Calibri" w:hAnsi="Calibri"/>
        </w:rPr>
        <w:t>small farmer/beneficiary</w:t>
      </w:r>
      <w:r w:rsidRPr="00990230">
        <w:rPr>
          <w:rFonts w:ascii="Calibri" w:eastAsia="Arial Unicode MS" w:hAnsi="Calibri" w:cs="Arial Unicode MS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ab/>
      </w:r>
      <w:r w:rsidRPr="00990230">
        <w:rPr>
          <w:rFonts w:ascii="Calibri" w:eastAsia="Arial Unicode MS" w:hAnsi="Calibri" w:cs="Arial Unicode MS"/>
          <w:b/>
          <w:bCs/>
        </w:rPr>
        <w:sym w:font="Wingdings 2" w:char="F02A"/>
      </w:r>
      <w:r w:rsidRPr="00990230">
        <w:rPr>
          <w:rFonts w:ascii="Calibri" w:hAnsi="Calibri"/>
        </w:rPr>
        <w:t xml:space="preserve"> small investor</w:t>
      </w:r>
      <w:r w:rsidRPr="00990230">
        <w:rPr>
          <w:rFonts w:ascii="Calibri" w:hAnsi="Calibri"/>
        </w:rPr>
        <w:tab/>
      </w:r>
      <w:r w:rsidRPr="00990230">
        <w:rPr>
          <w:rFonts w:ascii="Calibri" w:eastAsia="Arial Unicode MS" w:hAnsi="Calibri" w:cs="Arial Unicode MS"/>
          <w:b/>
          <w:bCs/>
        </w:rPr>
        <w:sym w:font="Wingdings 2" w:char="F02A"/>
      </w:r>
      <w:r w:rsidRPr="00990230">
        <w:rPr>
          <w:rFonts w:ascii="Calibri" w:hAnsi="Calibri"/>
        </w:rPr>
        <w:t xml:space="preserve"> other (specify)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 xml:space="preserve">The location of Respondent's land on the </w:t>
      </w:r>
      <w:r w:rsidR="00911DD3" w:rsidRPr="00911DD3">
        <w:rPr>
          <w:rFonts w:ascii="Calibri" w:hAnsi="Calibri"/>
          <w:b/>
          <w:bCs/>
          <w:i/>
          <w:iCs/>
        </w:rPr>
        <w:t>mesqa</w:t>
      </w:r>
      <w:r w:rsidRPr="00990230">
        <w:rPr>
          <w:rFonts w:ascii="Calibri" w:hAnsi="Calibri"/>
          <w:b/>
          <w:bCs/>
        </w:rPr>
        <w:t>:</w:t>
      </w:r>
      <w:r w:rsidRPr="00990230">
        <w:rPr>
          <w:rFonts w:ascii="Calibri" w:hAnsi="Calibri"/>
          <w:b/>
          <w:bCs/>
        </w:rPr>
        <w:tab/>
      </w:r>
      <w:r w:rsidRPr="00990230">
        <w:rPr>
          <w:rFonts w:ascii="Calibri" w:eastAsia="Arial Unicode MS" w:hAnsi="Calibri" w:cs="Arial Unicode MS"/>
          <w:b/>
          <w:bCs/>
        </w:rPr>
        <w:sym w:font="Wingdings 2" w:char="F02A"/>
      </w:r>
      <w:r w:rsidRPr="00990230">
        <w:rPr>
          <w:rFonts w:ascii="Calibri" w:eastAsia="Arial Unicode MS" w:hAnsi="Calibri" w:cs="Arial Unicode MS"/>
          <w:b/>
          <w:bCs/>
        </w:rPr>
        <w:t xml:space="preserve"> </w:t>
      </w:r>
      <w:r w:rsidRPr="00990230">
        <w:rPr>
          <w:rFonts w:ascii="Calibri" w:hAnsi="Calibri"/>
        </w:rPr>
        <w:t>at the head</w:t>
      </w:r>
      <w:r w:rsidRPr="00990230">
        <w:rPr>
          <w:rFonts w:ascii="Calibri" w:hAnsi="Calibri"/>
        </w:rPr>
        <w:tab/>
      </w:r>
      <w:r w:rsidRPr="00990230">
        <w:rPr>
          <w:rFonts w:ascii="Calibri" w:hAnsi="Calibri"/>
        </w:rPr>
        <w:tab/>
      </w:r>
      <w:r w:rsidRPr="00990230">
        <w:rPr>
          <w:rFonts w:ascii="Calibri" w:eastAsia="Arial Unicode MS" w:hAnsi="Calibri" w:cs="Arial Unicode MS"/>
          <w:b/>
          <w:bCs/>
        </w:rPr>
        <w:sym w:font="Wingdings 2" w:char="F02A"/>
      </w:r>
      <w:r w:rsidRPr="00990230">
        <w:rPr>
          <w:rFonts w:ascii="Calibri" w:hAnsi="Calibri"/>
        </w:rPr>
        <w:t xml:space="preserve"> in the middle</w:t>
      </w:r>
      <w:r w:rsidRPr="00990230">
        <w:rPr>
          <w:rFonts w:ascii="Calibri" w:hAnsi="Calibri"/>
        </w:rPr>
        <w:tab/>
      </w:r>
      <w:r w:rsidRPr="00990230">
        <w:rPr>
          <w:rFonts w:ascii="Calibri" w:hAnsi="Calibri"/>
        </w:rPr>
        <w:tab/>
      </w:r>
      <w:r w:rsidRPr="00990230">
        <w:rPr>
          <w:rFonts w:ascii="Calibri" w:eastAsia="Arial Unicode MS" w:hAnsi="Calibri" w:cs="Arial Unicode MS"/>
          <w:b/>
          <w:bCs/>
        </w:rPr>
        <w:sym w:font="Wingdings 2" w:char="F02A"/>
      </w:r>
      <w:r w:rsidRPr="00990230">
        <w:rPr>
          <w:rFonts w:ascii="Calibri" w:eastAsia="Arial Unicode MS" w:hAnsi="Calibri" w:cs="Arial Unicode MS"/>
          <w:b/>
          <w:bCs/>
        </w:rPr>
        <w:t xml:space="preserve"> </w:t>
      </w:r>
      <w:r w:rsidRPr="00990230">
        <w:rPr>
          <w:rFonts w:ascii="Calibri" w:hAnsi="Calibri"/>
        </w:rPr>
        <w:t>at the tail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num" w:pos="206"/>
        </w:tabs>
        <w:spacing w:after="0" w:line="240" w:lineRule="auto"/>
        <w:ind w:left="288" w:hanging="288"/>
        <w:jc w:val="lowKashida"/>
        <w:rPr>
          <w:rFonts w:ascii="Calibri" w:hAnsi="Calibri"/>
          <w:b/>
          <w:bCs/>
        </w:rPr>
      </w:pPr>
      <w:r w:rsidRPr="00990230">
        <w:rPr>
          <w:rFonts w:ascii="Calibri" w:hAnsi="Calibri"/>
          <w:b/>
          <w:bCs/>
        </w:rPr>
        <w:t>Notes: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________________________________________________________________________</w:t>
      </w:r>
      <w:r w:rsidR="0043085E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</w:t>
      </w:r>
    </w:p>
    <w:p w:rsidR="005B3F08" w:rsidRPr="00990230" w:rsidRDefault="0043085E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br w:type="page"/>
      </w:r>
      <w:r w:rsidR="005B3F08"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First Part: </w:t>
      </w:r>
      <w:r w:rsidR="005B3F08" w:rsidRPr="00990230">
        <w:rPr>
          <w:rFonts w:ascii="Calibri" w:hAnsi="Calibri" w:cs="Arial"/>
          <w:b/>
          <w:bCs/>
          <w:sz w:val="28"/>
          <w:szCs w:val="28"/>
          <w:u w:val="single"/>
        </w:rPr>
        <w:t xml:space="preserve">Agricultural Activities (Plant </w:t>
      </w:r>
      <w:r w:rsidR="00D67C2D" w:rsidRPr="00990230">
        <w:rPr>
          <w:rFonts w:ascii="Calibri" w:hAnsi="Calibri" w:cs="Arial"/>
          <w:b/>
          <w:bCs/>
          <w:sz w:val="28"/>
          <w:szCs w:val="28"/>
          <w:u w:val="single"/>
        </w:rPr>
        <w:t>&amp;</w:t>
      </w:r>
      <w:r w:rsidR="005B3F08" w:rsidRPr="00990230">
        <w:rPr>
          <w:rFonts w:ascii="Calibri" w:hAnsi="Calibri" w:cs="Arial"/>
          <w:b/>
          <w:bCs/>
          <w:sz w:val="28"/>
          <w:szCs w:val="28"/>
          <w:u w:val="single"/>
        </w:rPr>
        <w:t xml:space="preserve"> Animal) and Costs of Production in </w:t>
      </w:r>
      <w:proofErr w:type="gramStart"/>
      <w:r w:rsidR="005B3F08" w:rsidRPr="00990230">
        <w:rPr>
          <w:rFonts w:ascii="Calibri" w:hAnsi="Calibri" w:cs="Arial"/>
          <w:b/>
          <w:bCs/>
          <w:sz w:val="28"/>
          <w:szCs w:val="28"/>
          <w:u w:val="single"/>
        </w:rPr>
        <w:t>Summer</w:t>
      </w:r>
      <w:proofErr w:type="gramEnd"/>
      <w:r w:rsidR="005B3F08" w:rsidRPr="00990230">
        <w:rPr>
          <w:rFonts w:ascii="Calibri" w:hAnsi="Calibri" w:cs="Arial"/>
          <w:b/>
          <w:bCs/>
          <w:sz w:val="28"/>
          <w:szCs w:val="28"/>
          <w:u w:val="single"/>
        </w:rPr>
        <w:t xml:space="preserve"> 2011, Winter 2010/2011 &amp; </w:t>
      </w:r>
      <w:r w:rsidR="00632C98">
        <w:rPr>
          <w:rFonts w:ascii="Calibri" w:hAnsi="Calibri" w:cs="Arial"/>
          <w:b/>
          <w:bCs/>
          <w:sz w:val="28"/>
          <w:szCs w:val="28"/>
          <w:u w:val="single"/>
        </w:rPr>
        <w:t>Fruit Trees</w:t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sz w:val="20"/>
          <w:szCs w:val="20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t xml:space="preserve">1.1.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Plant Production</w:t>
      </w:r>
      <w:r w:rsidRPr="00990230">
        <w:rPr>
          <w:rFonts w:ascii="Calibri" w:hAnsi="Calibri" w:cs="Arial"/>
          <w:b/>
          <w:bCs/>
          <w:sz w:val="28"/>
          <w:szCs w:val="28"/>
        </w:rPr>
        <w:t xml:space="preserve">: </w:t>
      </w:r>
      <w:r w:rsidRPr="00990230">
        <w:rPr>
          <w:rFonts w:ascii="Calibri" w:hAnsi="Calibri" w:cs="Arial"/>
          <w:b/>
          <w:bCs/>
          <w:sz w:val="20"/>
          <w:szCs w:val="20"/>
        </w:rPr>
        <w:t xml:space="preserve">What are the crops (or trees) and the varieties you cultivated in each of your land plots? </w:t>
      </w:r>
      <w:proofErr w:type="gramStart"/>
      <w:r w:rsidRPr="00990230">
        <w:rPr>
          <w:rFonts w:ascii="Calibri" w:hAnsi="Calibri" w:cs="Arial"/>
          <w:b/>
          <w:bCs/>
          <w:sz w:val="20"/>
          <w:szCs w:val="20"/>
        </w:rPr>
        <w:t>And</w:t>
      </w:r>
      <w:proofErr w:type="gramEnd"/>
      <w:r w:rsidRPr="00990230">
        <w:rPr>
          <w:rFonts w:ascii="Calibri" w:hAnsi="Calibri" w:cs="Arial"/>
          <w:b/>
          <w:bCs/>
          <w:sz w:val="20"/>
          <w:szCs w:val="20"/>
        </w:rPr>
        <w:t xml:space="preserve"> what was the area cultivated by each?</w:t>
      </w:r>
    </w:p>
    <w:tbl>
      <w:tblPr>
        <w:tblW w:w="500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15"/>
        <w:gridCol w:w="856"/>
        <w:gridCol w:w="850"/>
        <w:gridCol w:w="1883"/>
        <w:gridCol w:w="763"/>
        <w:gridCol w:w="856"/>
        <w:gridCol w:w="762"/>
        <w:gridCol w:w="2015"/>
        <w:gridCol w:w="862"/>
        <w:gridCol w:w="1020"/>
        <w:gridCol w:w="880"/>
        <w:gridCol w:w="1496"/>
        <w:gridCol w:w="1830"/>
      </w:tblGrid>
      <w:tr w:rsidR="005B3F08" w:rsidRPr="00990230" w:rsidTr="008F7BE7">
        <w:trPr>
          <w:trHeight w:val="245"/>
          <w:jc w:val="center"/>
        </w:trPr>
        <w:tc>
          <w:tcPr>
            <w:tcW w:w="4304" w:type="dxa"/>
            <w:gridSpan w:val="4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Summer crops</w:t>
            </w:r>
          </w:p>
        </w:tc>
        <w:tc>
          <w:tcPr>
            <w:tcW w:w="4396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Winter crops</w:t>
            </w:r>
          </w:p>
        </w:tc>
        <w:tc>
          <w:tcPr>
            <w:tcW w:w="6088" w:type="dxa"/>
            <w:gridSpan w:val="5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Trees</w:t>
            </w:r>
          </w:p>
        </w:tc>
      </w:tr>
      <w:tr w:rsidR="005B3F08" w:rsidRPr="00990230" w:rsidTr="008F7BE7">
        <w:trPr>
          <w:trHeight w:val="65"/>
          <w:jc w:val="center"/>
        </w:trPr>
        <w:tc>
          <w:tcPr>
            <w:tcW w:w="715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Plot No.</w:t>
            </w:r>
          </w:p>
        </w:tc>
        <w:tc>
          <w:tcPr>
            <w:tcW w:w="1706" w:type="dxa"/>
            <w:gridSpan w:val="2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Cultivated Area</w:t>
            </w:r>
          </w:p>
        </w:tc>
        <w:tc>
          <w:tcPr>
            <w:tcW w:w="1883" w:type="dxa"/>
            <w:vMerge w:val="restart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Crop and variety</w:t>
            </w:r>
          </w:p>
        </w:tc>
        <w:tc>
          <w:tcPr>
            <w:tcW w:w="763" w:type="dxa"/>
            <w:vMerge w:val="restart"/>
            <w:tcBorders>
              <w:top w:val="single" w:sz="6" w:space="0" w:color="auto"/>
              <w:left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Plot No.</w:t>
            </w:r>
          </w:p>
        </w:tc>
        <w:tc>
          <w:tcPr>
            <w:tcW w:w="1618" w:type="dxa"/>
            <w:gridSpan w:val="2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Cultivated Area</w:t>
            </w:r>
          </w:p>
        </w:tc>
        <w:tc>
          <w:tcPr>
            <w:tcW w:w="2015" w:type="dxa"/>
            <w:tcBorders>
              <w:right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Crop and variety</w:t>
            </w:r>
          </w:p>
        </w:tc>
        <w:tc>
          <w:tcPr>
            <w:tcW w:w="862" w:type="dxa"/>
            <w:vMerge w:val="restart"/>
            <w:tcBorders>
              <w:top w:val="single" w:sz="6" w:space="0" w:color="auto"/>
              <w:left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Plot No.</w:t>
            </w:r>
          </w:p>
        </w:tc>
        <w:tc>
          <w:tcPr>
            <w:tcW w:w="1900" w:type="dxa"/>
            <w:gridSpan w:val="2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Cultivated Area</w:t>
            </w:r>
          </w:p>
        </w:tc>
        <w:tc>
          <w:tcPr>
            <w:tcW w:w="1496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Crop</w:t>
            </w:r>
          </w:p>
        </w:tc>
        <w:tc>
          <w:tcPr>
            <w:tcW w:w="183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Variety</w:t>
            </w:r>
          </w:p>
        </w:tc>
      </w:tr>
      <w:tr w:rsidR="00D67C2D" w:rsidRPr="00990230" w:rsidTr="008F7BE7">
        <w:trPr>
          <w:trHeight w:val="244"/>
          <w:jc w:val="center"/>
        </w:trPr>
        <w:tc>
          <w:tcPr>
            <w:tcW w:w="715" w:type="dxa"/>
            <w:vMerge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rtl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One Ha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 w:cs="Arial"/>
                <w:b/>
                <w:bCs/>
              </w:rPr>
              <w:t>Carat</w:t>
            </w:r>
          </w:p>
        </w:tc>
        <w:tc>
          <w:tcPr>
            <w:tcW w:w="1883" w:type="dxa"/>
            <w:vMerge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</w:p>
        </w:tc>
        <w:tc>
          <w:tcPr>
            <w:tcW w:w="763" w:type="dxa"/>
            <w:vMerge/>
            <w:tcBorders>
              <w:left w:val="thinThickSmallGap" w:sz="12" w:space="0" w:color="auto"/>
              <w:bottom w:val="single" w:sz="6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</w:p>
        </w:tc>
        <w:tc>
          <w:tcPr>
            <w:tcW w:w="856" w:type="dxa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One Ha</w:t>
            </w:r>
          </w:p>
        </w:tc>
        <w:tc>
          <w:tcPr>
            <w:tcW w:w="762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 w:cs="Arial"/>
                <w:b/>
                <w:bCs/>
              </w:rPr>
              <w:t>Carat</w:t>
            </w:r>
          </w:p>
        </w:tc>
        <w:tc>
          <w:tcPr>
            <w:tcW w:w="2015" w:type="dxa"/>
            <w:tcBorders>
              <w:right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</w:p>
        </w:tc>
        <w:tc>
          <w:tcPr>
            <w:tcW w:w="862" w:type="dxa"/>
            <w:vMerge/>
            <w:tcBorders>
              <w:left w:val="thinThickSmallGap" w:sz="12" w:space="0" w:color="auto"/>
              <w:bottom w:val="single" w:sz="6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</w:p>
        </w:tc>
        <w:tc>
          <w:tcPr>
            <w:tcW w:w="1020" w:type="dxa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One Ha</w:t>
            </w:r>
          </w:p>
        </w:tc>
        <w:tc>
          <w:tcPr>
            <w:tcW w:w="88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 w:cs="Arial"/>
                <w:b/>
                <w:bCs/>
              </w:rPr>
              <w:t>Carat</w:t>
            </w:r>
          </w:p>
        </w:tc>
        <w:tc>
          <w:tcPr>
            <w:tcW w:w="1496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</w:p>
        </w:tc>
        <w:tc>
          <w:tcPr>
            <w:tcW w:w="183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rtl/>
              </w:rPr>
            </w:pPr>
          </w:p>
        </w:tc>
      </w:tr>
      <w:tr w:rsidR="00D67C2D" w:rsidRPr="00990230" w:rsidTr="008F7BE7">
        <w:trPr>
          <w:jc w:val="center"/>
        </w:trPr>
        <w:tc>
          <w:tcPr>
            <w:tcW w:w="71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856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85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1883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856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762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2015" w:type="dxa"/>
            <w:tcBorders>
              <w:right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 w:cs="Arial"/>
                <w:b/>
                <w:bCs/>
              </w:rPr>
              <w:t>1</w:t>
            </w:r>
          </w:p>
        </w:tc>
        <w:tc>
          <w:tcPr>
            <w:tcW w:w="102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88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1496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183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</w:tr>
      <w:tr w:rsidR="00D67C2D" w:rsidRPr="00990230" w:rsidTr="008F7BE7">
        <w:trPr>
          <w:jc w:val="center"/>
        </w:trPr>
        <w:tc>
          <w:tcPr>
            <w:tcW w:w="715" w:type="dxa"/>
            <w:shd w:val="clear" w:color="auto" w:fill="auto"/>
          </w:tcPr>
          <w:p w:rsidR="005B3F08" w:rsidRPr="00990230" w:rsidRDefault="008F7BE7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856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85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1883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763" w:type="dxa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</w:tcBorders>
          </w:tcPr>
          <w:p w:rsidR="005B3F08" w:rsidRPr="00990230" w:rsidRDefault="008F7BE7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856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762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2015" w:type="dxa"/>
            <w:tcBorders>
              <w:right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862" w:type="dxa"/>
            <w:tcBorders>
              <w:top w:val="single" w:sz="6" w:space="0" w:color="auto"/>
              <w:left w:val="thinThickSmallGap" w:sz="12" w:space="0" w:color="auto"/>
              <w:bottom w:val="thickThinSmallGap" w:sz="12" w:space="0" w:color="auto"/>
            </w:tcBorders>
          </w:tcPr>
          <w:p w:rsidR="005B3F08" w:rsidRPr="00990230" w:rsidRDefault="008F7BE7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2</w:t>
            </w:r>
          </w:p>
        </w:tc>
        <w:tc>
          <w:tcPr>
            <w:tcW w:w="102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88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1496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  <w:tc>
          <w:tcPr>
            <w:tcW w:w="183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  <w:rtl/>
                <w:lang w:bidi="ar-EG"/>
              </w:rPr>
            </w:pPr>
          </w:p>
        </w:tc>
      </w:tr>
    </w:tbl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</w:rPr>
      </w:pPr>
      <w:r w:rsidRPr="00990230">
        <w:rPr>
          <w:rFonts w:ascii="Calibri" w:hAnsi="Calibri" w:cs="Arial"/>
          <w:b/>
          <w:bCs/>
        </w:rPr>
        <w:t xml:space="preserve">1.1.1. </w:t>
      </w:r>
      <w:proofErr w:type="spellStart"/>
      <w:r w:rsidRPr="00990230">
        <w:rPr>
          <w:rFonts w:ascii="Calibri" w:hAnsi="Calibri" w:cs="Arial"/>
          <w:b/>
          <w:bCs/>
        </w:rPr>
        <w:t>Input/Output</w:t>
      </w:r>
      <w:proofErr w:type="spellEnd"/>
      <w:r w:rsidRPr="00990230">
        <w:rPr>
          <w:rFonts w:ascii="Calibri" w:hAnsi="Calibri" w:cs="Arial"/>
          <w:b/>
          <w:bCs/>
        </w:rPr>
        <w:t xml:space="preserve"> Data for the cultivated area </w:t>
      </w:r>
      <w:r w:rsidRPr="00990230">
        <w:rPr>
          <w:rFonts w:ascii="Calibri" w:hAnsi="Calibri"/>
          <w:b/>
          <w:bCs/>
        </w:rPr>
        <w:t xml:space="preserve">in </w:t>
      </w:r>
      <w:proofErr w:type="gramStart"/>
      <w:r w:rsidRPr="00990230">
        <w:rPr>
          <w:rFonts w:ascii="Calibri" w:hAnsi="Calibri"/>
          <w:b/>
          <w:bCs/>
        </w:rPr>
        <w:t>Summer</w:t>
      </w:r>
      <w:proofErr w:type="gramEnd"/>
      <w:r w:rsidRPr="00990230">
        <w:rPr>
          <w:rFonts w:ascii="Calibri" w:hAnsi="Calibri"/>
          <w:b/>
          <w:bCs/>
        </w:rPr>
        <w:t xml:space="preserve"> 2011, Winter 2010/2011 &amp; </w:t>
      </w:r>
      <w:r w:rsidR="00632C98">
        <w:rPr>
          <w:rFonts w:ascii="Calibri" w:hAnsi="Calibri"/>
          <w:b/>
          <w:bCs/>
        </w:rPr>
        <w:t>Fruit Trees</w:t>
      </w: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sz w:val="20"/>
          <w:szCs w:val="20"/>
        </w:rPr>
      </w:pPr>
      <w:r w:rsidRPr="00990230">
        <w:rPr>
          <w:rFonts w:ascii="Calibri" w:hAnsi="Calibri" w:cs="Arial"/>
          <w:b/>
          <w:bCs/>
          <w:sz w:val="20"/>
          <w:szCs w:val="20"/>
        </w:rPr>
        <w:t>(</w:t>
      </w:r>
      <w:proofErr w:type="gramStart"/>
      <w:r w:rsidRPr="00990230">
        <w:rPr>
          <w:rFonts w:ascii="Calibri" w:hAnsi="Calibri" w:cs="Arial"/>
          <w:b/>
          <w:bCs/>
          <w:sz w:val="20"/>
          <w:szCs w:val="20"/>
        </w:rPr>
        <w:t>if</w:t>
      </w:r>
      <w:proofErr w:type="gramEnd"/>
      <w:r w:rsidRPr="00990230">
        <w:rPr>
          <w:rFonts w:ascii="Calibri" w:hAnsi="Calibri" w:cs="Arial"/>
          <w:b/>
          <w:bCs/>
          <w:sz w:val="20"/>
          <w:szCs w:val="20"/>
        </w:rPr>
        <w:t xml:space="preserve"> the farmer cultivated more than two crops/trees in one season, you concentrate on the two crops/trees that were </w:t>
      </w:r>
      <w:r w:rsidRPr="00990230">
        <w:rPr>
          <w:rFonts w:ascii="Calibri" w:hAnsi="Calibri"/>
          <w:b/>
          <w:bCs/>
          <w:sz w:val="20"/>
          <w:szCs w:val="20"/>
        </w:rPr>
        <w:t>the most relatively important in terms of area</w:t>
      </w:r>
      <w:r w:rsidRPr="00990230">
        <w:rPr>
          <w:rFonts w:ascii="Calibri" w:hAnsi="Calibri" w:cs="Arial"/>
          <w:b/>
          <w:bCs/>
          <w:sz w:val="20"/>
          <w:szCs w:val="20"/>
        </w:rPr>
        <w:t>)</w:t>
      </w:r>
    </w:p>
    <w:tbl>
      <w:tblPr>
        <w:tblW w:w="500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5"/>
        <w:gridCol w:w="783"/>
        <w:gridCol w:w="987"/>
        <w:gridCol w:w="987"/>
        <w:gridCol w:w="987"/>
        <w:gridCol w:w="987"/>
        <w:gridCol w:w="987"/>
        <w:gridCol w:w="987"/>
        <w:gridCol w:w="987"/>
        <w:gridCol w:w="987"/>
        <w:gridCol w:w="987"/>
        <w:gridCol w:w="987"/>
        <w:gridCol w:w="987"/>
        <w:gridCol w:w="987"/>
      </w:tblGrid>
      <w:tr w:rsidR="005B3F08" w:rsidRPr="00990230" w:rsidTr="00D67C2D">
        <w:trPr>
          <w:trHeight w:val="20"/>
          <w:jc w:val="center"/>
        </w:trPr>
        <w:tc>
          <w:tcPr>
            <w:tcW w:w="192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Items</w:t>
            </w:r>
          </w:p>
        </w:tc>
        <w:tc>
          <w:tcPr>
            <w:tcW w:w="749" w:type="dxa"/>
            <w:vMerge w:val="restart"/>
            <w:tcBorders>
              <w:top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Units</w:t>
            </w:r>
          </w:p>
        </w:tc>
        <w:tc>
          <w:tcPr>
            <w:tcW w:w="5675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Summer crops</w:t>
            </w:r>
          </w:p>
        </w:tc>
        <w:tc>
          <w:tcPr>
            <w:tcW w:w="5676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Winter crops</w:t>
            </w:r>
          </w:p>
        </w:tc>
      </w:tr>
      <w:tr w:rsidR="00D67C2D" w:rsidRPr="00990230" w:rsidTr="00D67C2D">
        <w:trPr>
          <w:trHeight w:val="50"/>
          <w:jc w:val="center"/>
        </w:trPr>
        <w:tc>
          <w:tcPr>
            <w:tcW w:w="1920" w:type="dxa"/>
            <w:vMerge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  <w:lang w:bidi="ar-EG"/>
              </w:rPr>
            </w:pPr>
          </w:p>
        </w:tc>
        <w:tc>
          <w:tcPr>
            <w:tcW w:w="74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  <w:lang w:bidi="ar-EG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</w:tr>
      <w:tr w:rsidR="005B3F08" w:rsidRPr="00990230" w:rsidTr="00D67C2D">
        <w:trPr>
          <w:trHeight w:val="20"/>
          <w:jc w:val="center"/>
        </w:trPr>
        <w:tc>
          <w:tcPr>
            <w:tcW w:w="1920" w:type="dxa"/>
            <w:vMerge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  <w:lang w:bidi="ar-EG"/>
              </w:rPr>
            </w:pPr>
          </w:p>
        </w:tc>
        <w:tc>
          <w:tcPr>
            <w:tcW w:w="74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  <w:lang w:bidi="ar-EG"/>
              </w:rPr>
            </w:pP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  <w:tc>
          <w:tcPr>
            <w:tcW w:w="1892" w:type="dxa"/>
            <w:gridSpan w:val="2"/>
            <w:tcBorders>
              <w:top w:val="single" w:sz="6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</w:tr>
      <w:tr w:rsidR="00D67C2D" w:rsidRPr="00990230" w:rsidTr="00D67C2D">
        <w:trPr>
          <w:trHeight w:val="55"/>
          <w:jc w:val="center"/>
        </w:trPr>
        <w:tc>
          <w:tcPr>
            <w:tcW w:w="1920" w:type="dxa"/>
            <w:vMerge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  <w:lang w:bidi="ar-EG"/>
              </w:rPr>
            </w:pPr>
          </w:p>
        </w:tc>
        <w:tc>
          <w:tcPr>
            <w:tcW w:w="749" w:type="dxa"/>
            <w:vMerge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  <w:lang w:bidi="ar-EG"/>
              </w:rPr>
            </w:pPr>
          </w:p>
        </w:tc>
        <w:tc>
          <w:tcPr>
            <w:tcW w:w="94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5B3F08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5B3F08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5B3F08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5B3F08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5B3F08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5B3F08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5B3F08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5B3F08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5B3F08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5B3F08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  <w:tc>
          <w:tcPr>
            <w:tcW w:w="94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5B3F08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5B3F08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</w:t>
            </w:r>
          </w:p>
        </w:tc>
        <w:tc>
          <w:tcPr>
            <w:tcW w:w="946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</w:t>
            </w: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  <w:lang w:bidi="ar-EG"/>
              </w:rPr>
            </w:pPr>
          </w:p>
        </w:tc>
        <w:tc>
          <w:tcPr>
            <w:tcW w:w="749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  <w:lang w:bidi="ar-EG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Quantity</w:t>
            </w:r>
          </w:p>
        </w:tc>
        <w:tc>
          <w:tcPr>
            <w:tcW w:w="94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Price (LE/unit)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Quantity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Price (LE/unit)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Quantity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Price (LE/unit)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Quantity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Price (LE/unit)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Quantity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Price (LE/unit)</w:t>
            </w: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Quantity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Price (LE/unit)</w:t>
            </w:r>
          </w:p>
        </w:tc>
      </w:tr>
      <w:tr w:rsidR="005B3F08" w:rsidRPr="00990230" w:rsidTr="00D67C2D">
        <w:trPr>
          <w:trHeight w:val="44"/>
          <w:jc w:val="center"/>
        </w:trPr>
        <w:tc>
          <w:tcPr>
            <w:tcW w:w="14020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I. Outputs:</w:t>
            </w: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1- Main Product</w:t>
            </w:r>
          </w:p>
        </w:tc>
        <w:tc>
          <w:tcPr>
            <w:tcW w:w="74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59"/>
          <w:jc w:val="center"/>
        </w:trPr>
        <w:tc>
          <w:tcPr>
            <w:tcW w:w="19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2- Bi-product</w:t>
            </w:r>
          </w:p>
        </w:tc>
        <w:tc>
          <w:tcPr>
            <w:tcW w:w="74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</w:tr>
      <w:tr w:rsidR="005B3F08" w:rsidRPr="00990230" w:rsidTr="00D67C2D">
        <w:trPr>
          <w:trHeight w:val="20"/>
          <w:jc w:val="center"/>
        </w:trPr>
        <w:tc>
          <w:tcPr>
            <w:tcW w:w="14020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II. Inputs:</w:t>
            </w: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1- Seed/Seedlings</w:t>
            </w:r>
          </w:p>
        </w:tc>
        <w:tc>
          <w:tcPr>
            <w:tcW w:w="74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kg/no.</w:t>
            </w: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2- Organic Fertilizer</w:t>
            </w:r>
          </w:p>
        </w:tc>
        <w:tc>
          <w:tcPr>
            <w:tcW w:w="7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CM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65"/>
          <w:jc w:val="center"/>
        </w:trPr>
        <w:tc>
          <w:tcPr>
            <w:tcW w:w="19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3- Chemical Fertilizer</w:t>
            </w:r>
          </w:p>
        </w:tc>
        <w:tc>
          <w:tcPr>
            <w:tcW w:w="7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kg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Urea </w:t>
            </w:r>
          </w:p>
        </w:tc>
        <w:tc>
          <w:tcPr>
            <w:tcW w:w="7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kg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firstLine="170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Phosphate</w:t>
            </w:r>
          </w:p>
        </w:tc>
        <w:tc>
          <w:tcPr>
            <w:tcW w:w="7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kg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Potash </w:t>
            </w:r>
          </w:p>
        </w:tc>
        <w:tc>
          <w:tcPr>
            <w:tcW w:w="7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kg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firstLine="170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- Other (specify)</w:t>
            </w:r>
            <w:r w:rsidR="00D67C2D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 xml:space="preserve">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</w:t>
            </w:r>
          </w:p>
        </w:tc>
        <w:tc>
          <w:tcPr>
            <w:tcW w:w="7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kg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4- Containers</w:t>
            </w:r>
          </w:p>
        </w:tc>
        <w:tc>
          <w:tcPr>
            <w:tcW w:w="7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No.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5- Pesticides</w:t>
            </w:r>
          </w:p>
        </w:tc>
        <w:tc>
          <w:tcPr>
            <w:tcW w:w="7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L.E/liter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6- Transportation</w:t>
            </w:r>
          </w:p>
        </w:tc>
        <w:tc>
          <w:tcPr>
            <w:tcW w:w="74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L.E.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7- Land Rent</w:t>
            </w:r>
          </w:p>
        </w:tc>
        <w:tc>
          <w:tcPr>
            <w:tcW w:w="749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L.E.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8- Tax</w:t>
            </w:r>
          </w:p>
        </w:tc>
        <w:tc>
          <w:tcPr>
            <w:tcW w:w="749" w:type="dxa"/>
            <w:tcBorders>
              <w:top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L.E.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  <w:tc>
          <w:tcPr>
            <w:tcW w:w="946" w:type="dxa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  <w:rtl/>
              </w:rPr>
            </w:pPr>
          </w:p>
        </w:tc>
      </w:tr>
      <w:tr w:rsidR="00D67C2D" w:rsidRPr="00990230" w:rsidTr="00D67C2D">
        <w:trPr>
          <w:trHeight w:val="20"/>
          <w:jc w:val="center"/>
        </w:trPr>
        <w:tc>
          <w:tcPr>
            <w:tcW w:w="1920" w:type="dxa"/>
            <w:tcBorders>
              <w:top w:val="single" w:sz="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9- Other (specify)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___</w:t>
            </w:r>
          </w:p>
        </w:tc>
        <w:tc>
          <w:tcPr>
            <w:tcW w:w="749" w:type="dxa"/>
            <w:tcBorders>
              <w:top w:val="single" w:sz="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single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left w:val="single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left w:val="single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left w:val="single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left w:val="single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bottom w:val="thinThick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left w:val="single" w:sz="1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2" w:space="0" w:color="auto"/>
              <w:bottom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</w:tbl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left="142"/>
        <w:rPr>
          <w:rFonts w:ascii="Calibri" w:hAnsi="Calibri" w:cs="Arial"/>
          <w:b/>
          <w:bCs/>
          <w:sz w:val="23"/>
          <w:szCs w:val="23"/>
        </w:rPr>
      </w:pPr>
      <w:r w:rsidRPr="00990230">
        <w:rPr>
          <w:rFonts w:ascii="Calibri" w:hAnsi="Calibri" w:cs="Arial"/>
          <w:b/>
          <w:bCs/>
          <w:sz w:val="23"/>
          <w:szCs w:val="23"/>
        </w:rPr>
        <w:lastRenderedPageBreak/>
        <w:t>1.1.2. Costs</w:t>
      </w:r>
      <w:r w:rsidRPr="00990230">
        <w:rPr>
          <w:rFonts w:ascii="Calibri" w:hAnsi="Calibri" w:cs="Arial"/>
          <w:b/>
          <w:bCs/>
          <w:sz w:val="23"/>
          <w:szCs w:val="23"/>
          <w:rtl/>
        </w:rPr>
        <w:t xml:space="preserve"> </w:t>
      </w:r>
      <w:r w:rsidRPr="00990230">
        <w:rPr>
          <w:rFonts w:ascii="Calibri" w:hAnsi="Calibri" w:cs="Arial"/>
          <w:b/>
          <w:bCs/>
          <w:sz w:val="23"/>
          <w:szCs w:val="23"/>
        </w:rPr>
        <w:t xml:space="preserve">of human labour/animal labour/machinery </w:t>
      </w:r>
      <w:r w:rsidRPr="00990230">
        <w:rPr>
          <w:rFonts w:ascii="Calibri" w:hAnsi="Calibri"/>
          <w:b/>
          <w:bCs/>
          <w:sz w:val="23"/>
          <w:szCs w:val="23"/>
        </w:rPr>
        <w:t>according to farm operations</w:t>
      </w:r>
      <w:r w:rsidRPr="00990230">
        <w:rPr>
          <w:rFonts w:ascii="Calibri" w:hAnsi="Calibri" w:cs="Arial"/>
          <w:b/>
          <w:bCs/>
          <w:sz w:val="23"/>
          <w:szCs w:val="23"/>
        </w:rPr>
        <w:t xml:space="preserve"> for the cultivated area </w:t>
      </w:r>
      <w:r w:rsidRPr="00990230">
        <w:rPr>
          <w:rFonts w:ascii="Calibri" w:hAnsi="Calibri"/>
          <w:b/>
          <w:bCs/>
          <w:sz w:val="23"/>
          <w:szCs w:val="23"/>
        </w:rPr>
        <w:t xml:space="preserve">in </w:t>
      </w:r>
      <w:proofErr w:type="gramStart"/>
      <w:r w:rsidRPr="00990230">
        <w:rPr>
          <w:rFonts w:ascii="Calibri" w:hAnsi="Calibri"/>
          <w:b/>
          <w:bCs/>
          <w:sz w:val="23"/>
          <w:szCs w:val="23"/>
        </w:rPr>
        <w:t>Summer</w:t>
      </w:r>
      <w:proofErr w:type="gramEnd"/>
      <w:r w:rsidRPr="00990230">
        <w:rPr>
          <w:rFonts w:ascii="Calibri" w:hAnsi="Calibri"/>
          <w:b/>
          <w:bCs/>
          <w:sz w:val="23"/>
          <w:szCs w:val="23"/>
        </w:rPr>
        <w:t xml:space="preserve"> 2011, Winter 2010/2011 &amp; </w:t>
      </w:r>
      <w:r w:rsidR="00632C98">
        <w:rPr>
          <w:rFonts w:ascii="Calibri" w:hAnsi="Calibri"/>
          <w:b/>
          <w:bCs/>
          <w:sz w:val="23"/>
          <w:szCs w:val="23"/>
        </w:rPr>
        <w:t>Fruit Trees</w:t>
      </w:r>
      <w:r w:rsidR="00CB7915" w:rsidRPr="00990230">
        <w:rPr>
          <w:rFonts w:ascii="Calibri" w:hAnsi="Calibri" w:cs="Arial"/>
          <w:b/>
          <w:bCs/>
          <w:sz w:val="23"/>
          <w:szCs w:val="23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>(</w:t>
      </w:r>
      <w:r w:rsidRPr="00990230">
        <w:rPr>
          <w:rFonts w:ascii="Calibri" w:hAnsi="Calibri" w:cs="Arial"/>
          <w:b/>
          <w:bCs/>
          <w:sz w:val="19"/>
          <w:szCs w:val="19"/>
        </w:rPr>
        <w:t xml:space="preserve">if the farmer cultivated more than two crops/trees in one season, you concentrate on the two crops/trees that were </w:t>
      </w:r>
      <w:r w:rsidRPr="00990230">
        <w:rPr>
          <w:rFonts w:ascii="Calibri" w:hAnsi="Calibri"/>
          <w:b/>
          <w:bCs/>
          <w:sz w:val="19"/>
          <w:szCs w:val="19"/>
        </w:rPr>
        <w:t>the most relatively important in terms of area</w:t>
      </w:r>
      <w:r w:rsidRPr="00990230">
        <w:rPr>
          <w:rFonts w:ascii="Calibri" w:hAnsi="Calibri" w:cs="Arial"/>
          <w:b/>
          <w:bCs/>
          <w:sz w:val="20"/>
          <w:szCs w:val="20"/>
        </w:rPr>
        <w:t>)</w:t>
      </w:r>
    </w:p>
    <w:tbl>
      <w:tblPr>
        <w:bidiVisual/>
        <w:tblW w:w="485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193"/>
        <w:gridCol w:w="1194"/>
        <w:gridCol w:w="1205"/>
        <w:gridCol w:w="1205"/>
        <w:gridCol w:w="945"/>
        <w:gridCol w:w="945"/>
        <w:gridCol w:w="945"/>
        <w:gridCol w:w="850"/>
        <w:gridCol w:w="546"/>
        <w:gridCol w:w="872"/>
        <w:gridCol w:w="524"/>
        <w:gridCol w:w="893"/>
        <w:gridCol w:w="504"/>
        <w:gridCol w:w="660"/>
        <w:gridCol w:w="586"/>
        <w:gridCol w:w="234"/>
        <w:gridCol w:w="999"/>
      </w:tblGrid>
      <w:tr w:rsidR="005B3F08" w:rsidRPr="00990230" w:rsidTr="00A6183C">
        <w:trPr>
          <w:trHeight w:val="20"/>
          <w:jc w:val="center"/>
        </w:trPr>
        <w:tc>
          <w:tcPr>
            <w:tcW w:w="2387" w:type="dxa"/>
            <w:gridSpan w:val="2"/>
            <w:vMerge w:val="restart"/>
            <w:tcBorders>
              <w:top w:val="thinThickSmallGap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Animal days of work</w:t>
            </w:r>
          </w:p>
        </w:tc>
        <w:tc>
          <w:tcPr>
            <w:tcW w:w="2410" w:type="dxa"/>
            <w:gridSpan w:val="2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Machine hours of work</w:t>
            </w:r>
          </w:p>
        </w:tc>
        <w:tc>
          <w:tcPr>
            <w:tcW w:w="2835" w:type="dxa"/>
            <w:gridSpan w:val="3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Family-labour days of work</w:t>
            </w:r>
          </w:p>
        </w:tc>
        <w:tc>
          <w:tcPr>
            <w:tcW w:w="4189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Hired-labour days of work</w:t>
            </w:r>
          </w:p>
        </w:tc>
        <w:tc>
          <w:tcPr>
            <w:tcW w:w="660" w:type="dxa"/>
            <w:tcBorders>
              <w:top w:val="thinThickSmallGap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</w:p>
        </w:tc>
        <w:tc>
          <w:tcPr>
            <w:tcW w:w="820" w:type="dxa"/>
            <w:gridSpan w:val="2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</w:t>
            </w:r>
          </w:p>
        </w:tc>
        <w:tc>
          <w:tcPr>
            <w:tcW w:w="999" w:type="dxa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Summer</w:t>
            </w:r>
          </w:p>
        </w:tc>
      </w:tr>
      <w:tr w:rsidR="005B3F08" w:rsidRPr="00990230" w:rsidTr="00A6183C">
        <w:trPr>
          <w:trHeight w:val="30"/>
          <w:jc w:val="center"/>
        </w:trPr>
        <w:tc>
          <w:tcPr>
            <w:tcW w:w="2387" w:type="dxa"/>
            <w:gridSpan w:val="2"/>
            <w:vMerge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Boy/Girl</w:t>
            </w: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Woman</w:t>
            </w:r>
          </w:p>
        </w:tc>
        <w:tc>
          <w:tcPr>
            <w:tcW w:w="1397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</w:t>
            </w: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</w:tr>
      <w:tr w:rsidR="00A6183C" w:rsidRPr="00990230" w:rsidTr="00A6183C">
        <w:trPr>
          <w:trHeight w:val="165"/>
          <w:jc w:val="center"/>
        </w:trPr>
        <w:tc>
          <w:tcPr>
            <w:tcW w:w="11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119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(L.E/hour)</w:t>
            </w:r>
          </w:p>
        </w:tc>
        <w:tc>
          <w:tcPr>
            <w:tcW w:w="120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Boy/Girl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Woman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Man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0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</w:p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A6183C" w:rsidRPr="00990230" w:rsidRDefault="00CF61E9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A6183C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A6183C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proofErr w:type="spellStart"/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Manuring</w:t>
            </w:r>
            <w:proofErr w:type="spellEnd"/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preparation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Adding agricultural gypsum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leveling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Planting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Irrigation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Fertilizing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Weeding/Hoeing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Replanting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Pest control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Harvesting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Threshing and winnowing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Residuals removing</w:t>
            </w:r>
          </w:p>
        </w:tc>
      </w:tr>
      <w:tr w:rsidR="00A6183C" w:rsidRPr="00990230" w:rsidTr="00A6183C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Transportation</w:t>
            </w: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rPr>
          <w:rFonts w:ascii="Calibri" w:eastAsia="Arial Unicode MS" w:hAnsi="Calibri" w:cs="PT Bold Heading"/>
          <w:color w:val="0000FF"/>
          <w:sz w:val="2"/>
          <w:szCs w:val="2"/>
          <w:u w:val="single"/>
          <w:rtl/>
        </w:rPr>
      </w:pP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eastAsia="Arial Unicode MS" w:hAnsi="Calibri" w:cs="PT Bold Heading"/>
          <w:color w:val="0000FF"/>
          <w:sz w:val="2"/>
          <w:szCs w:val="2"/>
          <w:u w:val="single"/>
          <w:rtl/>
        </w:rPr>
      </w:pPr>
    </w:p>
    <w:p w:rsidR="005B3F08" w:rsidRPr="00990230" w:rsidRDefault="005B3F08" w:rsidP="00DB304B">
      <w:pPr>
        <w:keepNext/>
        <w:keepLines/>
        <w:tabs>
          <w:tab w:val="left" w:pos="1"/>
          <w:tab w:val="left" w:pos="601"/>
          <w:tab w:val="left" w:pos="1202"/>
          <w:tab w:val="left" w:pos="1803"/>
          <w:tab w:val="left" w:pos="2404"/>
          <w:tab w:val="left" w:pos="3006"/>
          <w:tab w:val="left" w:pos="3607"/>
          <w:tab w:val="left" w:pos="4208"/>
          <w:tab w:val="left" w:pos="4809"/>
          <w:tab w:val="left" w:pos="5410"/>
          <w:tab w:val="left" w:pos="6012"/>
          <w:tab w:val="left" w:pos="6613"/>
          <w:tab w:val="left" w:pos="7214"/>
          <w:tab w:val="left" w:pos="7815"/>
          <w:tab w:val="left" w:pos="8416"/>
          <w:tab w:val="left" w:pos="9018"/>
          <w:tab w:val="left" w:pos="9619"/>
          <w:tab w:val="left" w:pos="10220"/>
        </w:tabs>
        <w:spacing w:after="0" w:line="240" w:lineRule="auto"/>
        <w:rPr>
          <w:rFonts w:ascii="Calibri" w:hAnsi="Calibri"/>
          <w:sz w:val="2"/>
          <w:szCs w:val="2"/>
        </w:rPr>
      </w:pPr>
    </w:p>
    <w:tbl>
      <w:tblPr>
        <w:bidiVisual/>
        <w:tblW w:w="485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193"/>
        <w:gridCol w:w="1194"/>
        <w:gridCol w:w="1205"/>
        <w:gridCol w:w="1205"/>
        <w:gridCol w:w="945"/>
        <w:gridCol w:w="945"/>
        <w:gridCol w:w="945"/>
        <w:gridCol w:w="850"/>
        <w:gridCol w:w="546"/>
        <w:gridCol w:w="872"/>
        <w:gridCol w:w="524"/>
        <w:gridCol w:w="893"/>
        <w:gridCol w:w="504"/>
        <w:gridCol w:w="660"/>
        <w:gridCol w:w="586"/>
        <w:gridCol w:w="234"/>
        <w:gridCol w:w="999"/>
      </w:tblGrid>
      <w:tr w:rsidR="00A6183C" w:rsidRPr="00990230" w:rsidTr="00E37B91">
        <w:trPr>
          <w:trHeight w:val="20"/>
          <w:jc w:val="center"/>
        </w:trPr>
        <w:tc>
          <w:tcPr>
            <w:tcW w:w="2387" w:type="dxa"/>
            <w:gridSpan w:val="2"/>
            <w:vMerge w:val="restart"/>
            <w:tcBorders>
              <w:top w:val="thinThickSmallGap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Animal days of work</w:t>
            </w:r>
          </w:p>
        </w:tc>
        <w:tc>
          <w:tcPr>
            <w:tcW w:w="2410" w:type="dxa"/>
            <w:gridSpan w:val="2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Machine hours of work</w:t>
            </w:r>
          </w:p>
        </w:tc>
        <w:tc>
          <w:tcPr>
            <w:tcW w:w="2835" w:type="dxa"/>
            <w:gridSpan w:val="3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Family-labour days of work</w:t>
            </w:r>
          </w:p>
        </w:tc>
        <w:tc>
          <w:tcPr>
            <w:tcW w:w="4189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Hired-labour days of work</w:t>
            </w:r>
          </w:p>
        </w:tc>
        <w:tc>
          <w:tcPr>
            <w:tcW w:w="660" w:type="dxa"/>
            <w:tcBorders>
              <w:top w:val="thinThickSmallGap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</w:p>
        </w:tc>
        <w:tc>
          <w:tcPr>
            <w:tcW w:w="820" w:type="dxa"/>
            <w:gridSpan w:val="2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</w:t>
            </w:r>
          </w:p>
        </w:tc>
        <w:tc>
          <w:tcPr>
            <w:tcW w:w="999" w:type="dxa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Winter</w:t>
            </w:r>
          </w:p>
        </w:tc>
      </w:tr>
      <w:tr w:rsidR="00A6183C" w:rsidRPr="00990230" w:rsidTr="00E37B91">
        <w:trPr>
          <w:trHeight w:val="30"/>
          <w:jc w:val="center"/>
        </w:trPr>
        <w:tc>
          <w:tcPr>
            <w:tcW w:w="2387" w:type="dxa"/>
            <w:gridSpan w:val="2"/>
            <w:vMerge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Boy/Girl</w:t>
            </w: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Woman</w:t>
            </w:r>
          </w:p>
        </w:tc>
        <w:tc>
          <w:tcPr>
            <w:tcW w:w="1397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</w:t>
            </w: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</w:tr>
      <w:tr w:rsidR="00A6183C" w:rsidRPr="00990230" w:rsidTr="00E37B91">
        <w:trPr>
          <w:trHeight w:val="165"/>
          <w:jc w:val="center"/>
        </w:trPr>
        <w:tc>
          <w:tcPr>
            <w:tcW w:w="11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119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(L.E/hour)</w:t>
            </w:r>
          </w:p>
        </w:tc>
        <w:tc>
          <w:tcPr>
            <w:tcW w:w="120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Boy/Girl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Woman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Man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0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</w:p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A6183C" w:rsidRPr="00990230" w:rsidRDefault="00CF61E9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A6183C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A6183C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proofErr w:type="spellStart"/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Manuring</w:t>
            </w:r>
            <w:proofErr w:type="spellEnd"/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preparation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Adding agricultural gypsum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leveling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Planting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Irrigation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Fertilizing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Weeding/Hoeing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Replanting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Pest control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Harvesting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Threshing and winnowing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Residuals removing</w:t>
            </w:r>
          </w:p>
        </w:tc>
      </w:tr>
      <w:tr w:rsidR="00A6183C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A6183C" w:rsidRPr="00990230" w:rsidRDefault="00A6183C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Transportation</w:t>
            </w:r>
          </w:p>
        </w:tc>
      </w:tr>
    </w:tbl>
    <w:p w:rsidR="00BA76BA" w:rsidRPr="00990230" w:rsidRDefault="00BA76BA" w:rsidP="00DB304B">
      <w:pPr>
        <w:keepNext/>
        <w:keepLines/>
        <w:autoSpaceDE w:val="0"/>
        <w:autoSpaceDN w:val="0"/>
        <w:spacing w:after="0" w:line="240" w:lineRule="auto"/>
        <w:ind w:left="142"/>
        <w:rPr>
          <w:rFonts w:ascii="Calibri" w:hAnsi="Calibri" w:cs="Arial"/>
          <w:b/>
          <w:bCs/>
          <w:sz w:val="23"/>
          <w:szCs w:val="23"/>
        </w:rPr>
      </w:pPr>
      <w:r w:rsidRPr="00990230">
        <w:rPr>
          <w:rFonts w:ascii="Calibri" w:hAnsi="Calibri" w:cs="Arial"/>
          <w:b/>
          <w:bCs/>
          <w:sz w:val="23"/>
          <w:szCs w:val="23"/>
        </w:rPr>
        <w:lastRenderedPageBreak/>
        <w:t>1.1.2. Costs</w:t>
      </w:r>
      <w:r w:rsidRPr="00990230">
        <w:rPr>
          <w:rFonts w:ascii="Calibri" w:hAnsi="Calibri" w:cs="Arial"/>
          <w:b/>
          <w:bCs/>
          <w:sz w:val="23"/>
          <w:szCs w:val="23"/>
          <w:rtl/>
        </w:rPr>
        <w:t xml:space="preserve"> </w:t>
      </w:r>
      <w:r w:rsidRPr="00990230">
        <w:rPr>
          <w:rFonts w:ascii="Calibri" w:hAnsi="Calibri" w:cs="Arial"/>
          <w:b/>
          <w:bCs/>
          <w:sz w:val="23"/>
          <w:szCs w:val="23"/>
        </w:rPr>
        <w:t xml:space="preserve">of human labour/animal labour/machinery </w:t>
      </w:r>
      <w:r w:rsidRPr="00990230">
        <w:rPr>
          <w:rFonts w:ascii="Calibri" w:hAnsi="Calibri"/>
          <w:b/>
          <w:bCs/>
          <w:sz w:val="23"/>
          <w:szCs w:val="23"/>
        </w:rPr>
        <w:t>according to farm operations</w:t>
      </w:r>
      <w:r w:rsidRPr="00990230">
        <w:rPr>
          <w:rFonts w:ascii="Calibri" w:hAnsi="Calibri" w:cs="Arial"/>
          <w:b/>
          <w:bCs/>
          <w:sz w:val="23"/>
          <w:szCs w:val="23"/>
        </w:rPr>
        <w:t xml:space="preserve"> for the cultivated area </w:t>
      </w:r>
      <w:r w:rsidRPr="00990230">
        <w:rPr>
          <w:rFonts w:ascii="Calibri" w:hAnsi="Calibri"/>
          <w:b/>
          <w:bCs/>
          <w:sz w:val="23"/>
          <w:szCs w:val="23"/>
        </w:rPr>
        <w:t xml:space="preserve">in </w:t>
      </w:r>
      <w:proofErr w:type="gramStart"/>
      <w:r w:rsidRPr="00990230">
        <w:rPr>
          <w:rFonts w:ascii="Calibri" w:hAnsi="Calibri"/>
          <w:b/>
          <w:bCs/>
          <w:sz w:val="23"/>
          <w:szCs w:val="23"/>
        </w:rPr>
        <w:t>Summer</w:t>
      </w:r>
      <w:proofErr w:type="gramEnd"/>
      <w:r w:rsidRPr="00990230">
        <w:rPr>
          <w:rFonts w:ascii="Calibri" w:hAnsi="Calibri"/>
          <w:b/>
          <w:bCs/>
          <w:sz w:val="23"/>
          <w:szCs w:val="23"/>
        </w:rPr>
        <w:t xml:space="preserve"> 2011, Winter 2010/2011 &amp; </w:t>
      </w:r>
      <w:r w:rsidR="00632C98">
        <w:rPr>
          <w:rFonts w:ascii="Calibri" w:hAnsi="Calibri"/>
          <w:b/>
          <w:bCs/>
          <w:sz w:val="23"/>
          <w:szCs w:val="23"/>
        </w:rPr>
        <w:t>Fruit Trees</w:t>
      </w:r>
      <w:r w:rsidRPr="00990230">
        <w:rPr>
          <w:rFonts w:ascii="Calibri" w:hAnsi="Calibri" w:cs="Arial"/>
          <w:b/>
          <w:bCs/>
          <w:sz w:val="23"/>
          <w:szCs w:val="23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>(</w:t>
      </w:r>
      <w:r w:rsidRPr="00990230">
        <w:rPr>
          <w:rFonts w:ascii="Calibri" w:hAnsi="Calibri" w:cs="Arial"/>
          <w:b/>
          <w:bCs/>
          <w:sz w:val="19"/>
          <w:szCs w:val="19"/>
        </w:rPr>
        <w:t xml:space="preserve">if the farmer cultivated more than two crops/trees in one season, you concentrate on the two crops/trees that were </w:t>
      </w:r>
      <w:r w:rsidRPr="00990230">
        <w:rPr>
          <w:rFonts w:ascii="Calibri" w:hAnsi="Calibri"/>
          <w:b/>
          <w:bCs/>
          <w:sz w:val="19"/>
          <w:szCs w:val="19"/>
        </w:rPr>
        <w:t>the most relatively important in terms of area</w:t>
      </w:r>
      <w:r w:rsidRPr="00990230">
        <w:rPr>
          <w:rFonts w:ascii="Calibri" w:hAnsi="Calibri" w:cs="Arial"/>
          <w:b/>
          <w:bCs/>
          <w:sz w:val="20"/>
          <w:szCs w:val="20"/>
        </w:rPr>
        <w:t>)</w:t>
      </w:r>
    </w:p>
    <w:tbl>
      <w:tblPr>
        <w:bidiVisual/>
        <w:tblW w:w="485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193"/>
        <w:gridCol w:w="1194"/>
        <w:gridCol w:w="1205"/>
        <w:gridCol w:w="1205"/>
        <w:gridCol w:w="945"/>
        <w:gridCol w:w="945"/>
        <w:gridCol w:w="945"/>
        <w:gridCol w:w="850"/>
        <w:gridCol w:w="546"/>
        <w:gridCol w:w="872"/>
        <w:gridCol w:w="524"/>
        <w:gridCol w:w="893"/>
        <w:gridCol w:w="504"/>
        <w:gridCol w:w="660"/>
        <w:gridCol w:w="586"/>
        <w:gridCol w:w="234"/>
        <w:gridCol w:w="999"/>
      </w:tblGrid>
      <w:tr w:rsidR="00BA76BA" w:rsidRPr="00990230" w:rsidTr="00E37B91">
        <w:trPr>
          <w:trHeight w:val="20"/>
          <w:jc w:val="center"/>
        </w:trPr>
        <w:tc>
          <w:tcPr>
            <w:tcW w:w="2387" w:type="dxa"/>
            <w:gridSpan w:val="2"/>
            <w:vMerge w:val="restart"/>
            <w:tcBorders>
              <w:top w:val="thinThickSmallGap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Animal days of work</w:t>
            </w:r>
          </w:p>
        </w:tc>
        <w:tc>
          <w:tcPr>
            <w:tcW w:w="2410" w:type="dxa"/>
            <w:gridSpan w:val="2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Machine hours of work</w:t>
            </w:r>
          </w:p>
        </w:tc>
        <w:tc>
          <w:tcPr>
            <w:tcW w:w="2835" w:type="dxa"/>
            <w:gridSpan w:val="3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Family-labour days of work</w:t>
            </w:r>
          </w:p>
        </w:tc>
        <w:tc>
          <w:tcPr>
            <w:tcW w:w="4189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Hired-labour days of work</w:t>
            </w:r>
          </w:p>
        </w:tc>
        <w:tc>
          <w:tcPr>
            <w:tcW w:w="660" w:type="dxa"/>
            <w:tcBorders>
              <w:top w:val="thinThickSmallGap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</w:p>
        </w:tc>
        <w:tc>
          <w:tcPr>
            <w:tcW w:w="820" w:type="dxa"/>
            <w:gridSpan w:val="2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</w:t>
            </w:r>
          </w:p>
        </w:tc>
        <w:tc>
          <w:tcPr>
            <w:tcW w:w="999" w:type="dxa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Summer</w:t>
            </w:r>
          </w:p>
        </w:tc>
      </w:tr>
      <w:tr w:rsidR="00BA76BA" w:rsidRPr="00990230" w:rsidTr="00E37B91">
        <w:trPr>
          <w:trHeight w:val="30"/>
          <w:jc w:val="center"/>
        </w:trPr>
        <w:tc>
          <w:tcPr>
            <w:tcW w:w="2387" w:type="dxa"/>
            <w:gridSpan w:val="2"/>
            <w:vMerge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Boy/Girl</w:t>
            </w: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Woman</w:t>
            </w:r>
          </w:p>
        </w:tc>
        <w:tc>
          <w:tcPr>
            <w:tcW w:w="1397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</w:t>
            </w: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</w:tr>
      <w:tr w:rsidR="00BA76BA" w:rsidRPr="00990230" w:rsidTr="00E37B91">
        <w:trPr>
          <w:trHeight w:val="165"/>
          <w:jc w:val="center"/>
        </w:trPr>
        <w:tc>
          <w:tcPr>
            <w:tcW w:w="11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119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(L.E/hour)</w:t>
            </w:r>
          </w:p>
        </w:tc>
        <w:tc>
          <w:tcPr>
            <w:tcW w:w="120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Boy/Girl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Woman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Man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0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</w:p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BA76BA" w:rsidRPr="00990230" w:rsidRDefault="00CF61E9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BA76BA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BA76BA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proofErr w:type="spellStart"/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Manuring</w:t>
            </w:r>
            <w:proofErr w:type="spellEnd"/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preparation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Adding agricultural gypsum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leveling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Planting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Irrigation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Fertilizing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Weeding/Hoeing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Replanting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Pest control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Harvesting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Threshing and winnowing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Residuals removing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Transportation</w:t>
            </w:r>
          </w:p>
        </w:tc>
      </w:tr>
    </w:tbl>
    <w:p w:rsidR="00BA76BA" w:rsidRPr="00990230" w:rsidRDefault="00BA76BA" w:rsidP="00DB304B">
      <w:pPr>
        <w:keepNext/>
        <w:keepLines/>
        <w:spacing w:after="0" w:line="240" w:lineRule="auto"/>
        <w:rPr>
          <w:rFonts w:ascii="Calibri" w:eastAsia="Arial Unicode MS" w:hAnsi="Calibri" w:cs="PT Bold Heading"/>
          <w:color w:val="0000FF"/>
          <w:sz w:val="2"/>
          <w:szCs w:val="2"/>
          <w:u w:val="single"/>
          <w:rtl/>
        </w:rPr>
      </w:pPr>
    </w:p>
    <w:p w:rsidR="00BA76BA" w:rsidRPr="00990230" w:rsidRDefault="00BA76BA" w:rsidP="00DB304B">
      <w:pPr>
        <w:keepNext/>
        <w:keepLines/>
        <w:spacing w:after="0" w:line="240" w:lineRule="auto"/>
        <w:rPr>
          <w:rFonts w:ascii="Calibri" w:eastAsia="Arial Unicode MS" w:hAnsi="Calibri" w:cs="PT Bold Heading"/>
          <w:color w:val="0000FF"/>
          <w:sz w:val="2"/>
          <w:szCs w:val="2"/>
          <w:u w:val="single"/>
          <w:rtl/>
        </w:rPr>
      </w:pPr>
    </w:p>
    <w:p w:rsidR="00BA76BA" w:rsidRPr="00990230" w:rsidRDefault="00BA76BA" w:rsidP="00DB304B">
      <w:pPr>
        <w:keepNext/>
        <w:keepLines/>
        <w:tabs>
          <w:tab w:val="left" w:pos="1"/>
          <w:tab w:val="left" w:pos="601"/>
          <w:tab w:val="left" w:pos="1202"/>
          <w:tab w:val="left" w:pos="1803"/>
          <w:tab w:val="left" w:pos="2404"/>
          <w:tab w:val="left" w:pos="3006"/>
          <w:tab w:val="left" w:pos="3607"/>
          <w:tab w:val="left" w:pos="4208"/>
          <w:tab w:val="left" w:pos="4809"/>
          <w:tab w:val="left" w:pos="5410"/>
          <w:tab w:val="left" w:pos="6012"/>
          <w:tab w:val="left" w:pos="6613"/>
          <w:tab w:val="left" w:pos="7214"/>
          <w:tab w:val="left" w:pos="7815"/>
          <w:tab w:val="left" w:pos="8416"/>
          <w:tab w:val="left" w:pos="9018"/>
          <w:tab w:val="left" w:pos="9619"/>
          <w:tab w:val="left" w:pos="10220"/>
        </w:tabs>
        <w:spacing w:after="0" w:line="240" w:lineRule="auto"/>
        <w:rPr>
          <w:rFonts w:ascii="Calibri" w:hAnsi="Calibri"/>
          <w:sz w:val="2"/>
          <w:szCs w:val="2"/>
        </w:rPr>
      </w:pPr>
    </w:p>
    <w:tbl>
      <w:tblPr>
        <w:bidiVisual/>
        <w:tblW w:w="485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193"/>
        <w:gridCol w:w="1194"/>
        <w:gridCol w:w="1205"/>
        <w:gridCol w:w="1205"/>
        <w:gridCol w:w="945"/>
        <w:gridCol w:w="945"/>
        <w:gridCol w:w="945"/>
        <w:gridCol w:w="850"/>
        <w:gridCol w:w="546"/>
        <w:gridCol w:w="872"/>
        <w:gridCol w:w="524"/>
        <w:gridCol w:w="893"/>
        <w:gridCol w:w="504"/>
        <w:gridCol w:w="660"/>
        <w:gridCol w:w="586"/>
        <w:gridCol w:w="234"/>
        <w:gridCol w:w="999"/>
      </w:tblGrid>
      <w:tr w:rsidR="00BA76BA" w:rsidRPr="00990230" w:rsidTr="00E37B91">
        <w:trPr>
          <w:trHeight w:val="20"/>
          <w:jc w:val="center"/>
        </w:trPr>
        <w:tc>
          <w:tcPr>
            <w:tcW w:w="2387" w:type="dxa"/>
            <w:gridSpan w:val="2"/>
            <w:vMerge w:val="restart"/>
            <w:tcBorders>
              <w:top w:val="thinThickSmallGap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Animal days of work</w:t>
            </w:r>
          </w:p>
        </w:tc>
        <w:tc>
          <w:tcPr>
            <w:tcW w:w="2410" w:type="dxa"/>
            <w:gridSpan w:val="2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Machine hours of work</w:t>
            </w:r>
          </w:p>
        </w:tc>
        <w:tc>
          <w:tcPr>
            <w:tcW w:w="2835" w:type="dxa"/>
            <w:gridSpan w:val="3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Family-labour days of work</w:t>
            </w:r>
          </w:p>
        </w:tc>
        <w:tc>
          <w:tcPr>
            <w:tcW w:w="4189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Hired-labour days of work</w:t>
            </w:r>
          </w:p>
        </w:tc>
        <w:tc>
          <w:tcPr>
            <w:tcW w:w="660" w:type="dxa"/>
            <w:tcBorders>
              <w:top w:val="thinThickSmallGap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</w:p>
        </w:tc>
        <w:tc>
          <w:tcPr>
            <w:tcW w:w="820" w:type="dxa"/>
            <w:gridSpan w:val="2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</w:t>
            </w:r>
          </w:p>
        </w:tc>
        <w:tc>
          <w:tcPr>
            <w:tcW w:w="999" w:type="dxa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Winter</w:t>
            </w:r>
          </w:p>
        </w:tc>
      </w:tr>
      <w:tr w:rsidR="00BA76BA" w:rsidRPr="00990230" w:rsidTr="00E37B91">
        <w:trPr>
          <w:trHeight w:val="30"/>
          <w:jc w:val="center"/>
        </w:trPr>
        <w:tc>
          <w:tcPr>
            <w:tcW w:w="2387" w:type="dxa"/>
            <w:gridSpan w:val="2"/>
            <w:vMerge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Boy/Girl</w:t>
            </w: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Woman</w:t>
            </w:r>
          </w:p>
        </w:tc>
        <w:tc>
          <w:tcPr>
            <w:tcW w:w="1397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</w:t>
            </w: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</w:tr>
      <w:tr w:rsidR="00BA76BA" w:rsidRPr="00990230" w:rsidTr="00E37B91">
        <w:trPr>
          <w:trHeight w:val="165"/>
          <w:jc w:val="center"/>
        </w:trPr>
        <w:tc>
          <w:tcPr>
            <w:tcW w:w="11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119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(L.E/hour)</w:t>
            </w:r>
          </w:p>
        </w:tc>
        <w:tc>
          <w:tcPr>
            <w:tcW w:w="120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Boy/Girl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Woman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Man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0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</w:p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BA76BA" w:rsidRPr="00990230" w:rsidRDefault="00CF61E9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BA76BA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BA76BA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proofErr w:type="spellStart"/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Manuring</w:t>
            </w:r>
            <w:proofErr w:type="spellEnd"/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preparation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Adding agricultural gypsum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leveling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Planting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Irrigation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Fertilizing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Weeding/Hoeing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Replanting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Pest control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Harvesting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Threshing and winnowing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Residuals removing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Transportation</w:t>
            </w:r>
          </w:p>
        </w:tc>
      </w:tr>
    </w:tbl>
    <w:p w:rsidR="00BA76BA" w:rsidRPr="00990230" w:rsidRDefault="00BA76BA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sz w:val="20"/>
          <w:szCs w:val="20"/>
        </w:rPr>
      </w:pPr>
    </w:p>
    <w:p w:rsidR="00BA76BA" w:rsidRPr="00990230" w:rsidRDefault="00BA76BA" w:rsidP="00DB304B">
      <w:pPr>
        <w:keepNext/>
        <w:keepLines/>
        <w:autoSpaceDE w:val="0"/>
        <w:autoSpaceDN w:val="0"/>
        <w:spacing w:after="0" w:line="240" w:lineRule="exact"/>
        <w:ind w:left="142"/>
        <w:rPr>
          <w:rFonts w:ascii="Calibri" w:hAnsi="Calibri" w:cs="Arial"/>
          <w:b/>
          <w:bCs/>
          <w:sz w:val="23"/>
          <w:szCs w:val="23"/>
        </w:rPr>
      </w:pPr>
      <w:r w:rsidRPr="00990230">
        <w:rPr>
          <w:rFonts w:ascii="Calibri" w:hAnsi="Calibri" w:cs="Arial"/>
          <w:b/>
          <w:bCs/>
          <w:sz w:val="23"/>
          <w:szCs w:val="23"/>
        </w:rPr>
        <w:t>1.1.2. Costs</w:t>
      </w:r>
      <w:r w:rsidRPr="00990230">
        <w:rPr>
          <w:rFonts w:ascii="Calibri" w:hAnsi="Calibri" w:cs="Arial"/>
          <w:b/>
          <w:bCs/>
          <w:sz w:val="23"/>
          <w:szCs w:val="23"/>
          <w:rtl/>
        </w:rPr>
        <w:t xml:space="preserve"> </w:t>
      </w:r>
      <w:r w:rsidRPr="00990230">
        <w:rPr>
          <w:rFonts w:ascii="Calibri" w:hAnsi="Calibri" w:cs="Arial"/>
          <w:b/>
          <w:bCs/>
          <w:sz w:val="23"/>
          <w:szCs w:val="23"/>
        </w:rPr>
        <w:t xml:space="preserve">of human labour/animal labour/machinery </w:t>
      </w:r>
      <w:r w:rsidRPr="00990230">
        <w:rPr>
          <w:rFonts w:ascii="Calibri" w:hAnsi="Calibri"/>
          <w:b/>
          <w:bCs/>
          <w:sz w:val="23"/>
          <w:szCs w:val="23"/>
        </w:rPr>
        <w:t>according to farm operations</w:t>
      </w:r>
      <w:r w:rsidRPr="00990230">
        <w:rPr>
          <w:rFonts w:ascii="Calibri" w:hAnsi="Calibri" w:cs="Arial"/>
          <w:b/>
          <w:bCs/>
          <w:sz w:val="23"/>
          <w:szCs w:val="23"/>
        </w:rPr>
        <w:t xml:space="preserve"> for the cultivated area </w:t>
      </w:r>
      <w:r w:rsidRPr="00990230">
        <w:rPr>
          <w:rFonts w:ascii="Calibri" w:hAnsi="Calibri"/>
          <w:b/>
          <w:bCs/>
          <w:sz w:val="23"/>
          <w:szCs w:val="23"/>
        </w:rPr>
        <w:t xml:space="preserve">in </w:t>
      </w:r>
      <w:proofErr w:type="gramStart"/>
      <w:r w:rsidRPr="00990230">
        <w:rPr>
          <w:rFonts w:ascii="Calibri" w:hAnsi="Calibri"/>
          <w:b/>
          <w:bCs/>
          <w:sz w:val="23"/>
          <w:szCs w:val="23"/>
        </w:rPr>
        <w:t>Summer</w:t>
      </w:r>
      <w:proofErr w:type="gramEnd"/>
      <w:r w:rsidRPr="00990230">
        <w:rPr>
          <w:rFonts w:ascii="Calibri" w:hAnsi="Calibri"/>
          <w:b/>
          <w:bCs/>
          <w:sz w:val="23"/>
          <w:szCs w:val="23"/>
        </w:rPr>
        <w:t xml:space="preserve"> 2011, Winter 2010/2011 &amp; </w:t>
      </w:r>
      <w:r w:rsidR="00632C98">
        <w:rPr>
          <w:rFonts w:ascii="Calibri" w:hAnsi="Calibri"/>
          <w:b/>
          <w:bCs/>
          <w:sz w:val="23"/>
          <w:szCs w:val="23"/>
        </w:rPr>
        <w:t>Fruit Trees</w:t>
      </w:r>
      <w:r w:rsidRPr="00990230">
        <w:rPr>
          <w:rFonts w:ascii="Calibri" w:hAnsi="Calibri" w:cs="Arial"/>
          <w:b/>
          <w:bCs/>
          <w:sz w:val="23"/>
          <w:szCs w:val="23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>(</w:t>
      </w:r>
      <w:r w:rsidRPr="00990230">
        <w:rPr>
          <w:rFonts w:ascii="Calibri" w:hAnsi="Calibri" w:cs="Arial"/>
          <w:b/>
          <w:bCs/>
          <w:sz w:val="19"/>
          <w:szCs w:val="19"/>
        </w:rPr>
        <w:t xml:space="preserve">if the farmer cultivated more than two crops/trees in one season, you concentrate on the two crops/trees that were </w:t>
      </w:r>
      <w:r w:rsidRPr="00990230">
        <w:rPr>
          <w:rFonts w:ascii="Calibri" w:hAnsi="Calibri"/>
          <w:b/>
          <w:bCs/>
          <w:sz w:val="19"/>
          <w:szCs w:val="19"/>
        </w:rPr>
        <w:t>the most relatively important in terms of area</w:t>
      </w:r>
      <w:r w:rsidRPr="00990230">
        <w:rPr>
          <w:rFonts w:ascii="Calibri" w:hAnsi="Calibri" w:cs="Arial"/>
          <w:b/>
          <w:bCs/>
          <w:sz w:val="20"/>
          <w:szCs w:val="20"/>
        </w:rPr>
        <w:t>)</w:t>
      </w:r>
    </w:p>
    <w:tbl>
      <w:tblPr>
        <w:bidiVisual/>
        <w:tblW w:w="485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193"/>
        <w:gridCol w:w="1194"/>
        <w:gridCol w:w="1205"/>
        <w:gridCol w:w="1205"/>
        <w:gridCol w:w="945"/>
        <w:gridCol w:w="945"/>
        <w:gridCol w:w="945"/>
        <w:gridCol w:w="850"/>
        <w:gridCol w:w="546"/>
        <w:gridCol w:w="872"/>
        <w:gridCol w:w="524"/>
        <w:gridCol w:w="893"/>
        <w:gridCol w:w="504"/>
        <w:gridCol w:w="660"/>
        <w:gridCol w:w="586"/>
        <w:gridCol w:w="234"/>
        <w:gridCol w:w="999"/>
      </w:tblGrid>
      <w:tr w:rsidR="00BA76BA" w:rsidRPr="00990230" w:rsidTr="00E37B91">
        <w:trPr>
          <w:trHeight w:val="20"/>
          <w:jc w:val="center"/>
        </w:trPr>
        <w:tc>
          <w:tcPr>
            <w:tcW w:w="2387" w:type="dxa"/>
            <w:gridSpan w:val="2"/>
            <w:vMerge w:val="restart"/>
            <w:tcBorders>
              <w:top w:val="thinThickSmallGap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Animal days of work</w:t>
            </w:r>
          </w:p>
        </w:tc>
        <w:tc>
          <w:tcPr>
            <w:tcW w:w="2410" w:type="dxa"/>
            <w:gridSpan w:val="2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Machine hours of work</w:t>
            </w:r>
          </w:p>
        </w:tc>
        <w:tc>
          <w:tcPr>
            <w:tcW w:w="2835" w:type="dxa"/>
            <w:gridSpan w:val="3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Family-labour days of work</w:t>
            </w:r>
          </w:p>
        </w:tc>
        <w:tc>
          <w:tcPr>
            <w:tcW w:w="4189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Hired-labour days of work</w:t>
            </w:r>
          </w:p>
        </w:tc>
        <w:tc>
          <w:tcPr>
            <w:tcW w:w="660" w:type="dxa"/>
            <w:tcBorders>
              <w:top w:val="thinThickSmallGap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</w:p>
        </w:tc>
        <w:tc>
          <w:tcPr>
            <w:tcW w:w="820" w:type="dxa"/>
            <w:gridSpan w:val="2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</w:t>
            </w:r>
          </w:p>
        </w:tc>
        <w:tc>
          <w:tcPr>
            <w:tcW w:w="999" w:type="dxa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Summer</w:t>
            </w:r>
          </w:p>
        </w:tc>
      </w:tr>
      <w:tr w:rsidR="00BA76BA" w:rsidRPr="00990230" w:rsidTr="00E37B91">
        <w:trPr>
          <w:trHeight w:val="30"/>
          <w:jc w:val="center"/>
        </w:trPr>
        <w:tc>
          <w:tcPr>
            <w:tcW w:w="2387" w:type="dxa"/>
            <w:gridSpan w:val="2"/>
            <w:vMerge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Boy/Girl</w:t>
            </w: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Woman</w:t>
            </w:r>
          </w:p>
        </w:tc>
        <w:tc>
          <w:tcPr>
            <w:tcW w:w="1397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</w:t>
            </w: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</w:tr>
      <w:tr w:rsidR="00BA76BA" w:rsidRPr="00990230" w:rsidTr="00E37B91">
        <w:trPr>
          <w:trHeight w:val="165"/>
          <w:jc w:val="center"/>
        </w:trPr>
        <w:tc>
          <w:tcPr>
            <w:tcW w:w="11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119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(L.E/hour)</w:t>
            </w:r>
          </w:p>
        </w:tc>
        <w:tc>
          <w:tcPr>
            <w:tcW w:w="120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Boy/Girl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Woman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Man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0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</w:p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BA76BA" w:rsidRPr="00990230" w:rsidRDefault="00CF61E9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BA76BA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BA76BA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proofErr w:type="spellStart"/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Manuring</w:t>
            </w:r>
            <w:proofErr w:type="spellEnd"/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preparation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Adding agricultural gypsum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leveling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Planting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Irrigation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Fertilizing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Weeding/Hoeing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Replanting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Pest control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Harvesting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Threshing and winnowing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Residuals removing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Transportation</w:t>
            </w:r>
          </w:p>
        </w:tc>
      </w:tr>
    </w:tbl>
    <w:p w:rsidR="00BA76BA" w:rsidRPr="00990230" w:rsidRDefault="00BA76BA" w:rsidP="00DB304B">
      <w:pPr>
        <w:keepNext/>
        <w:keepLines/>
        <w:spacing w:after="0" w:line="240" w:lineRule="auto"/>
        <w:rPr>
          <w:rFonts w:ascii="Calibri" w:eastAsia="Arial Unicode MS" w:hAnsi="Calibri" w:cs="PT Bold Heading"/>
          <w:color w:val="0000FF"/>
          <w:sz w:val="2"/>
          <w:szCs w:val="2"/>
          <w:u w:val="single"/>
          <w:rtl/>
        </w:rPr>
      </w:pPr>
    </w:p>
    <w:p w:rsidR="00BA76BA" w:rsidRPr="00990230" w:rsidRDefault="00BA76BA" w:rsidP="00DB304B">
      <w:pPr>
        <w:keepNext/>
        <w:keepLines/>
        <w:tabs>
          <w:tab w:val="left" w:pos="1"/>
          <w:tab w:val="left" w:pos="601"/>
          <w:tab w:val="left" w:pos="1202"/>
          <w:tab w:val="left" w:pos="1803"/>
          <w:tab w:val="left" w:pos="2404"/>
          <w:tab w:val="left" w:pos="3006"/>
          <w:tab w:val="left" w:pos="3607"/>
          <w:tab w:val="left" w:pos="4208"/>
          <w:tab w:val="left" w:pos="4809"/>
          <w:tab w:val="left" w:pos="5410"/>
          <w:tab w:val="left" w:pos="6012"/>
          <w:tab w:val="left" w:pos="6613"/>
          <w:tab w:val="left" w:pos="7214"/>
          <w:tab w:val="left" w:pos="7815"/>
          <w:tab w:val="left" w:pos="8416"/>
          <w:tab w:val="left" w:pos="9018"/>
          <w:tab w:val="left" w:pos="9619"/>
          <w:tab w:val="left" w:pos="10220"/>
        </w:tabs>
        <w:spacing w:after="0" w:line="240" w:lineRule="auto"/>
        <w:rPr>
          <w:rFonts w:ascii="Calibri" w:hAnsi="Calibri"/>
          <w:sz w:val="2"/>
          <w:szCs w:val="2"/>
        </w:rPr>
      </w:pPr>
    </w:p>
    <w:tbl>
      <w:tblPr>
        <w:bidiVisual/>
        <w:tblW w:w="485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193"/>
        <w:gridCol w:w="1194"/>
        <w:gridCol w:w="1205"/>
        <w:gridCol w:w="1205"/>
        <w:gridCol w:w="945"/>
        <w:gridCol w:w="945"/>
        <w:gridCol w:w="945"/>
        <w:gridCol w:w="850"/>
        <w:gridCol w:w="546"/>
        <w:gridCol w:w="872"/>
        <w:gridCol w:w="524"/>
        <w:gridCol w:w="893"/>
        <w:gridCol w:w="504"/>
        <w:gridCol w:w="660"/>
        <w:gridCol w:w="586"/>
        <w:gridCol w:w="234"/>
        <w:gridCol w:w="999"/>
      </w:tblGrid>
      <w:tr w:rsidR="00BA76BA" w:rsidRPr="00990230" w:rsidTr="00E37B91">
        <w:trPr>
          <w:trHeight w:val="20"/>
          <w:jc w:val="center"/>
        </w:trPr>
        <w:tc>
          <w:tcPr>
            <w:tcW w:w="2387" w:type="dxa"/>
            <w:gridSpan w:val="2"/>
            <w:vMerge w:val="restart"/>
            <w:tcBorders>
              <w:top w:val="thinThickSmallGap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Animal days of work</w:t>
            </w:r>
          </w:p>
        </w:tc>
        <w:tc>
          <w:tcPr>
            <w:tcW w:w="2410" w:type="dxa"/>
            <w:gridSpan w:val="2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Machine hours of work</w:t>
            </w:r>
          </w:p>
        </w:tc>
        <w:tc>
          <w:tcPr>
            <w:tcW w:w="2835" w:type="dxa"/>
            <w:gridSpan w:val="3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Family-labour days of work</w:t>
            </w:r>
          </w:p>
        </w:tc>
        <w:tc>
          <w:tcPr>
            <w:tcW w:w="4189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Hired-labour days of work</w:t>
            </w:r>
          </w:p>
        </w:tc>
        <w:tc>
          <w:tcPr>
            <w:tcW w:w="660" w:type="dxa"/>
            <w:tcBorders>
              <w:top w:val="thinThickSmallGap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</w:p>
        </w:tc>
        <w:tc>
          <w:tcPr>
            <w:tcW w:w="820" w:type="dxa"/>
            <w:gridSpan w:val="2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</w:t>
            </w:r>
          </w:p>
        </w:tc>
        <w:tc>
          <w:tcPr>
            <w:tcW w:w="999" w:type="dxa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Winter</w:t>
            </w:r>
          </w:p>
        </w:tc>
      </w:tr>
      <w:tr w:rsidR="00BA76BA" w:rsidRPr="00990230" w:rsidTr="00E37B91">
        <w:trPr>
          <w:trHeight w:val="30"/>
          <w:jc w:val="center"/>
        </w:trPr>
        <w:tc>
          <w:tcPr>
            <w:tcW w:w="2387" w:type="dxa"/>
            <w:gridSpan w:val="2"/>
            <w:vMerge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Boy/Girl</w:t>
            </w: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Woman</w:t>
            </w:r>
          </w:p>
        </w:tc>
        <w:tc>
          <w:tcPr>
            <w:tcW w:w="1397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</w:t>
            </w: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</w:tr>
      <w:tr w:rsidR="00BA76BA" w:rsidRPr="00990230" w:rsidTr="00E37B91">
        <w:trPr>
          <w:trHeight w:val="165"/>
          <w:jc w:val="center"/>
        </w:trPr>
        <w:tc>
          <w:tcPr>
            <w:tcW w:w="11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119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(L.E/hour)</w:t>
            </w:r>
          </w:p>
        </w:tc>
        <w:tc>
          <w:tcPr>
            <w:tcW w:w="120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Boy/Girl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Woman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Man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0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</w:p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BA76BA" w:rsidRPr="00990230" w:rsidRDefault="00CF61E9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BA76BA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BA76BA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proofErr w:type="spellStart"/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Manuring</w:t>
            </w:r>
            <w:proofErr w:type="spellEnd"/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preparation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Adding agricultural gypsum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leveling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Planting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Irrigation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Fertilizing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Weeding/Hoeing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Replanting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Pest control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Harvesting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Threshing and winnowing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Residuals removing</w:t>
            </w:r>
          </w:p>
        </w:tc>
      </w:tr>
      <w:tr w:rsidR="00BA76BA" w:rsidRPr="00990230" w:rsidTr="00E37B91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Transportation</w:t>
            </w:r>
          </w:p>
        </w:tc>
      </w:tr>
    </w:tbl>
    <w:p w:rsidR="00BA76BA" w:rsidRPr="00990230" w:rsidRDefault="00BA76BA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sz w:val="20"/>
          <w:szCs w:val="20"/>
        </w:rPr>
      </w:pPr>
    </w:p>
    <w:p w:rsidR="0050367D" w:rsidRPr="00990230" w:rsidRDefault="0050367D" w:rsidP="00DB304B">
      <w:pPr>
        <w:keepNext/>
        <w:keepLines/>
        <w:autoSpaceDE w:val="0"/>
        <w:autoSpaceDN w:val="0"/>
        <w:spacing w:after="0" w:line="240" w:lineRule="exact"/>
        <w:rPr>
          <w:rFonts w:ascii="Calibri" w:hAnsi="Calibri"/>
          <w:b/>
          <w:bCs/>
          <w:sz w:val="23"/>
          <w:szCs w:val="23"/>
        </w:rPr>
      </w:pPr>
      <w:proofErr w:type="gramStart"/>
      <w:r w:rsidRPr="00990230">
        <w:rPr>
          <w:rFonts w:ascii="Calibri" w:hAnsi="Calibri" w:cs="Arial"/>
          <w:b/>
          <w:bCs/>
          <w:sz w:val="23"/>
          <w:szCs w:val="23"/>
        </w:rPr>
        <w:t>Cont’d.</w:t>
      </w:r>
      <w:proofErr w:type="gramEnd"/>
      <w:r w:rsidRPr="00990230">
        <w:rPr>
          <w:rFonts w:ascii="Calibri" w:hAnsi="Calibri" w:cs="Arial"/>
          <w:b/>
          <w:bCs/>
          <w:sz w:val="23"/>
          <w:szCs w:val="23"/>
        </w:rPr>
        <w:t xml:space="preserve"> Costs</w:t>
      </w:r>
      <w:r w:rsidRPr="00990230">
        <w:rPr>
          <w:rFonts w:ascii="Calibri" w:hAnsi="Calibri" w:cs="Arial"/>
          <w:b/>
          <w:bCs/>
          <w:sz w:val="23"/>
          <w:szCs w:val="23"/>
          <w:rtl/>
        </w:rPr>
        <w:t xml:space="preserve"> </w:t>
      </w:r>
      <w:r w:rsidRPr="00990230">
        <w:rPr>
          <w:rFonts w:ascii="Calibri" w:hAnsi="Calibri" w:cs="Arial"/>
          <w:b/>
          <w:bCs/>
          <w:sz w:val="23"/>
          <w:szCs w:val="23"/>
        </w:rPr>
        <w:t>of human labour/</w:t>
      </w:r>
      <w:r w:rsidRPr="00990230">
        <w:rPr>
          <w:rFonts w:ascii="Calibri" w:hAnsi="Calibri"/>
          <w:b/>
          <w:bCs/>
          <w:sz w:val="23"/>
          <w:szCs w:val="23"/>
        </w:rPr>
        <w:t xml:space="preserve">animal labour/machinery according to farm operations for the cultivated area in </w:t>
      </w:r>
      <w:proofErr w:type="gramStart"/>
      <w:r w:rsidRPr="00990230">
        <w:rPr>
          <w:rFonts w:ascii="Calibri" w:hAnsi="Calibri"/>
          <w:b/>
          <w:bCs/>
          <w:sz w:val="23"/>
          <w:szCs w:val="23"/>
        </w:rPr>
        <w:t>Summer</w:t>
      </w:r>
      <w:proofErr w:type="gramEnd"/>
      <w:r w:rsidRPr="00990230">
        <w:rPr>
          <w:rFonts w:ascii="Calibri" w:hAnsi="Calibri"/>
          <w:b/>
          <w:bCs/>
          <w:sz w:val="23"/>
          <w:szCs w:val="23"/>
        </w:rPr>
        <w:t xml:space="preserve"> 2011, Winter 2010/2011 &amp; </w:t>
      </w:r>
      <w:r w:rsidR="00632C98">
        <w:rPr>
          <w:rFonts w:ascii="Calibri" w:hAnsi="Calibri"/>
          <w:b/>
          <w:bCs/>
          <w:sz w:val="23"/>
          <w:szCs w:val="23"/>
        </w:rPr>
        <w:t>Fruit Trees</w:t>
      </w:r>
    </w:p>
    <w:tbl>
      <w:tblPr>
        <w:bidiVisual/>
        <w:tblW w:w="500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231"/>
        <w:gridCol w:w="1231"/>
        <w:gridCol w:w="1242"/>
        <w:gridCol w:w="1242"/>
        <w:gridCol w:w="974"/>
        <w:gridCol w:w="974"/>
        <w:gridCol w:w="974"/>
        <w:gridCol w:w="876"/>
        <w:gridCol w:w="563"/>
        <w:gridCol w:w="899"/>
        <w:gridCol w:w="540"/>
        <w:gridCol w:w="921"/>
        <w:gridCol w:w="520"/>
        <w:gridCol w:w="680"/>
        <w:gridCol w:w="604"/>
        <w:gridCol w:w="241"/>
        <w:gridCol w:w="1030"/>
      </w:tblGrid>
      <w:tr w:rsidR="0050367D" w:rsidRPr="00990230" w:rsidTr="0050367D">
        <w:trPr>
          <w:trHeight w:val="20"/>
          <w:jc w:val="center"/>
        </w:trPr>
        <w:tc>
          <w:tcPr>
            <w:tcW w:w="2462" w:type="dxa"/>
            <w:gridSpan w:val="2"/>
            <w:vMerge w:val="restart"/>
            <w:tcBorders>
              <w:top w:val="thinThickSmallGap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Animal days of work</w:t>
            </w:r>
          </w:p>
        </w:tc>
        <w:tc>
          <w:tcPr>
            <w:tcW w:w="2484" w:type="dxa"/>
            <w:gridSpan w:val="2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Machine hours of work</w:t>
            </w:r>
          </w:p>
        </w:tc>
        <w:tc>
          <w:tcPr>
            <w:tcW w:w="2922" w:type="dxa"/>
            <w:gridSpan w:val="3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Family-labour days of work</w:t>
            </w:r>
          </w:p>
        </w:tc>
        <w:tc>
          <w:tcPr>
            <w:tcW w:w="4319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Hired-labour days of work</w:t>
            </w:r>
          </w:p>
        </w:tc>
        <w:tc>
          <w:tcPr>
            <w:tcW w:w="680" w:type="dxa"/>
            <w:tcBorders>
              <w:top w:val="thinThickSmallGap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</w:p>
        </w:tc>
        <w:tc>
          <w:tcPr>
            <w:tcW w:w="845" w:type="dxa"/>
            <w:gridSpan w:val="2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</w:t>
            </w:r>
          </w:p>
        </w:tc>
        <w:tc>
          <w:tcPr>
            <w:tcW w:w="1030" w:type="dxa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Trees</w:t>
            </w:r>
          </w:p>
        </w:tc>
      </w:tr>
      <w:tr w:rsidR="0050367D" w:rsidRPr="00990230" w:rsidTr="0050367D">
        <w:trPr>
          <w:trHeight w:val="30"/>
          <w:jc w:val="center"/>
        </w:trPr>
        <w:tc>
          <w:tcPr>
            <w:tcW w:w="2462" w:type="dxa"/>
            <w:gridSpan w:val="2"/>
            <w:vMerge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84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92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Boy/Girl</w:t>
            </w:r>
          </w:p>
        </w:tc>
        <w:tc>
          <w:tcPr>
            <w:tcW w:w="1439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Woman</w:t>
            </w:r>
          </w:p>
        </w:tc>
        <w:tc>
          <w:tcPr>
            <w:tcW w:w="1441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</w:t>
            </w:r>
          </w:p>
        </w:tc>
        <w:tc>
          <w:tcPr>
            <w:tcW w:w="2555" w:type="dxa"/>
            <w:gridSpan w:val="4"/>
            <w:tcBorders>
              <w:top w:val="single" w:sz="6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</w:tr>
      <w:tr w:rsidR="00BA76BA" w:rsidRPr="00990230" w:rsidTr="0050367D">
        <w:trPr>
          <w:trHeight w:val="165"/>
          <w:jc w:val="center"/>
        </w:trPr>
        <w:tc>
          <w:tcPr>
            <w:tcW w:w="1231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1231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4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(L.E/hour)</w:t>
            </w:r>
          </w:p>
        </w:tc>
        <w:tc>
          <w:tcPr>
            <w:tcW w:w="1242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97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Boy/Girl</w:t>
            </w:r>
          </w:p>
        </w:tc>
        <w:tc>
          <w:tcPr>
            <w:tcW w:w="974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Woman</w:t>
            </w:r>
          </w:p>
        </w:tc>
        <w:tc>
          <w:tcPr>
            <w:tcW w:w="97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Man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6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2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8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</w:p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BA76BA" w:rsidRPr="00990230" w:rsidRDefault="00CF61E9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BA76BA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BA76BA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proofErr w:type="spellStart"/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Manuring</w:t>
            </w:r>
            <w:proofErr w:type="spellEnd"/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preparation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Adding agricultural gypsum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leveling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Planting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Irrigation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Fertilizing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Weeding/Hoeing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Replanting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Pest control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Harvesting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Threshing and winnowing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Residuals removing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231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42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7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9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0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Transportation</w:t>
            </w:r>
          </w:p>
        </w:tc>
      </w:tr>
    </w:tbl>
    <w:p w:rsidR="00BA76BA" w:rsidRPr="00990230" w:rsidRDefault="00BA76BA" w:rsidP="00DB304B">
      <w:pPr>
        <w:keepNext/>
        <w:keepLines/>
        <w:spacing w:after="0" w:line="240" w:lineRule="auto"/>
        <w:rPr>
          <w:rFonts w:ascii="Calibri" w:eastAsia="Arial Unicode MS" w:hAnsi="Calibri" w:cs="PT Bold Heading"/>
          <w:color w:val="0000FF"/>
          <w:sz w:val="2"/>
          <w:szCs w:val="2"/>
          <w:u w:val="single"/>
          <w:rtl/>
        </w:rPr>
      </w:pPr>
    </w:p>
    <w:p w:rsidR="00BA76BA" w:rsidRPr="00990230" w:rsidRDefault="00BA76BA" w:rsidP="00DB304B">
      <w:pPr>
        <w:keepNext/>
        <w:keepLines/>
        <w:spacing w:after="0" w:line="240" w:lineRule="auto"/>
        <w:rPr>
          <w:rFonts w:ascii="Calibri" w:eastAsia="Arial Unicode MS" w:hAnsi="Calibri" w:cs="PT Bold Heading"/>
          <w:color w:val="0000FF"/>
          <w:sz w:val="2"/>
          <w:szCs w:val="2"/>
          <w:u w:val="single"/>
          <w:rtl/>
        </w:rPr>
      </w:pPr>
    </w:p>
    <w:p w:rsidR="00BA76BA" w:rsidRPr="00990230" w:rsidRDefault="00BA76BA" w:rsidP="00DB304B">
      <w:pPr>
        <w:keepNext/>
        <w:keepLines/>
        <w:tabs>
          <w:tab w:val="left" w:pos="1"/>
          <w:tab w:val="left" w:pos="601"/>
          <w:tab w:val="left" w:pos="1202"/>
          <w:tab w:val="left" w:pos="1803"/>
          <w:tab w:val="left" w:pos="2404"/>
          <w:tab w:val="left" w:pos="3006"/>
          <w:tab w:val="left" w:pos="3607"/>
          <w:tab w:val="left" w:pos="4208"/>
          <w:tab w:val="left" w:pos="4809"/>
          <w:tab w:val="left" w:pos="5410"/>
          <w:tab w:val="left" w:pos="6012"/>
          <w:tab w:val="left" w:pos="6613"/>
          <w:tab w:val="left" w:pos="7214"/>
          <w:tab w:val="left" w:pos="7815"/>
          <w:tab w:val="left" w:pos="8416"/>
          <w:tab w:val="left" w:pos="9018"/>
          <w:tab w:val="left" w:pos="9619"/>
          <w:tab w:val="left" w:pos="10220"/>
        </w:tabs>
        <w:spacing w:after="0" w:line="240" w:lineRule="auto"/>
        <w:rPr>
          <w:rFonts w:ascii="Calibri" w:hAnsi="Calibri"/>
          <w:sz w:val="2"/>
          <w:szCs w:val="2"/>
        </w:rPr>
      </w:pPr>
    </w:p>
    <w:tbl>
      <w:tblPr>
        <w:bidiVisual/>
        <w:tblW w:w="500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231"/>
        <w:gridCol w:w="1231"/>
        <w:gridCol w:w="1242"/>
        <w:gridCol w:w="1242"/>
        <w:gridCol w:w="974"/>
        <w:gridCol w:w="974"/>
        <w:gridCol w:w="974"/>
        <w:gridCol w:w="876"/>
        <w:gridCol w:w="563"/>
        <w:gridCol w:w="899"/>
        <w:gridCol w:w="540"/>
        <w:gridCol w:w="921"/>
        <w:gridCol w:w="520"/>
        <w:gridCol w:w="680"/>
        <w:gridCol w:w="604"/>
        <w:gridCol w:w="241"/>
        <w:gridCol w:w="1030"/>
      </w:tblGrid>
      <w:tr w:rsidR="00BA76BA" w:rsidRPr="00990230" w:rsidTr="0050367D">
        <w:trPr>
          <w:trHeight w:val="20"/>
          <w:jc w:val="center"/>
        </w:trPr>
        <w:tc>
          <w:tcPr>
            <w:tcW w:w="2387" w:type="dxa"/>
            <w:gridSpan w:val="2"/>
            <w:vMerge w:val="restart"/>
            <w:tcBorders>
              <w:top w:val="thinThickSmallGap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Animal days of work</w:t>
            </w:r>
          </w:p>
        </w:tc>
        <w:tc>
          <w:tcPr>
            <w:tcW w:w="2410" w:type="dxa"/>
            <w:gridSpan w:val="2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Machine hours of work</w:t>
            </w:r>
          </w:p>
        </w:tc>
        <w:tc>
          <w:tcPr>
            <w:tcW w:w="2835" w:type="dxa"/>
            <w:gridSpan w:val="3"/>
            <w:vMerge w:val="restart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Family-labour days of work</w:t>
            </w:r>
          </w:p>
        </w:tc>
        <w:tc>
          <w:tcPr>
            <w:tcW w:w="4189" w:type="dxa"/>
            <w:gridSpan w:val="6"/>
            <w:tcBorders>
              <w:top w:val="thinThickSmallGap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Hired-labour days of work</w:t>
            </w:r>
          </w:p>
        </w:tc>
        <w:tc>
          <w:tcPr>
            <w:tcW w:w="660" w:type="dxa"/>
            <w:tcBorders>
              <w:top w:val="thinThickSmallGap" w:sz="12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Crop</w:t>
            </w:r>
            <w:r w:rsidRPr="00990230"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  <w:t xml:space="preserve">: </w:t>
            </w:r>
          </w:p>
        </w:tc>
        <w:tc>
          <w:tcPr>
            <w:tcW w:w="820" w:type="dxa"/>
            <w:gridSpan w:val="2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Plot #: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</w:t>
            </w:r>
          </w:p>
        </w:tc>
        <w:tc>
          <w:tcPr>
            <w:tcW w:w="999" w:type="dxa"/>
            <w:tcBorders>
              <w:top w:val="thinThickSmallGap" w:sz="12" w:space="0" w:color="auto"/>
              <w:left w:val="single" w:sz="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  <w:t>Trees</w:t>
            </w:r>
          </w:p>
        </w:tc>
      </w:tr>
      <w:tr w:rsidR="00BA76BA" w:rsidRPr="00990230" w:rsidTr="0050367D">
        <w:trPr>
          <w:trHeight w:val="30"/>
          <w:jc w:val="center"/>
        </w:trPr>
        <w:tc>
          <w:tcPr>
            <w:tcW w:w="2387" w:type="dxa"/>
            <w:gridSpan w:val="2"/>
            <w:vMerge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Boy/Girl</w:t>
            </w:r>
          </w:p>
        </w:tc>
        <w:tc>
          <w:tcPr>
            <w:tcW w:w="1396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Woman</w:t>
            </w:r>
          </w:p>
        </w:tc>
        <w:tc>
          <w:tcPr>
            <w:tcW w:w="1397" w:type="dxa"/>
            <w:gridSpan w:val="2"/>
            <w:tcBorders>
              <w:top w:val="single" w:sz="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</w:t>
            </w: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  <w:bottom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Cultivated Area</w:t>
            </w:r>
          </w:p>
        </w:tc>
      </w:tr>
      <w:tr w:rsidR="0050367D" w:rsidRPr="00990230" w:rsidTr="0050367D">
        <w:trPr>
          <w:trHeight w:val="165"/>
          <w:jc w:val="center"/>
        </w:trPr>
        <w:tc>
          <w:tcPr>
            <w:tcW w:w="1193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1194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(L.E/hour)</w:t>
            </w:r>
          </w:p>
        </w:tc>
        <w:tc>
          <w:tcPr>
            <w:tcW w:w="120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Boy/Girl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Woman</w:t>
            </w:r>
          </w:p>
        </w:tc>
        <w:tc>
          <w:tcPr>
            <w:tcW w:w="945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# of Man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4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2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Costs (L.E/day)</w:t>
            </w:r>
          </w:p>
        </w:tc>
        <w:tc>
          <w:tcPr>
            <w:tcW w:w="504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No.</w:t>
            </w:r>
          </w:p>
        </w:tc>
        <w:tc>
          <w:tcPr>
            <w:tcW w:w="12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Carat: </w:t>
            </w:r>
          </w:p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BA76BA" w:rsidRPr="00990230" w:rsidRDefault="00CF61E9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One Ha</w:t>
            </w:r>
            <w:r w:rsidR="00BA76BA"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: </w:t>
            </w:r>
            <w:r w:rsidR="00BA76BA"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rtl/>
                <w:lang w:bidi="ar-EG"/>
              </w:rPr>
              <w:t>______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proofErr w:type="spellStart"/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Manuring</w:t>
            </w:r>
            <w:proofErr w:type="spellEnd"/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top w:val="single" w:sz="6" w:space="0" w:color="auto"/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preparation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Adding agricultural gypsum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Land leveling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Planting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Irrigation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Fertilizing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Weeding/Hoeing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Replanting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Pest control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Harvesting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  <w:rtl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Threshing and winnowing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Residuals removing</w:t>
            </w:r>
          </w:p>
        </w:tc>
      </w:tr>
      <w:tr w:rsidR="00BA76BA" w:rsidRPr="00990230" w:rsidTr="0050367D">
        <w:trPr>
          <w:trHeight w:val="20"/>
          <w:jc w:val="center"/>
        </w:trPr>
        <w:tc>
          <w:tcPr>
            <w:tcW w:w="1193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205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72" w:type="dxa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24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93" w:type="dxa"/>
            <w:tcBorders>
              <w:top w:val="single" w:sz="6" w:space="0" w:color="auto"/>
              <w:left w:val="single" w:sz="12" w:space="0" w:color="auto"/>
              <w:bottom w:val="thickThinSmallGap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6" w:space="0" w:color="auto"/>
              <w:bottom w:val="thickThinSmallGap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2479" w:type="dxa"/>
            <w:gridSpan w:val="4"/>
            <w:tcBorders>
              <w:left w:val="single" w:sz="12" w:space="0" w:color="auto"/>
            </w:tcBorders>
            <w:shd w:val="clear" w:color="auto" w:fill="auto"/>
            <w:noWrap/>
            <w:vAlign w:val="center"/>
          </w:tcPr>
          <w:p w:rsidR="00BA76BA" w:rsidRPr="00990230" w:rsidRDefault="00BA76BA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sz w:val="18"/>
                <w:szCs w:val="18"/>
              </w:rPr>
              <w:t>Transportation</w:t>
            </w:r>
          </w:p>
        </w:tc>
      </w:tr>
    </w:tbl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</w:rPr>
      </w:pPr>
      <w:r w:rsidRPr="00990230">
        <w:rPr>
          <w:rFonts w:ascii="Calibri" w:hAnsi="Calibri" w:cs="Arial"/>
          <w:b/>
          <w:bCs/>
        </w:rPr>
        <w:lastRenderedPageBreak/>
        <w:t>1.1.3. Costs</w:t>
      </w:r>
      <w:r w:rsidRPr="00990230">
        <w:rPr>
          <w:rFonts w:ascii="Calibri" w:hAnsi="Calibri" w:cs="Arial"/>
          <w:b/>
          <w:bCs/>
          <w:rtl/>
        </w:rPr>
        <w:t xml:space="preserve"> </w:t>
      </w:r>
      <w:r w:rsidRPr="00990230">
        <w:rPr>
          <w:rFonts w:ascii="Calibri" w:hAnsi="Calibri" w:cs="Arial"/>
          <w:b/>
          <w:bCs/>
        </w:rPr>
        <w:t xml:space="preserve">of irrigation for the cultivated area in </w:t>
      </w:r>
      <w:proofErr w:type="gramStart"/>
      <w:r w:rsidRPr="00990230">
        <w:rPr>
          <w:rFonts w:ascii="Calibri" w:hAnsi="Calibri" w:cs="Arial"/>
          <w:b/>
          <w:bCs/>
        </w:rPr>
        <w:t>Summer</w:t>
      </w:r>
      <w:proofErr w:type="gramEnd"/>
      <w:r w:rsidRPr="00990230">
        <w:rPr>
          <w:rFonts w:ascii="Calibri" w:hAnsi="Calibri" w:cs="Arial"/>
          <w:b/>
          <w:bCs/>
        </w:rPr>
        <w:t xml:space="preserve"> 2011, Winter 2010/2011 and </w:t>
      </w:r>
      <w:r w:rsidR="00632C98">
        <w:rPr>
          <w:rFonts w:ascii="Calibri" w:hAnsi="Calibri" w:cs="Arial"/>
          <w:b/>
          <w:bCs/>
        </w:rPr>
        <w:t>Fruit Trees</w:t>
      </w:r>
    </w:p>
    <w:tbl>
      <w:tblPr>
        <w:tblW w:w="485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5"/>
        <w:gridCol w:w="499"/>
        <w:gridCol w:w="823"/>
        <w:gridCol w:w="2603"/>
        <w:gridCol w:w="1147"/>
        <w:gridCol w:w="2280"/>
        <w:gridCol w:w="904"/>
        <w:gridCol w:w="904"/>
        <w:gridCol w:w="1147"/>
        <w:gridCol w:w="2118"/>
        <w:gridCol w:w="1165"/>
      </w:tblGrid>
      <w:tr w:rsidR="005B3F08" w:rsidRPr="00990230" w:rsidTr="00DC6031">
        <w:trPr>
          <w:cantSplit/>
          <w:trHeight w:val="221"/>
          <w:jc w:val="center"/>
        </w:trPr>
        <w:tc>
          <w:tcPr>
            <w:tcW w:w="715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Crops</w:t>
            </w:r>
          </w:p>
        </w:tc>
        <w:tc>
          <w:tcPr>
            <w:tcW w:w="54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Plot No.</w:t>
            </w:r>
          </w:p>
        </w:tc>
        <w:tc>
          <w:tcPr>
            <w:tcW w:w="900" w:type="dxa"/>
            <w:vMerge w:val="restart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rtl/>
              </w:rPr>
            </w:pPr>
            <w:r w:rsidRPr="00990230">
              <w:rPr>
                <w:rFonts w:ascii="Calibri" w:hAnsi="Calibri" w:cs="Arial"/>
                <w:b/>
                <w:bCs/>
              </w:rPr>
              <w:t>Selected Plot No.</w:t>
            </w:r>
          </w:p>
        </w:tc>
        <w:tc>
          <w:tcPr>
            <w:tcW w:w="288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 w:cs="Arial"/>
                <w:b/>
                <w:bCs/>
              </w:rPr>
              <w:t>Establishment of irrigation network</w:t>
            </w:r>
            <w:r w:rsidRPr="00990230">
              <w:rPr>
                <w:rFonts w:ascii="Calibri" w:hAnsi="Calibri" w:cs="Arial"/>
                <w:b/>
                <w:bCs/>
                <w:rtl/>
              </w:rPr>
              <w:t xml:space="preserve"> </w:t>
            </w:r>
            <w:r w:rsidRPr="00990230">
              <w:rPr>
                <w:rFonts w:ascii="Calibri" w:hAnsi="Calibri" w:cs="Arial"/>
                <w:b/>
                <w:bCs/>
              </w:rPr>
              <w:t>Costs (L.E/area)</w:t>
            </w:r>
          </w:p>
        </w:tc>
        <w:tc>
          <w:tcPr>
            <w:tcW w:w="5760" w:type="dxa"/>
            <w:gridSpan w:val="4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 w:cs="Arial"/>
                <w:b/>
                <w:bCs/>
              </w:rPr>
              <w:t>Specifications of irrigation pumps</w:t>
            </w:r>
          </w:p>
        </w:tc>
        <w:tc>
          <w:tcPr>
            <w:tcW w:w="126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 w:cs="Arial"/>
                <w:b/>
                <w:bCs/>
              </w:rPr>
              <w:t>Diesel &amp; oil (L.E/</w:t>
            </w:r>
            <w:r w:rsidR="00B13292" w:rsidRPr="00990230">
              <w:rPr>
                <w:rFonts w:ascii="Calibri" w:hAnsi="Calibri" w:cs="Arial"/>
                <w:b/>
                <w:bCs/>
              </w:rPr>
              <w:t>fed</w:t>
            </w:r>
            <w:r w:rsidRPr="00990230">
              <w:rPr>
                <w:rFonts w:ascii="Calibri" w:hAnsi="Calibri" w:cs="Arial"/>
                <w:b/>
                <w:bCs/>
              </w:rPr>
              <w:t>.)</w:t>
            </w:r>
          </w:p>
        </w:tc>
        <w:tc>
          <w:tcPr>
            <w:tcW w:w="234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hAnsi="Calibri"/>
                <w:b/>
                <w:bCs/>
              </w:rPr>
              <w:t xml:space="preserve">Maintenance </w:t>
            </w:r>
            <w:r w:rsidRPr="00990230">
              <w:rPr>
                <w:rFonts w:ascii="Calibri" w:hAnsi="Calibri" w:cs="Arial"/>
                <w:b/>
                <w:bCs/>
              </w:rPr>
              <w:t xml:space="preserve">&amp; </w:t>
            </w:r>
            <w:r w:rsidRPr="00990230">
              <w:rPr>
                <w:rFonts w:ascii="Calibri" w:hAnsi="Calibri"/>
                <w:b/>
                <w:bCs/>
              </w:rPr>
              <w:t>replacement</w:t>
            </w:r>
            <w:r w:rsidRPr="00990230">
              <w:rPr>
                <w:rFonts w:ascii="Calibri" w:hAnsi="Calibri" w:cs="Arial"/>
                <w:b/>
                <w:bCs/>
              </w:rPr>
              <w:t xml:space="preserve"> (L.E/</w:t>
            </w:r>
            <w:r w:rsidR="00B13292" w:rsidRPr="00990230">
              <w:rPr>
                <w:rFonts w:ascii="Calibri" w:hAnsi="Calibri" w:cs="Arial"/>
                <w:b/>
                <w:bCs/>
              </w:rPr>
              <w:t>fed</w:t>
            </w:r>
            <w:r w:rsidRPr="00990230">
              <w:rPr>
                <w:rFonts w:ascii="Calibri" w:hAnsi="Calibri" w:cs="Arial"/>
                <w:b/>
                <w:bCs/>
              </w:rPr>
              <w:t>.)</w:t>
            </w:r>
          </w:p>
        </w:tc>
        <w:tc>
          <w:tcPr>
            <w:tcW w:w="128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</w:rPr>
            </w:pPr>
            <w:r w:rsidRPr="00990230">
              <w:rPr>
                <w:rFonts w:ascii="Calibri" w:hAnsi="Calibri"/>
                <w:b/>
                <w:bCs/>
              </w:rPr>
              <w:t>Other (specify)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rtl/>
                <w:lang w:bidi="ar-EG"/>
              </w:rPr>
              <w:t>___</w:t>
            </w:r>
          </w:p>
        </w:tc>
      </w:tr>
      <w:tr w:rsidR="005B3F08" w:rsidRPr="00990230" w:rsidTr="00DC6031">
        <w:trPr>
          <w:cantSplit/>
          <w:trHeight w:val="276"/>
          <w:jc w:val="center"/>
        </w:trPr>
        <w:tc>
          <w:tcPr>
            <w:tcW w:w="715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rtl/>
              </w:rPr>
            </w:pP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textDirection w:val="btLr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rtl/>
              </w:rPr>
            </w:pPr>
          </w:p>
        </w:tc>
        <w:tc>
          <w:tcPr>
            <w:tcW w:w="288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rtl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Type &amp; Model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Discharge capacity (Liter/sec.)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Power (HP)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Price (</w:t>
            </w:r>
            <w:r w:rsidRPr="00990230">
              <w:rPr>
                <w:rFonts w:ascii="Calibri" w:hAnsi="Calibri" w:cs="Arial"/>
                <w:b/>
                <w:bCs/>
              </w:rPr>
              <w:t>L.E</w:t>
            </w: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rtl/>
              </w:rPr>
            </w:pPr>
          </w:p>
        </w:tc>
        <w:tc>
          <w:tcPr>
            <w:tcW w:w="23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</w:rPr>
            </w:pPr>
          </w:p>
        </w:tc>
        <w:tc>
          <w:tcPr>
            <w:tcW w:w="128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</w:rPr>
            </w:pPr>
          </w:p>
        </w:tc>
      </w:tr>
      <w:tr w:rsidR="005B3F08" w:rsidRPr="00990230" w:rsidTr="00DC6031">
        <w:trPr>
          <w:cantSplit/>
          <w:trHeight w:val="23"/>
          <w:jc w:val="center"/>
        </w:trPr>
        <w:tc>
          <w:tcPr>
            <w:tcW w:w="2155" w:type="dxa"/>
            <w:gridSpan w:val="3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Summer:</w:t>
            </w:r>
          </w:p>
        </w:tc>
        <w:tc>
          <w:tcPr>
            <w:tcW w:w="288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  <w:lang w:bidi="ar-EG"/>
              </w:rPr>
            </w:pPr>
          </w:p>
        </w:tc>
        <w:tc>
          <w:tcPr>
            <w:tcW w:w="126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252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4880" w:type="dxa"/>
            <w:gridSpan w:val="3"/>
            <w:tcBorders>
              <w:top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</w:tr>
      <w:tr w:rsidR="005B3F08" w:rsidRPr="00990230" w:rsidTr="00DC6031">
        <w:trPr>
          <w:cantSplit/>
          <w:trHeight w:val="23"/>
          <w:jc w:val="center"/>
        </w:trPr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88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</w:tr>
      <w:tr w:rsidR="005B3F08" w:rsidRPr="00990230" w:rsidTr="00DC6031">
        <w:trPr>
          <w:cantSplit/>
          <w:trHeight w:val="55"/>
          <w:jc w:val="center"/>
        </w:trPr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88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</w:tr>
      <w:tr w:rsidR="005B3F08" w:rsidRPr="00990230" w:rsidTr="00DC6031">
        <w:trPr>
          <w:cantSplit/>
          <w:trHeight w:val="23"/>
          <w:jc w:val="center"/>
        </w:trPr>
        <w:tc>
          <w:tcPr>
            <w:tcW w:w="2155" w:type="dxa"/>
            <w:gridSpan w:val="3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Winter:</w:t>
            </w:r>
          </w:p>
        </w:tc>
        <w:tc>
          <w:tcPr>
            <w:tcW w:w="288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4880" w:type="dxa"/>
            <w:gridSpan w:val="3"/>
            <w:tcBorders>
              <w:top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</w:tr>
      <w:tr w:rsidR="005B3F08" w:rsidRPr="00990230" w:rsidTr="00DC6031">
        <w:trPr>
          <w:cantSplit/>
          <w:trHeight w:val="23"/>
          <w:jc w:val="center"/>
        </w:trPr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88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</w:tr>
      <w:tr w:rsidR="005B3F08" w:rsidRPr="00990230" w:rsidTr="00DC6031">
        <w:trPr>
          <w:cantSplit/>
          <w:trHeight w:val="23"/>
          <w:jc w:val="center"/>
        </w:trPr>
        <w:tc>
          <w:tcPr>
            <w:tcW w:w="7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88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1280" w:type="dxa"/>
            <w:tcBorders>
              <w:bottom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</w:tr>
      <w:tr w:rsidR="005B3F08" w:rsidRPr="00990230" w:rsidTr="00DC6031">
        <w:trPr>
          <w:cantSplit/>
          <w:trHeight w:val="45"/>
          <w:jc w:val="center"/>
        </w:trPr>
        <w:tc>
          <w:tcPr>
            <w:tcW w:w="2155" w:type="dxa"/>
            <w:gridSpan w:val="3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Trees:</w:t>
            </w:r>
          </w:p>
        </w:tc>
        <w:tc>
          <w:tcPr>
            <w:tcW w:w="288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4880" w:type="dxa"/>
            <w:gridSpan w:val="3"/>
            <w:tcBorders>
              <w:top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</w:tr>
      <w:tr w:rsidR="005B3F08" w:rsidRPr="00990230" w:rsidTr="00DC6031">
        <w:trPr>
          <w:cantSplit/>
          <w:trHeight w:val="23"/>
          <w:jc w:val="center"/>
        </w:trPr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88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128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</w:tr>
      <w:tr w:rsidR="005B3F08" w:rsidRPr="00990230" w:rsidTr="00DC6031">
        <w:trPr>
          <w:cantSplit/>
          <w:trHeight w:val="64"/>
          <w:jc w:val="center"/>
        </w:trPr>
        <w:tc>
          <w:tcPr>
            <w:tcW w:w="715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900" w:type="dxa"/>
            <w:tcBorders>
              <w:bottom w:val="thickThin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880" w:type="dxa"/>
            <w:vMerge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2520" w:type="dxa"/>
            <w:vMerge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2340" w:type="dxa"/>
            <w:tcBorders>
              <w:bottom w:val="thickThin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  <w:tc>
          <w:tcPr>
            <w:tcW w:w="1280" w:type="dxa"/>
            <w:tcBorders>
              <w:bottom w:val="thickThin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18"/>
                <w:szCs w:val="18"/>
                <w:rtl/>
              </w:rPr>
            </w:pPr>
          </w:p>
        </w:tc>
      </w:tr>
    </w:tbl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follow maintenance practices for your irrigation system</w:t>
      </w:r>
      <w:r w:rsidRPr="00990230">
        <w:rPr>
          <w:rFonts w:ascii="Calibri" w:hAnsi="Calibri" w:cs="Arial"/>
          <w:b/>
          <w:bCs/>
        </w:rPr>
        <w:t xml:space="preserve"> in </w:t>
      </w:r>
      <w:proofErr w:type="gramStart"/>
      <w:r w:rsidRPr="00990230">
        <w:rPr>
          <w:rFonts w:ascii="Calibri" w:hAnsi="Calibri" w:cs="Arial"/>
          <w:b/>
          <w:bCs/>
        </w:rPr>
        <w:t>Summer</w:t>
      </w:r>
      <w:proofErr w:type="gramEnd"/>
      <w:r w:rsidRPr="00990230">
        <w:rPr>
          <w:rFonts w:ascii="Calibri" w:hAnsi="Calibri" w:cs="Arial"/>
          <w:b/>
          <w:bCs/>
        </w:rPr>
        <w:t xml:space="preserve"> 2011, Winter 2010/2011 and </w:t>
      </w:r>
      <w:r w:rsidR="00632C98">
        <w:rPr>
          <w:rFonts w:ascii="Calibri" w:hAnsi="Calibri" w:cs="Arial"/>
          <w:b/>
          <w:bCs/>
        </w:rPr>
        <w:t>Fruit Trees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</w:rPr>
        <w:t>1= Yes</w:t>
      </w:r>
      <w:r w:rsidR="00122D65" w:rsidRPr="00990230">
        <w:rPr>
          <w:rFonts w:ascii="Calibri" w:hAnsi="Calibri" w:cs="Arial"/>
        </w:rPr>
        <w:t xml:space="preserve">  </w:t>
      </w:r>
      <w:r w:rsidRPr="00990230">
        <w:rPr>
          <w:rFonts w:ascii="Calibri" w:hAnsi="Calibri" w:cs="Arial"/>
        </w:rPr>
        <w:tab/>
        <w:t>2= No</w:t>
      </w:r>
      <w:r w:rsidRPr="00990230">
        <w:rPr>
          <w:rFonts w:ascii="Calibri" w:hAnsi="Calibri" w:cs="Arial"/>
          <w:rtl/>
        </w:rPr>
        <w:tab/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</w:p>
    <w:p w:rsidR="005B3F08" w:rsidRPr="00990230" w:rsidRDefault="005B3F08" w:rsidP="00DB304B">
      <w:pPr>
        <w:keepNext/>
        <w:keepLines/>
        <w:numPr>
          <w:ilvl w:val="0"/>
          <w:numId w:val="13"/>
        </w:numPr>
        <w:spacing w:after="0" w:line="240" w:lineRule="auto"/>
        <w:rPr>
          <w:rFonts w:ascii="Calibri" w:eastAsia="Arial Unicode MS" w:hAnsi="Calibri" w:cs="Sultan bold"/>
          <w:b/>
          <w:bCs/>
          <w:u w:val="dash"/>
        </w:rPr>
      </w:pPr>
      <w:r w:rsidRPr="00990230">
        <w:rPr>
          <w:rFonts w:ascii="Calibri" w:eastAsia="Arial Unicode MS" w:hAnsi="Calibri" w:cs="Sultan bold"/>
          <w:b/>
          <w:bCs/>
          <w:u w:val="dash"/>
        </w:rPr>
        <w:t xml:space="preserve">For diesel pumps: </w:t>
      </w:r>
    </w:p>
    <w:p w:rsidR="005B3F08" w:rsidRPr="00990230" w:rsidRDefault="005B3F08" w:rsidP="00DB304B">
      <w:pPr>
        <w:keepNext/>
        <w:keepLines/>
        <w:spacing w:after="0" w:line="240" w:lineRule="auto"/>
        <w:ind w:left="760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 xml:space="preserve">- Which maintenance practices did you follow for your irrigation system </w:t>
      </w:r>
      <w:r w:rsidRPr="00990230">
        <w:rPr>
          <w:rFonts w:ascii="Calibri" w:hAnsi="Calibri" w:cs="Arial"/>
          <w:b/>
          <w:bCs/>
        </w:rPr>
        <w:t xml:space="preserve">in </w:t>
      </w:r>
      <w:proofErr w:type="gramStart"/>
      <w:r w:rsidRPr="00990230">
        <w:rPr>
          <w:rFonts w:ascii="Calibri" w:hAnsi="Calibri" w:cs="Arial"/>
          <w:b/>
          <w:bCs/>
        </w:rPr>
        <w:t>Summer</w:t>
      </w:r>
      <w:proofErr w:type="gramEnd"/>
      <w:r w:rsidRPr="00990230">
        <w:rPr>
          <w:rFonts w:ascii="Calibri" w:hAnsi="Calibri" w:cs="Arial"/>
          <w:b/>
          <w:bCs/>
        </w:rPr>
        <w:t xml:space="preserve"> 2011, Winter 2010/2011 and </w:t>
      </w:r>
      <w:r w:rsidR="00632C98">
        <w:rPr>
          <w:rFonts w:ascii="Calibri" w:hAnsi="Calibri" w:cs="Arial"/>
          <w:b/>
          <w:bCs/>
        </w:rPr>
        <w:t>Fruit Trees</w:t>
      </w:r>
      <w:r w:rsidRPr="00990230">
        <w:rPr>
          <w:rFonts w:ascii="Calibri" w:eastAsia="Arial Unicode MS" w:hAnsi="Calibri" w:cs="Arial Unicode MS"/>
          <w:b/>
          <w:bCs/>
        </w:rPr>
        <w:t xml:space="preserve">? </w:t>
      </w:r>
      <w:r w:rsidRPr="00990230">
        <w:rPr>
          <w:rFonts w:ascii="Calibri" w:hAnsi="Calibri" w:cs="Arial"/>
          <w:b/>
          <w:bCs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</w:t>
      </w:r>
      <w:r w:rsidRPr="00990230">
        <w:rPr>
          <w:rFonts w:ascii="Calibri" w:hAnsi="Calibri" w:cs="Arial"/>
          <w:b/>
          <w:bCs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900"/>
        <w:rPr>
          <w:rFonts w:ascii="Calibri" w:eastAsia="Arial Unicode MS" w:hAnsi="Calibri" w:cs="Sultan bold"/>
          <w:u w:val="dash"/>
        </w:rPr>
      </w:pPr>
      <w:r w:rsidRPr="00990230">
        <w:rPr>
          <w:rFonts w:ascii="Calibri" w:hAnsi="Calibri" w:cs="Arial"/>
        </w:rPr>
        <w:t>1= Cleaning the outer body of the pump</w:t>
      </w:r>
      <w:r w:rsidR="00122D65" w:rsidRPr="00990230">
        <w:rPr>
          <w:rFonts w:ascii="Calibri" w:hAnsi="Calibri" w:cs="Arial"/>
        </w:rPr>
        <w:t xml:space="preserve">  </w:t>
      </w:r>
      <w:r w:rsidRPr="00990230">
        <w:rPr>
          <w:rFonts w:ascii="Calibri" w:hAnsi="Calibri" w:cs="Arial"/>
        </w:rPr>
        <w:tab/>
        <w:t>2= Changing oil regularly</w:t>
      </w:r>
      <w:r w:rsidR="00122D65" w:rsidRPr="00990230">
        <w:rPr>
          <w:rFonts w:ascii="Calibri" w:hAnsi="Calibri" w:cs="Arial"/>
        </w:rPr>
        <w:t xml:space="preserve">  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  <w:t>3= Changing air and oil filters</w:t>
      </w:r>
      <w:r w:rsidR="00122D65" w:rsidRPr="00990230">
        <w:rPr>
          <w:rFonts w:ascii="Calibri" w:hAnsi="Calibri" w:cs="Arial"/>
        </w:rPr>
        <w:t xml:space="preserve">  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  <w:t>4= Other (specify</w:t>
      </w:r>
      <w:proofErr w:type="gramStart"/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  <w:color w:val="D9D5BD"/>
          <w:rtl/>
          <w:lang w:bidi="ar-EG"/>
        </w:rPr>
        <w:t>_</w:t>
      </w:r>
      <w:proofErr w:type="gramEnd"/>
      <w:r w:rsidRPr="00990230">
        <w:rPr>
          <w:rFonts w:ascii="Calibri" w:eastAsia="Arial Unicode MS" w:hAnsi="Calibri" w:cs="Arial Unicode MS"/>
          <w:color w:val="D9D5BD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spacing w:after="0" w:line="240" w:lineRule="auto"/>
        <w:ind w:left="760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 xml:space="preserve">- What were the annual costs of following these maintenance practices </w:t>
      </w:r>
      <w:r w:rsidRPr="00990230">
        <w:rPr>
          <w:rFonts w:ascii="Calibri" w:hAnsi="Calibri" w:cs="Arial"/>
          <w:b/>
          <w:bCs/>
        </w:rPr>
        <w:t xml:space="preserve">in </w:t>
      </w:r>
      <w:proofErr w:type="gramStart"/>
      <w:r w:rsidRPr="00990230">
        <w:rPr>
          <w:rFonts w:ascii="Calibri" w:hAnsi="Calibri" w:cs="Arial"/>
          <w:b/>
          <w:bCs/>
        </w:rPr>
        <w:t>Summer</w:t>
      </w:r>
      <w:proofErr w:type="gramEnd"/>
      <w:r w:rsidRPr="00990230">
        <w:rPr>
          <w:rFonts w:ascii="Calibri" w:hAnsi="Calibri" w:cs="Arial"/>
          <w:b/>
          <w:bCs/>
        </w:rPr>
        <w:t xml:space="preserve"> 2011, Winter 2010/2011 and </w:t>
      </w:r>
      <w:r w:rsidR="00632C98">
        <w:rPr>
          <w:rFonts w:ascii="Calibri" w:hAnsi="Calibri" w:cs="Arial"/>
          <w:b/>
          <w:bCs/>
        </w:rPr>
        <w:t>Fruit Trees</w:t>
      </w:r>
      <w:r w:rsidRPr="00990230">
        <w:rPr>
          <w:rFonts w:ascii="Calibri" w:eastAsia="Arial Unicode MS" w:hAnsi="Calibri" w:cs="Arial Unicode MS"/>
          <w:b/>
          <w:bCs/>
        </w:rPr>
        <w:t>?</w:t>
      </w:r>
      <w:r w:rsidRPr="00990230">
        <w:rPr>
          <w:rFonts w:ascii="Calibri" w:hAnsi="Calibri" w:cs="Arial"/>
          <w:b/>
          <w:bCs/>
        </w:rPr>
        <w:t xml:space="preserve"> L.E.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</w:t>
      </w:r>
      <w:r w:rsidRPr="00990230">
        <w:rPr>
          <w:rFonts w:ascii="Calibri" w:hAnsi="Calibri" w:cs="Arial"/>
          <w:b/>
          <w:bCs/>
        </w:rPr>
        <w:t>)</w:t>
      </w:r>
    </w:p>
    <w:p w:rsidR="005B3F08" w:rsidRPr="00990230" w:rsidRDefault="005B3F08" w:rsidP="00DB304B">
      <w:pPr>
        <w:keepNext/>
        <w:keepLines/>
        <w:numPr>
          <w:ilvl w:val="0"/>
          <w:numId w:val="13"/>
        </w:numPr>
        <w:spacing w:after="0" w:line="240" w:lineRule="auto"/>
        <w:rPr>
          <w:rFonts w:ascii="Calibri" w:eastAsia="Arial Unicode MS" w:hAnsi="Calibri" w:cs="Sultan bold"/>
          <w:b/>
          <w:bCs/>
          <w:u w:val="dash"/>
        </w:rPr>
      </w:pPr>
      <w:r w:rsidRPr="00990230">
        <w:rPr>
          <w:rFonts w:ascii="Calibri" w:eastAsia="Arial Unicode MS" w:hAnsi="Calibri" w:cs="Sultan bold"/>
          <w:b/>
          <w:bCs/>
          <w:u w:val="dash"/>
        </w:rPr>
        <w:t>For electric pumps:</w:t>
      </w:r>
    </w:p>
    <w:p w:rsidR="005B3F08" w:rsidRPr="00990230" w:rsidRDefault="005B3F08" w:rsidP="00DB304B">
      <w:pPr>
        <w:keepNext/>
        <w:keepLines/>
        <w:spacing w:after="0" w:line="240" w:lineRule="auto"/>
        <w:ind w:left="760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 xml:space="preserve">- Which maintenance practices did you follow for your irrigation system </w:t>
      </w:r>
      <w:r w:rsidRPr="00990230">
        <w:rPr>
          <w:rFonts w:ascii="Calibri" w:hAnsi="Calibri" w:cs="Arial"/>
          <w:b/>
          <w:bCs/>
        </w:rPr>
        <w:t xml:space="preserve">in </w:t>
      </w:r>
      <w:proofErr w:type="gramStart"/>
      <w:r w:rsidRPr="00990230">
        <w:rPr>
          <w:rFonts w:ascii="Calibri" w:hAnsi="Calibri" w:cs="Arial"/>
          <w:b/>
          <w:bCs/>
        </w:rPr>
        <w:t>Summer</w:t>
      </w:r>
      <w:proofErr w:type="gramEnd"/>
      <w:r w:rsidRPr="00990230">
        <w:rPr>
          <w:rFonts w:ascii="Calibri" w:hAnsi="Calibri" w:cs="Arial"/>
          <w:b/>
          <w:bCs/>
        </w:rPr>
        <w:t xml:space="preserve"> 2011, Winter 2010/2011 and </w:t>
      </w:r>
      <w:r w:rsidR="00632C98">
        <w:rPr>
          <w:rFonts w:ascii="Calibri" w:hAnsi="Calibri" w:cs="Arial"/>
          <w:b/>
          <w:bCs/>
        </w:rPr>
        <w:t>Fruit Trees</w:t>
      </w:r>
      <w:r w:rsidRPr="00990230">
        <w:rPr>
          <w:rFonts w:ascii="Calibri" w:eastAsia="Arial Unicode MS" w:hAnsi="Calibri" w:cs="Arial Unicode MS"/>
          <w:b/>
          <w:bCs/>
        </w:rPr>
        <w:t xml:space="preserve">? </w:t>
      </w:r>
      <w:r w:rsidRPr="00990230">
        <w:rPr>
          <w:rFonts w:ascii="Calibri" w:hAnsi="Calibri" w:cs="Arial"/>
          <w:b/>
          <w:bCs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</w:t>
      </w:r>
      <w:r w:rsidRPr="00990230">
        <w:rPr>
          <w:rFonts w:ascii="Calibri" w:hAnsi="Calibri" w:cs="Arial"/>
          <w:b/>
          <w:bCs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900"/>
        <w:rPr>
          <w:rFonts w:ascii="Calibri" w:eastAsia="Arial Unicode MS" w:hAnsi="Calibri" w:cs="Sultan bold"/>
          <w:u w:val="dash"/>
        </w:rPr>
      </w:pPr>
      <w:r w:rsidRPr="00990230">
        <w:rPr>
          <w:rFonts w:ascii="Calibri" w:hAnsi="Calibri" w:cs="Arial"/>
        </w:rPr>
        <w:t xml:space="preserve">1= Cleaning the outer body of the pump </w:t>
      </w:r>
      <w:r w:rsidRPr="00990230">
        <w:rPr>
          <w:rFonts w:ascii="Calibri" w:hAnsi="Calibri" w:cs="Arial"/>
        </w:rPr>
        <w:tab/>
        <w:t xml:space="preserve">2= Changing </w:t>
      </w:r>
      <w:r w:rsidRPr="00990230">
        <w:rPr>
          <w:rFonts w:ascii="Calibri" w:hAnsi="Calibri"/>
        </w:rPr>
        <w:t>the cables and power cords if damaged</w:t>
      </w:r>
      <w:r w:rsidRPr="00990230">
        <w:rPr>
          <w:rFonts w:ascii="Calibri" w:hAnsi="Calibri" w:cs="Arial"/>
        </w:rPr>
        <w:tab/>
        <w:t>3= Other (specify</w:t>
      </w:r>
      <w:proofErr w:type="gramStart"/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proofErr w:type="gramEnd"/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spacing w:after="0" w:line="240" w:lineRule="auto"/>
        <w:ind w:left="760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 xml:space="preserve">- What were the annual costs of following these maintenance practices </w:t>
      </w:r>
      <w:r w:rsidRPr="00990230">
        <w:rPr>
          <w:rFonts w:ascii="Calibri" w:hAnsi="Calibri" w:cs="Arial"/>
          <w:b/>
          <w:bCs/>
        </w:rPr>
        <w:t xml:space="preserve">in </w:t>
      </w:r>
      <w:proofErr w:type="gramStart"/>
      <w:r w:rsidRPr="00990230">
        <w:rPr>
          <w:rFonts w:ascii="Calibri" w:hAnsi="Calibri" w:cs="Arial"/>
          <w:b/>
          <w:bCs/>
        </w:rPr>
        <w:t>Summer</w:t>
      </w:r>
      <w:proofErr w:type="gramEnd"/>
      <w:r w:rsidRPr="00990230">
        <w:rPr>
          <w:rFonts w:ascii="Calibri" w:hAnsi="Calibri" w:cs="Arial"/>
          <w:b/>
          <w:bCs/>
        </w:rPr>
        <w:t xml:space="preserve"> 2011, Winter 2010/2011 and </w:t>
      </w:r>
      <w:r w:rsidR="00632C98">
        <w:rPr>
          <w:rFonts w:ascii="Calibri" w:hAnsi="Calibri" w:cs="Arial"/>
          <w:b/>
          <w:bCs/>
        </w:rPr>
        <w:t>Fruit Trees</w:t>
      </w:r>
      <w:r w:rsidRPr="00990230">
        <w:rPr>
          <w:rFonts w:ascii="Calibri" w:eastAsia="Arial Unicode MS" w:hAnsi="Calibri" w:cs="Arial Unicode MS"/>
          <w:b/>
          <w:bCs/>
        </w:rPr>
        <w:t>?</w:t>
      </w:r>
      <w:r w:rsidRPr="00990230">
        <w:rPr>
          <w:rFonts w:ascii="Calibri" w:hAnsi="Calibri" w:cs="Arial"/>
          <w:b/>
          <w:bCs/>
        </w:rPr>
        <w:t xml:space="preserve"> L.E.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</w:t>
      </w:r>
      <w:r w:rsidRPr="00990230">
        <w:rPr>
          <w:rFonts w:ascii="Calibri" w:hAnsi="Calibri" w:cs="Arial"/>
          <w:b/>
          <w:bCs/>
        </w:rPr>
        <w:t>)</w:t>
      </w:r>
    </w:p>
    <w:p w:rsidR="005B3F08" w:rsidRPr="00990230" w:rsidRDefault="005B3F08" w:rsidP="00DB304B">
      <w:pPr>
        <w:keepNext/>
        <w:keepLines/>
        <w:numPr>
          <w:ilvl w:val="0"/>
          <w:numId w:val="13"/>
        </w:numPr>
        <w:spacing w:after="0" w:line="240" w:lineRule="auto"/>
        <w:rPr>
          <w:rFonts w:ascii="Calibri" w:eastAsia="Arial Unicode MS" w:hAnsi="Calibri" w:cs="Sultan bold"/>
          <w:b/>
          <w:bCs/>
          <w:u w:val="dash"/>
        </w:rPr>
      </w:pPr>
      <w:r w:rsidRPr="00990230">
        <w:rPr>
          <w:rFonts w:ascii="Calibri" w:eastAsia="Arial Unicode MS" w:hAnsi="Calibri" w:cs="Sultan bold"/>
          <w:b/>
          <w:bCs/>
          <w:u w:val="dash"/>
        </w:rPr>
        <w:t>For sprinkler or drip irrigation networks:</w:t>
      </w:r>
    </w:p>
    <w:p w:rsidR="005B3F08" w:rsidRPr="00990230" w:rsidRDefault="005B3F08" w:rsidP="00DB304B">
      <w:pPr>
        <w:keepNext/>
        <w:keepLines/>
        <w:spacing w:after="0" w:line="240" w:lineRule="auto"/>
        <w:ind w:left="760"/>
        <w:rPr>
          <w:rFonts w:ascii="Calibri" w:eastAsia="Arial Unicode MS" w:hAnsi="Calibri" w:cs="Arial Unicode MS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>- How many times did you change the hoses or sprinklers for your irrigation network</w:t>
      </w:r>
      <w:r w:rsidRPr="00990230">
        <w:rPr>
          <w:rFonts w:ascii="Calibri" w:hAnsi="Calibri"/>
          <w:b/>
          <w:bCs/>
        </w:rPr>
        <w:t> </w:t>
      </w:r>
      <w:r w:rsidRPr="00990230">
        <w:rPr>
          <w:rFonts w:ascii="Calibri" w:hAnsi="Calibri" w:cs="Arial"/>
          <w:b/>
          <w:bCs/>
        </w:rPr>
        <w:t xml:space="preserve">in </w:t>
      </w:r>
      <w:proofErr w:type="gramStart"/>
      <w:r w:rsidRPr="00990230">
        <w:rPr>
          <w:rFonts w:ascii="Calibri" w:hAnsi="Calibri" w:cs="Arial"/>
          <w:b/>
          <w:bCs/>
        </w:rPr>
        <w:t>Summer</w:t>
      </w:r>
      <w:proofErr w:type="gramEnd"/>
      <w:r w:rsidRPr="00990230">
        <w:rPr>
          <w:rFonts w:ascii="Calibri" w:hAnsi="Calibri" w:cs="Arial"/>
          <w:b/>
          <w:bCs/>
        </w:rPr>
        <w:t xml:space="preserve"> 2011, Winter 2010/2011 and </w:t>
      </w:r>
      <w:r w:rsidR="00632C98">
        <w:rPr>
          <w:rFonts w:ascii="Calibri" w:hAnsi="Calibri" w:cs="Arial"/>
          <w:b/>
          <w:bCs/>
        </w:rPr>
        <w:t>Fruit Trees</w:t>
      </w:r>
      <w:r w:rsidRPr="00990230">
        <w:rPr>
          <w:rFonts w:ascii="Calibri" w:eastAsia="Arial Unicode MS" w:hAnsi="Calibri" w:cs="Arial Unicode MS"/>
          <w:b/>
          <w:bCs/>
        </w:rPr>
        <w:t xml:space="preserve">? </w:t>
      </w:r>
      <w:r w:rsidRPr="00990230">
        <w:rPr>
          <w:rFonts w:ascii="Calibri" w:hAnsi="Calibri" w:cs="Arial"/>
          <w:b/>
          <w:bCs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</w:t>
      </w:r>
      <w:r w:rsidRPr="00990230">
        <w:rPr>
          <w:rFonts w:ascii="Calibri" w:hAnsi="Calibri" w:cs="Arial"/>
          <w:b/>
          <w:bCs/>
        </w:rPr>
        <w:t>)</w:t>
      </w:r>
      <w:r w:rsidRPr="00990230">
        <w:rPr>
          <w:rFonts w:ascii="Calibri" w:eastAsia="Arial Unicode MS" w:hAnsi="Calibri" w:cs="Arial Unicode MS"/>
          <w:b/>
          <w:bCs/>
        </w:rPr>
        <w:t xml:space="preserve"> times</w:t>
      </w:r>
    </w:p>
    <w:p w:rsidR="005B3F08" w:rsidRPr="00990230" w:rsidRDefault="005B3F08" w:rsidP="00DB304B">
      <w:pPr>
        <w:keepNext/>
        <w:keepLines/>
        <w:spacing w:after="0" w:line="240" w:lineRule="auto"/>
        <w:ind w:left="760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 xml:space="preserve">- Which maintenance practices did you follow for your irrigation system </w:t>
      </w:r>
      <w:r w:rsidRPr="00990230">
        <w:rPr>
          <w:rFonts w:ascii="Calibri" w:hAnsi="Calibri" w:cs="Arial"/>
          <w:b/>
          <w:bCs/>
        </w:rPr>
        <w:t xml:space="preserve">in </w:t>
      </w:r>
      <w:proofErr w:type="gramStart"/>
      <w:r w:rsidRPr="00990230">
        <w:rPr>
          <w:rFonts w:ascii="Calibri" w:hAnsi="Calibri" w:cs="Arial"/>
          <w:b/>
          <w:bCs/>
        </w:rPr>
        <w:t>Summer</w:t>
      </w:r>
      <w:proofErr w:type="gramEnd"/>
      <w:r w:rsidRPr="00990230">
        <w:rPr>
          <w:rFonts w:ascii="Calibri" w:hAnsi="Calibri" w:cs="Arial"/>
          <w:b/>
          <w:bCs/>
        </w:rPr>
        <w:t xml:space="preserve"> 2011, Winter 2010/2011 and </w:t>
      </w:r>
      <w:r w:rsidR="00632C98">
        <w:rPr>
          <w:rFonts w:ascii="Calibri" w:hAnsi="Calibri" w:cs="Arial"/>
          <w:b/>
          <w:bCs/>
        </w:rPr>
        <w:t>Fruit Trees</w:t>
      </w:r>
      <w:r w:rsidRPr="00990230">
        <w:rPr>
          <w:rFonts w:ascii="Calibri" w:eastAsia="Arial Unicode MS" w:hAnsi="Calibri" w:cs="Arial Unicode MS"/>
          <w:b/>
          <w:bCs/>
        </w:rPr>
        <w:t xml:space="preserve">? </w:t>
      </w:r>
      <w:r w:rsidRPr="00990230">
        <w:rPr>
          <w:rFonts w:ascii="Calibri" w:hAnsi="Calibri" w:cs="Arial"/>
          <w:b/>
          <w:bCs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</w:t>
      </w:r>
      <w:r w:rsidRPr="00990230">
        <w:rPr>
          <w:rFonts w:ascii="Calibri" w:hAnsi="Calibri" w:cs="Arial"/>
          <w:b/>
          <w:bCs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900"/>
        <w:rPr>
          <w:rFonts w:ascii="Calibri" w:hAnsi="Calibri"/>
        </w:rPr>
      </w:pPr>
      <w:r w:rsidRPr="00990230">
        <w:rPr>
          <w:rFonts w:ascii="Calibri" w:hAnsi="Calibri" w:cs="Arial"/>
        </w:rPr>
        <w:t xml:space="preserve">1= Changing the filters 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</w:rPr>
        <w:tab/>
        <w:t xml:space="preserve">2= Changing </w:t>
      </w:r>
      <w:r w:rsidRPr="00990230">
        <w:rPr>
          <w:rFonts w:ascii="Calibri" w:hAnsi="Calibri"/>
        </w:rPr>
        <w:t>the filter media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/>
        </w:rPr>
        <w:tab/>
      </w:r>
      <w:r w:rsidRPr="00990230">
        <w:rPr>
          <w:rFonts w:ascii="Calibri" w:hAnsi="Calibri"/>
        </w:rPr>
        <w:tab/>
      </w:r>
      <w:r w:rsidRPr="00990230">
        <w:rPr>
          <w:rFonts w:ascii="Calibri" w:hAnsi="Calibri"/>
        </w:rPr>
        <w:tab/>
        <w:t>3= Cleaning the distribution pipes</w:t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hAnsi="Calibri"/>
        </w:rPr>
        <w:t>4= Changing the gaskets</w:t>
      </w:r>
    </w:p>
    <w:p w:rsidR="005B3F08" w:rsidRPr="00990230" w:rsidRDefault="005B3F08" w:rsidP="00DB304B">
      <w:pPr>
        <w:keepNext/>
        <w:keepLines/>
        <w:spacing w:after="0" w:line="240" w:lineRule="auto"/>
        <w:ind w:left="900"/>
        <w:rPr>
          <w:rFonts w:ascii="Calibri" w:hAnsi="Calibri"/>
        </w:rPr>
      </w:pPr>
      <w:r w:rsidRPr="00990230">
        <w:rPr>
          <w:rFonts w:ascii="Calibri" w:hAnsi="Calibri"/>
        </w:rPr>
        <w:t>5= Changing the valves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</w:rPr>
        <w:tab/>
        <w:t xml:space="preserve">6= </w:t>
      </w:r>
      <w:r w:rsidRPr="00990230">
        <w:rPr>
          <w:rFonts w:ascii="Calibri" w:hAnsi="Calibri"/>
        </w:rPr>
        <w:t>Injection of irrigation network with acids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</w:rPr>
        <w:t xml:space="preserve">7= </w:t>
      </w:r>
      <w:r w:rsidRPr="00990230">
        <w:rPr>
          <w:rFonts w:ascii="Calibri" w:hAnsi="Calibri"/>
        </w:rPr>
        <w:t>Washing irrigation network by opening the ends of the lines</w:t>
      </w:r>
    </w:p>
    <w:p w:rsidR="005B3F08" w:rsidRPr="00990230" w:rsidRDefault="005B3F08" w:rsidP="00DB304B">
      <w:pPr>
        <w:keepNext/>
        <w:keepLines/>
        <w:spacing w:after="0" w:line="240" w:lineRule="auto"/>
        <w:ind w:left="900"/>
        <w:rPr>
          <w:rFonts w:ascii="Calibri" w:eastAsia="Arial Unicode MS" w:hAnsi="Calibri" w:cs="Sultan bold"/>
          <w:u w:val="dash"/>
        </w:rPr>
      </w:pPr>
      <w:r w:rsidRPr="00990230">
        <w:rPr>
          <w:rFonts w:ascii="Calibri" w:hAnsi="Calibri" w:cs="Arial"/>
        </w:rPr>
        <w:t>8= Changing the</w:t>
      </w:r>
      <w:r w:rsidRPr="00990230">
        <w:rPr>
          <w:rFonts w:ascii="Calibri" w:hAnsi="Calibri"/>
        </w:rPr>
        <w:t xml:space="preserve"> clogged drippers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  <w:t>9= Other (specify</w:t>
      </w:r>
      <w:proofErr w:type="gramStart"/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proofErr w:type="gramEnd"/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spacing w:after="0" w:line="240" w:lineRule="auto"/>
        <w:ind w:left="760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 xml:space="preserve">- What were the costs of following these maintenance practices in </w:t>
      </w:r>
      <w:proofErr w:type="gramStart"/>
      <w:r w:rsidRPr="00990230">
        <w:rPr>
          <w:rFonts w:ascii="Calibri" w:eastAsia="Arial Unicode MS" w:hAnsi="Calibri" w:cs="Arial Unicode MS"/>
          <w:b/>
          <w:bCs/>
        </w:rPr>
        <w:t>Summer</w:t>
      </w:r>
      <w:proofErr w:type="gramEnd"/>
      <w:r w:rsidRPr="00990230">
        <w:rPr>
          <w:rFonts w:ascii="Calibri" w:eastAsia="Arial Unicode MS" w:hAnsi="Calibri" w:cs="Arial Unicode MS"/>
          <w:b/>
          <w:bCs/>
        </w:rPr>
        <w:t xml:space="preserve"> 2011?</w:t>
      </w:r>
      <w:r w:rsidRPr="00990230">
        <w:rPr>
          <w:rFonts w:ascii="Calibri" w:hAnsi="Calibri" w:cs="Arial"/>
          <w:b/>
          <w:bCs/>
        </w:rPr>
        <w:t xml:space="preserve"> L.E.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</w:t>
      </w:r>
      <w:r w:rsidRPr="00990230">
        <w:rPr>
          <w:rFonts w:ascii="Calibri" w:hAnsi="Calibri" w:cs="Arial"/>
          <w:b/>
          <w:bCs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760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>- What were the costs of following these maintenance practices in Winter 2010/2011?</w:t>
      </w:r>
      <w:r w:rsidRPr="00990230">
        <w:rPr>
          <w:rFonts w:ascii="Calibri" w:hAnsi="Calibri" w:cs="Arial"/>
          <w:b/>
          <w:bCs/>
        </w:rPr>
        <w:t xml:space="preserve"> L.E.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</w:t>
      </w:r>
      <w:r w:rsidRPr="00990230">
        <w:rPr>
          <w:rFonts w:ascii="Calibri" w:hAnsi="Calibri" w:cs="Arial"/>
          <w:b/>
          <w:bCs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760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 xml:space="preserve">- What were the costs of following these maintenance practices for </w:t>
      </w:r>
      <w:r w:rsidR="00632C98">
        <w:rPr>
          <w:rFonts w:ascii="Calibri" w:eastAsia="Arial Unicode MS" w:hAnsi="Calibri" w:cs="Arial Unicode MS"/>
          <w:b/>
          <w:bCs/>
        </w:rPr>
        <w:t>Fruit Trees</w:t>
      </w:r>
      <w:r w:rsidRPr="00990230">
        <w:rPr>
          <w:rFonts w:ascii="Calibri" w:eastAsia="Arial Unicode MS" w:hAnsi="Calibri" w:cs="Arial Unicode MS"/>
          <w:b/>
          <w:bCs/>
        </w:rPr>
        <w:t>?</w:t>
      </w:r>
      <w:r w:rsidRPr="00990230">
        <w:rPr>
          <w:rFonts w:ascii="Calibri" w:hAnsi="Calibri" w:cs="Arial"/>
          <w:b/>
          <w:bCs/>
        </w:rPr>
        <w:t xml:space="preserve"> L.E.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</w:t>
      </w:r>
      <w:r w:rsidRPr="00990230">
        <w:rPr>
          <w:rFonts w:ascii="Calibri" w:hAnsi="Calibri" w:cs="Arial"/>
          <w:b/>
          <w:bCs/>
        </w:rPr>
        <w:t>)</w:t>
      </w: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hAnsi="Calibri" w:cs="Arial"/>
          <w:b/>
          <w:bCs/>
        </w:rPr>
        <w:br w:type="page"/>
      </w:r>
      <w:r w:rsidRPr="00990230">
        <w:rPr>
          <w:rFonts w:ascii="Calibri" w:hAnsi="Calibri" w:cs="Arial"/>
          <w:b/>
          <w:bCs/>
        </w:rPr>
        <w:lastRenderedPageBreak/>
        <w:t xml:space="preserve">1.1.4. Data on irrigation for the cultivated area </w:t>
      </w:r>
      <w:r w:rsidRPr="00990230">
        <w:rPr>
          <w:rFonts w:ascii="Calibri" w:hAnsi="Calibri"/>
          <w:b/>
          <w:bCs/>
        </w:rPr>
        <w:t xml:space="preserve">in </w:t>
      </w:r>
      <w:proofErr w:type="gramStart"/>
      <w:r w:rsidRPr="00990230">
        <w:rPr>
          <w:rFonts w:ascii="Calibri" w:hAnsi="Calibri"/>
          <w:b/>
          <w:bCs/>
        </w:rPr>
        <w:t>Summer</w:t>
      </w:r>
      <w:proofErr w:type="gramEnd"/>
      <w:r w:rsidRPr="00990230">
        <w:rPr>
          <w:rFonts w:ascii="Calibri" w:hAnsi="Calibri"/>
          <w:b/>
          <w:bCs/>
        </w:rPr>
        <w:t xml:space="preserve"> 2011, Winter 2010/2011 &amp; </w:t>
      </w:r>
      <w:r w:rsidR="00632C98">
        <w:rPr>
          <w:rFonts w:ascii="Calibri" w:hAnsi="Calibri"/>
          <w:b/>
          <w:bCs/>
        </w:rPr>
        <w:t>Fruit Trees</w:t>
      </w:r>
    </w:p>
    <w:tbl>
      <w:tblPr>
        <w:tblW w:w="500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700"/>
        <w:gridCol w:w="1013"/>
        <w:gridCol w:w="514"/>
        <w:gridCol w:w="847"/>
        <w:gridCol w:w="681"/>
        <w:gridCol w:w="1180"/>
        <w:gridCol w:w="1014"/>
        <w:gridCol w:w="1888"/>
        <w:gridCol w:w="1305"/>
        <w:gridCol w:w="1472"/>
        <w:gridCol w:w="1389"/>
        <w:gridCol w:w="1587"/>
        <w:gridCol w:w="1152"/>
      </w:tblGrid>
      <w:tr w:rsidR="005B3F08" w:rsidRPr="00990230" w:rsidTr="0050367D">
        <w:trPr>
          <w:cantSplit/>
          <w:trHeight w:val="375"/>
          <w:jc w:val="center"/>
        </w:trPr>
        <w:tc>
          <w:tcPr>
            <w:tcW w:w="742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Crops</w:t>
            </w:r>
          </w:p>
        </w:tc>
        <w:tc>
          <w:tcPr>
            <w:tcW w:w="1080" w:type="dxa"/>
            <w:vMerge w:val="restart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Varieties</w:t>
            </w:r>
          </w:p>
        </w:tc>
        <w:tc>
          <w:tcPr>
            <w:tcW w:w="54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Plot No.</w:t>
            </w:r>
          </w:p>
        </w:tc>
        <w:tc>
          <w:tcPr>
            <w:tcW w:w="1620" w:type="dxa"/>
            <w:gridSpan w:val="2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Cultivated Area</w:t>
            </w:r>
          </w:p>
        </w:tc>
        <w:tc>
          <w:tcPr>
            <w:tcW w:w="126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Source of irrigation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Irrigation system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6480" w:type="dxa"/>
            <w:gridSpan w:val="4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No. of irrigations (irrigation/</w:t>
            </w:r>
            <w:r w:rsidR="00CF61E9">
              <w:rPr>
                <w:rFonts w:ascii="Calibri" w:hAnsi="Calibri" w:cs="Arial"/>
                <w:b/>
                <w:bCs/>
                <w:sz w:val="20"/>
                <w:szCs w:val="20"/>
              </w:rPr>
              <w:t>one Ha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99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Average time </w:t>
            </w:r>
          </w:p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of an irrigation (hour/irrigation)</w:t>
            </w:r>
          </w:p>
        </w:tc>
        <w:tc>
          <w:tcPr>
            <w:tcW w:w="1229" w:type="dxa"/>
            <w:vMerge w:val="restart"/>
            <w:tcBorders>
              <w:top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Irrigation schedule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</w:rPr>
              <w:t>(3)</w:t>
            </w:r>
          </w:p>
        </w:tc>
      </w:tr>
      <w:tr w:rsidR="00105BD7" w:rsidRPr="00990230" w:rsidTr="0050367D">
        <w:trPr>
          <w:cantSplit/>
          <w:trHeight w:val="72"/>
          <w:jc w:val="center"/>
        </w:trPr>
        <w:tc>
          <w:tcPr>
            <w:tcW w:w="742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One Ha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Carat</w:t>
            </w: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  <w:lang w:bidi="ar-EG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  <w:lang w:bidi="ar-EG"/>
              </w:rPr>
              <w:t xml:space="preserve">Fresh </w:t>
            </w:r>
            <w:r w:rsidRPr="00990230">
              <w:rPr>
                <w:rFonts w:ascii="Calibri" w:hAnsi="Calibri" w:cs="Arial"/>
                <w:sz w:val="20"/>
                <w:szCs w:val="20"/>
              </w:rPr>
              <w:t>water</w:t>
            </w:r>
            <w:r w:rsidRPr="00990230">
              <w:rPr>
                <w:rFonts w:ascii="Calibri" w:eastAsia="Arial Unicode MS" w:hAnsi="Calibri" w:cs="Sultan bold"/>
                <w:sz w:val="20"/>
                <w:szCs w:val="20"/>
                <w:lang w:bidi="ar-EG"/>
              </w:rPr>
              <w:t xml:space="preserve"> </w:t>
            </w:r>
          </w:p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  <w:rtl/>
                <w:lang w:bidi="ar-EG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  <w:lang w:bidi="ar-EG"/>
              </w:rPr>
              <w:t>(surface Nile water)</w:t>
            </w:r>
            <w:r w:rsidRPr="00990230">
              <w:rPr>
                <w:rFonts w:ascii="Calibri" w:eastAsia="Arial Unicode MS" w:hAnsi="Calibri" w:cs="Sultan bold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3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90230">
              <w:rPr>
                <w:rFonts w:ascii="Calibri" w:hAnsi="Calibri" w:cs="Arial"/>
                <w:sz w:val="20"/>
                <w:szCs w:val="20"/>
              </w:rPr>
              <w:t>Groundwater</w:t>
            </w:r>
          </w:p>
        </w:tc>
        <w:tc>
          <w:tcPr>
            <w:tcW w:w="15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  <w:rtl/>
                <w:lang w:bidi="ar-EG"/>
              </w:rPr>
            </w:pPr>
            <w:r w:rsidRPr="00990230">
              <w:rPr>
                <w:rFonts w:ascii="Calibri" w:hAnsi="Calibri" w:cs="Arial"/>
                <w:sz w:val="20"/>
                <w:szCs w:val="20"/>
              </w:rPr>
              <w:t>Drainage water</w:t>
            </w: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90230">
              <w:rPr>
                <w:rFonts w:ascii="Calibri" w:hAnsi="Calibri" w:cs="Arial"/>
                <w:sz w:val="20"/>
                <w:szCs w:val="20"/>
              </w:rPr>
              <w:t>Mixed water</w:t>
            </w:r>
          </w:p>
        </w:tc>
        <w:tc>
          <w:tcPr>
            <w:tcW w:w="169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29" w:type="dxa"/>
            <w:vMerge/>
            <w:tcBorders>
              <w:bottom w:val="single" w:sz="12" w:space="0" w:color="auto"/>
            </w:tcBorders>
            <w:shd w:val="clear" w:color="auto" w:fill="auto"/>
            <w:textDirection w:val="btLr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3" w:right="113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50367D">
        <w:trPr>
          <w:cantSplit/>
          <w:trHeight w:val="54"/>
          <w:jc w:val="center"/>
        </w:trPr>
        <w:tc>
          <w:tcPr>
            <w:tcW w:w="15730" w:type="dxa"/>
            <w:gridSpan w:val="13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Summer:</w:t>
            </w:r>
          </w:p>
        </w:tc>
      </w:tr>
      <w:tr w:rsidR="00105BD7" w:rsidRPr="00990230" w:rsidTr="0050367D">
        <w:trPr>
          <w:cantSplit/>
          <w:trHeight w:val="54"/>
          <w:jc w:val="center"/>
        </w:trPr>
        <w:tc>
          <w:tcPr>
            <w:tcW w:w="7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2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5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9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</w:tr>
      <w:tr w:rsidR="00105BD7" w:rsidRPr="00990230" w:rsidTr="0050367D">
        <w:trPr>
          <w:cantSplit/>
          <w:trHeight w:val="54"/>
          <w:jc w:val="center"/>
        </w:trPr>
        <w:tc>
          <w:tcPr>
            <w:tcW w:w="7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  <w:lang w:bidi="ar-EG"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5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50367D">
        <w:trPr>
          <w:cantSplit/>
          <w:trHeight w:val="54"/>
          <w:jc w:val="center"/>
        </w:trPr>
        <w:tc>
          <w:tcPr>
            <w:tcW w:w="15730" w:type="dxa"/>
            <w:gridSpan w:val="13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Winter:</w:t>
            </w:r>
          </w:p>
        </w:tc>
      </w:tr>
      <w:tr w:rsidR="00105BD7" w:rsidRPr="00990230" w:rsidTr="0050367D">
        <w:trPr>
          <w:cantSplit/>
          <w:trHeight w:val="54"/>
          <w:jc w:val="center"/>
        </w:trPr>
        <w:tc>
          <w:tcPr>
            <w:tcW w:w="7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2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5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9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</w:tr>
      <w:tr w:rsidR="00105BD7" w:rsidRPr="00990230" w:rsidTr="0050367D">
        <w:trPr>
          <w:cantSplit/>
          <w:trHeight w:val="54"/>
          <w:jc w:val="center"/>
        </w:trPr>
        <w:tc>
          <w:tcPr>
            <w:tcW w:w="7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5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48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50367D">
        <w:trPr>
          <w:cantSplit/>
          <w:trHeight w:val="54"/>
          <w:jc w:val="center"/>
        </w:trPr>
        <w:tc>
          <w:tcPr>
            <w:tcW w:w="15730" w:type="dxa"/>
            <w:gridSpan w:val="13"/>
            <w:tcBorders>
              <w:top w:val="single" w:sz="12" w:space="0" w:color="auto"/>
              <w:left w:val="thickThin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Trees:</w:t>
            </w:r>
          </w:p>
        </w:tc>
      </w:tr>
      <w:tr w:rsidR="00105BD7" w:rsidRPr="00990230" w:rsidTr="0050367D">
        <w:trPr>
          <w:cantSplit/>
          <w:trHeight w:val="57"/>
          <w:jc w:val="center"/>
        </w:trPr>
        <w:tc>
          <w:tcPr>
            <w:tcW w:w="7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2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5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9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</w:tr>
      <w:tr w:rsidR="00105BD7" w:rsidRPr="00990230" w:rsidTr="0050367D">
        <w:trPr>
          <w:cantSplit/>
          <w:trHeight w:val="54"/>
          <w:jc w:val="center"/>
        </w:trPr>
        <w:tc>
          <w:tcPr>
            <w:tcW w:w="742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bottom w:val="thickThin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72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6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08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25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395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575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485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99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29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sz w:val="20"/>
          <w:szCs w:val="20"/>
          <w:u w:val="single"/>
          <w:lang w:bidi="ar-EG"/>
        </w:rPr>
        <w:t>Codes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Sultan bold"/>
          <w:sz w:val="20"/>
          <w:szCs w:val="20"/>
          <w:rtl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>(1)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>Source of irrigation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1= </w:t>
      </w:r>
      <w:r w:rsidRPr="00990230">
        <w:rPr>
          <w:rFonts w:ascii="Calibri" w:eastAsia="Arial Unicode MS" w:hAnsi="Calibri" w:cs="Sultan bold"/>
          <w:sz w:val="20"/>
          <w:szCs w:val="20"/>
          <w:lang w:bidi="ar-EG"/>
        </w:rPr>
        <w:t xml:space="preserve">Fresh </w:t>
      </w:r>
      <w:r w:rsidRPr="00990230">
        <w:rPr>
          <w:rFonts w:ascii="Calibri" w:hAnsi="Calibri" w:cs="Arial"/>
          <w:sz w:val="20"/>
          <w:szCs w:val="20"/>
        </w:rPr>
        <w:t>water</w:t>
      </w:r>
      <w:r w:rsidRPr="00990230">
        <w:rPr>
          <w:rFonts w:ascii="Calibri" w:eastAsia="Arial Unicode MS" w:hAnsi="Calibri" w:cs="Sultan bold"/>
          <w:sz w:val="20"/>
          <w:szCs w:val="20"/>
          <w:lang w:bidi="ar-EG"/>
        </w:rPr>
        <w:t xml:space="preserve"> (surface </w:t>
      </w:r>
      <w:smartTag w:uri="urn:schemas-microsoft-com:office:smarttags" w:element="place">
        <w:r w:rsidRPr="00990230">
          <w:rPr>
            <w:rFonts w:ascii="Calibri" w:eastAsia="Arial Unicode MS" w:hAnsi="Calibri" w:cs="Sultan bold"/>
            <w:sz w:val="20"/>
            <w:szCs w:val="20"/>
            <w:lang w:bidi="ar-EG"/>
          </w:rPr>
          <w:t>Nile</w:t>
        </w:r>
      </w:smartTag>
      <w:r w:rsidRPr="00990230">
        <w:rPr>
          <w:rFonts w:ascii="Calibri" w:eastAsia="Arial Unicode MS" w:hAnsi="Calibri" w:cs="Sultan bold"/>
          <w:sz w:val="20"/>
          <w:szCs w:val="20"/>
          <w:lang w:bidi="ar-EG"/>
        </w:rPr>
        <w:t xml:space="preserve"> water)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2= </w:t>
      </w:r>
      <w:r w:rsidRPr="00990230">
        <w:rPr>
          <w:rFonts w:ascii="Calibri" w:hAnsi="Calibri" w:cs="Arial"/>
          <w:sz w:val="20"/>
          <w:szCs w:val="20"/>
        </w:rPr>
        <w:t>Groundwater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3= </w:t>
      </w:r>
      <w:r w:rsidRPr="00990230">
        <w:rPr>
          <w:rFonts w:ascii="Calibri" w:hAnsi="Calibri" w:cs="Arial"/>
          <w:sz w:val="20"/>
          <w:szCs w:val="20"/>
        </w:rPr>
        <w:t>Drainage water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4= </w:t>
      </w:r>
      <w:r w:rsidRPr="00990230">
        <w:rPr>
          <w:rFonts w:ascii="Calibri" w:hAnsi="Calibri" w:cs="Arial"/>
          <w:sz w:val="20"/>
          <w:szCs w:val="20"/>
        </w:rPr>
        <w:t>Mixed water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5= </w:t>
      </w:r>
      <w:r w:rsidRPr="00990230">
        <w:rPr>
          <w:rFonts w:ascii="Calibri" w:hAnsi="Calibri"/>
          <w:sz w:val="20"/>
          <w:szCs w:val="20"/>
        </w:rPr>
        <w:t>other (specify)</w:t>
      </w:r>
      <w:r w:rsidRPr="00990230">
        <w:rPr>
          <w:rFonts w:ascii="Calibri" w:eastAsia="Arial Unicode MS" w:hAnsi="Calibri" w:cs="Arial Unicode MS" w:hint="cs"/>
          <w:b/>
          <w:bCs/>
          <w:color w:val="D9D5BD"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sz w:val="20"/>
          <w:szCs w:val="20"/>
          <w:rtl/>
          <w:lang w:bidi="ar-EG"/>
        </w:rPr>
        <w:t>____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>(2)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>Irrigation system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1= Flood irrigation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2= Sprinkler irrigation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3= Drip irrigation</w:t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>(3)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>Irrigation schedule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1= </w:t>
      </w:r>
      <w:r w:rsidRPr="00990230">
        <w:rPr>
          <w:rFonts w:ascii="Calibri" w:hAnsi="Calibri"/>
          <w:sz w:val="20"/>
          <w:szCs w:val="20"/>
        </w:rPr>
        <w:t>Early in the morning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2= </w:t>
      </w:r>
      <w:r w:rsidRPr="00990230">
        <w:rPr>
          <w:rFonts w:ascii="Calibri" w:hAnsi="Calibri"/>
          <w:sz w:val="20"/>
          <w:szCs w:val="20"/>
        </w:rPr>
        <w:t>At noon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3= </w:t>
      </w:r>
      <w:r w:rsidRPr="00990230">
        <w:rPr>
          <w:rFonts w:ascii="Calibri" w:hAnsi="Calibri"/>
          <w:sz w:val="20"/>
          <w:szCs w:val="20"/>
        </w:rPr>
        <w:t>In the afternoon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4= </w:t>
      </w:r>
      <w:r w:rsidRPr="00990230">
        <w:rPr>
          <w:rFonts w:ascii="Calibri" w:hAnsi="Calibri" w:cs="Arial"/>
          <w:sz w:val="20"/>
          <w:szCs w:val="20"/>
        </w:rPr>
        <w:t>At night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sz w:val="20"/>
          <w:szCs w:val="20"/>
        </w:rPr>
      </w:pPr>
      <w:r w:rsidRPr="00990230">
        <w:rPr>
          <w:rFonts w:ascii="Calibri" w:hAnsi="Calibri"/>
          <w:b/>
          <w:bCs/>
        </w:rPr>
        <w:t>What is the system of water flow in the canal that serves 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 xml:space="preserve">1= </w:t>
      </w:r>
      <w:r w:rsidRPr="00990230">
        <w:rPr>
          <w:rFonts w:ascii="Calibri" w:hAnsi="Calibri"/>
          <w:sz w:val="20"/>
          <w:szCs w:val="20"/>
        </w:rPr>
        <w:t>continuous flow</w:t>
      </w:r>
      <w:r w:rsidRPr="00990230">
        <w:rPr>
          <w:rFonts w:ascii="Calibri" w:hAnsi="Calibri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  <w:t>2=</w:t>
      </w:r>
      <w:r w:rsidRPr="00990230">
        <w:rPr>
          <w:rFonts w:ascii="Calibri" w:hAnsi="Calibri"/>
          <w:sz w:val="20"/>
          <w:szCs w:val="20"/>
        </w:rPr>
        <w:t xml:space="preserve"> rotational flow (irrigation </w:t>
      </w:r>
      <w:r w:rsidRPr="00990230">
        <w:rPr>
          <w:rFonts w:ascii="Calibri" w:hAnsi="Calibri" w:cs="Arial"/>
          <w:sz w:val="20"/>
          <w:szCs w:val="20"/>
        </w:rPr>
        <w:t>rotation)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"rotational flow":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 xml:space="preserve">What is the scheme of irrigation rotation in the canal that serves your land?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color w:val="D9D5BD"/>
          <w:rtl/>
          <w:lang w:bidi="ar-EG"/>
        </w:rPr>
        <w:t>_____</w:t>
      </w:r>
      <w:r w:rsidRPr="00990230">
        <w:rPr>
          <w:rFonts w:ascii="Calibri" w:hAnsi="Calibri" w:cs="Arial"/>
        </w:rPr>
        <w:t>) days wet (on days) and</w:t>
      </w:r>
      <w:r w:rsidRPr="00990230">
        <w:rPr>
          <w:rFonts w:ascii="Calibri" w:eastAsia="Arial Unicode MS" w:hAnsi="Calibri" w:cs="Arial Unicode MS"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color w:val="D9D5BD"/>
          <w:rtl/>
          <w:lang w:bidi="ar-EG"/>
        </w:rPr>
        <w:t>_____</w:t>
      </w:r>
      <w:r w:rsidRPr="00990230">
        <w:rPr>
          <w:rFonts w:ascii="Calibri" w:hAnsi="Calibri" w:cs="Arial"/>
        </w:rPr>
        <w:t>) days dry (off days).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</w:rPr>
      </w:pPr>
      <w:r w:rsidRPr="00990230">
        <w:rPr>
          <w:rFonts w:ascii="Calibri" w:hAnsi="Calibri"/>
          <w:b/>
          <w:bCs/>
        </w:rPr>
        <w:t xml:space="preserve">What is the type of </w:t>
      </w:r>
      <w:r w:rsidR="00911DD3" w:rsidRPr="00911DD3">
        <w:rPr>
          <w:rFonts w:ascii="Calibri" w:hAnsi="Calibri"/>
          <w:b/>
          <w:bCs/>
          <w:i/>
        </w:rPr>
        <w:t>mesqa</w:t>
      </w:r>
      <w:r w:rsidRPr="00990230">
        <w:rPr>
          <w:rFonts w:ascii="Calibri" w:hAnsi="Calibri"/>
          <w:b/>
          <w:bCs/>
        </w:rPr>
        <w:t>s that serve 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1= improved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non- improved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3= </w:t>
      </w:r>
      <w:r w:rsidRPr="00990230">
        <w:rPr>
          <w:rFonts w:ascii="Calibri" w:hAnsi="Calibri"/>
          <w:sz w:val="20"/>
          <w:szCs w:val="20"/>
        </w:rPr>
        <w:t>other (specify)</w:t>
      </w:r>
      <w:r w:rsidRPr="00990230">
        <w:rPr>
          <w:rFonts w:ascii="Calibri" w:eastAsia="Arial Unicode MS" w:hAnsi="Calibri" w:cs="Arial Unicode MS" w:hint="cs"/>
          <w:b/>
          <w:bCs/>
          <w:color w:val="D9D5BD"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sz w:val="20"/>
          <w:szCs w:val="20"/>
          <w:rtl/>
          <w:lang w:bidi="ar-EG"/>
        </w:rPr>
        <w:t>____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"improved":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>What type of improvement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 w:cs="Arial"/>
          <w:rtl/>
        </w:rPr>
        <w:tab/>
      </w:r>
      <w:r w:rsidRPr="00990230">
        <w:rPr>
          <w:rFonts w:ascii="Calibri" w:hAnsi="Calibri" w:cs="Arial"/>
          <w:rtl/>
          <w:lang w:bidi="ar-EG"/>
        </w:rPr>
        <w:tab/>
      </w:r>
      <w:r w:rsidRPr="00990230">
        <w:rPr>
          <w:rFonts w:ascii="Calibri" w:hAnsi="Calibri" w:cs="Arial"/>
          <w:rtl/>
          <w:lang w:bidi="ar-EG"/>
        </w:rPr>
        <w:tab/>
      </w:r>
      <w:r w:rsidRPr="00990230">
        <w:rPr>
          <w:rFonts w:ascii="Calibri" w:hAnsi="Calibri" w:cs="Arial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 xml:space="preserve">1= </w:t>
      </w:r>
      <w:r w:rsidRPr="00990230">
        <w:rPr>
          <w:rFonts w:ascii="Calibri" w:hAnsi="Calibri"/>
          <w:sz w:val="20"/>
          <w:szCs w:val="20"/>
        </w:rPr>
        <w:t>lined canals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buried pipes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eastAsia="Arial Unicode MS" w:hAnsi="Calibri" w:cs="Arial Unicode MS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3= </w:t>
      </w:r>
      <w:r w:rsidRPr="00990230">
        <w:rPr>
          <w:rFonts w:ascii="Calibri" w:hAnsi="Calibri"/>
          <w:sz w:val="20"/>
          <w:szCs w:val="20"/>
        </w:rPr>
        <w:t>other (specify)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 xml:space="preserve"> 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0"/>
          <w:szCs w:val="20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Is there a drainage system</w:t>
      </w:r>
      <w:r w:rsidRPr="00990230">
        <w:rPr>
          <w:rFonts w:ascii="Calibri" w:eastAsia="Arial Unicode MS" w:hAnsi="Calibri" w:cs="Arial Unicode MS"/>
          <w:b/>
          <w:bCs/>
        </w:rPr>
        <w:t xml:space="preserve"> serving 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ab/>
        <w:t>2= No</w:t>
      </w:r>
      <w:r w:rsidRPr="00990230">
        <w:rPr>
          <w:rFonts w:ascii="Calibri" w:hAnsi="Calibri" w:cs="Arial"/>
          <w:sz w:val="20"/>
          <w:szCs w:val="20"/>
          <w:rtl/>
        </w:rPr>
        <w:tab/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hAnsi="Calibri"/>
          <w:b/>
          <w:bCs/>
        </w:rPr>
        <w:t>What type is the drainage system that serves 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 w:cs="Arial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tile drainage</w:t>
      </w:r>
      <w:r w:rsidR="00122D65" w:rsidRPr="00990230">
        <w:rPr>
          <w:rFonts w:ascii="Calibri" w:hAnsi="Calibri"/>
          <w:b/>
          <w:bCs/>
        </w:rPr>
        <w:t xml:space="preserve"> </w:t>
      </w:r>
      <w:r w:rsidR="00122D65" w:rsidRPr="00990230">
        <w:rPr>
          <w:rFonts w:ascii="Calibri" w:hAnsi="Calibri" w:cs="Arial"/>
          <w:sz w:val="20"/>
          <w:szCs w:val="20"/>
        </w:rPr>
        <w:t xml:space="preserve"> 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surface drainage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0"/>
          <w:szCs w:val="20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Do you think water available in the </w:t>
      </w:r>
      <w:r w:rsidR="00911DD3" w:rsidRPr="00911DD3">
        <w:rPr>
          <w:rFonts w:ascii="Calibri" w:hAnsi="Calibri"/>
          <w:b/>
          <w:bCs/>
          <w:i/>
        </w:rPr>
        <w:t>mesqa</w:t>
      </w:r>
      <w:r w:rsidRPr="00990230">
        <w:rPr>
          <w:rFonts w:ascii="Calibri" w:hAnsi="Calibri"/>
          <w:b/>
          <w:bCs/>
        </w:rPr>
        <w:t>s that serve your land</w:t>
      </w:r>
      <w:r w:rsidRPr="00990230">
        <w:rPr>
          <w:rFonts w:ascii="Calibri" w:hAnsi="Calibri" w:cs="Arial"/>
          <w:b/>
          <w:bCs/>
        </w:rPr>
        <w:t xml:space="preserve"> was adequate enough to irrigate summer crops?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  <w:r w:rsidRPr="00990230">
        <w:rPr>
          <w:rFonts w:ascii="Calibri" w:hAnsi="Calibri" w:cs="Arial"/>
          <w:sz w:val="20"/>
          <w:szCs w:val="20"/>
          <w:rtl/>
        </w:rPr>
        <w:tab/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hAnsi="Calibri"/>
          <w:b/>
          <w:bCs/>
        </w:rPr>
        <w:t>Why not?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high water level at the </w:t>
      </w:r>
      <w:r w:rsidR="00911DD3" w:rsidRPr="00911DD3">
        <w:rPr>
          <w:rFonts w:ascii="Calibri" w:hAnsi="Calibri"/>
          <w:i/>
        </w:rPr>
        <w:t xml:space="preserve">mesqa </w:t>
      </w:r>
      <w:r w:rsidRPr="00990230">
        <w:rPr>
          <w:rFonts w:ascii="Calibri" w:hAnsi="Calibri"/>
        </w:rPr>
        <w:t>head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long irrigation rotation at the </w:t>
      </w:r>
      <w:r w:rsidR="00911DD3" w:rsidRPr="00911DD3">
        <w:rPr>
          <w:rFonts w:ascii="Calibri" w:hAnsi="Calibri"/>
          <w:i/>
        </w:rPr>
        <w:t xml:space="preserve">mesqa </w:t>
      </w:r>
      <w:r w:rsidRPr="00990230">
        <w:rPr>
          <w:rFonts w:ascii="Calibri" w:hAnsi="Calibri"/>
        </w:rPr>
        <w:t>head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short distance between </w:t>
      </w:r>
      <w:r w:rsidRPr="00990230">
        <w:rPr>
          <w:rFonts w:ascii="Calibri" w:hAnsi="Calibri"/>
        </w:rPr>
        <w:t xml:space="preserve">the </w:t>
      </w:r>
      <w:r w:rsidR="00911DD3" w:rsidRPr="00911DD3">
        <w:rPr>
          <w:rFonts w:ascii="Calibri" w:hAnsi="Calibri"/>
          <w:i/>
        </w:rPr>
        <w:t xml:space="preserve">mesqa </w:t>
      </w:r>
      <w:r w:rsidRPr="00990230">
        <w:rPr>
          <w:rFonts w:ascii="Calibri" w:hAnsi="Calibri"/>
        </w:rPr>
        <w:t>head</w:t>
      </w:r>
      <w:r w:rsidRPr="00990230">
        <w:rPr>
          <w:rFonts w:ascii="Calibri" w:hAnsi="Calibri" w:cs="Arial"/>
        </w:rPr>
        <w:t xml:space="preserve"> and the main canal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months during which you face water shortage?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Jan.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eastAsia="Arial Unicode MS" w:hAnsi="Calibri" w:cs="Arial Unicode MS"/>
        </w:rPr>
        <w:t>Feb.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Mar.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Apr.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May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Jun.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Jul.</w:t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Aug.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Sept.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Oct.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Nov.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Dec.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Why not?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____________________________________________</w:t>
      </w:r>
      <w:r w:rsidR="0050367D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How do you overcome water shortage?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</w:t>
      </w:r>
      <w:r w:rsidR="0050367D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0"/>
          <w:szCs w:val="20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lastRenderedPageBreak/>
        <w:t xml:space="preserve">Do you think farms located at the </w:t>
      </w:r>
      <w:r w:rsidR="00911DD3" w:rsidRPr="00911DD3">
        <w:rPr>
          <w:rFonts w:ascii="Calibri" w:eastAsia="Arial Unicode MS" w:hAnsi="Calibri" w:cs="Arial Unicode MS"/>
          <w:b/>
          <w:bCs/>
          <w:i/>
          <w:lang w:bidi="ar-EG"/>
        </w:rPr>
        <w:t xml:space="preserve">mesqa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head overuse water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  <w:r w:rsidRPr="00990230">
        <w:rPr>
          <w:rFonts w:ascii="Calibri" w:hAnsi="Calibri" w:cs="Arial"/>
          <w:sz w:val="20"/>
          <w:szCs w:val="20"/>
          <w:rtl/>
        </w:rPr>
        <w:tab/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>What do you do to improve water use efficiency in your farm?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Do you think there will be problems related to </w:t>
      </w:r>
      <w:r w:rsidRPr="00990230">
        <w:rPr>
          <w:rFonts w:ascii="Calibri" w:hAnsi="Calibri" w:cs="Arial"/>
          <w:b/>
          <w:bCs/>
        </w:rPr>
        <w:t xml:space="preserve">water quantity or quality in the near future?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 w:cs="Arial"/>
          <w:sz w:val="20"/>
          <w:szCs w:val="20"/>
        </w:rPr>
        <w:tab/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  <w:r w:rsidRPr="00990230">
        <w:rPr>
          <w:rFonts w:ascii="Calibri" w:hAnsi="Calibri" w:cs="Arial"/>
          <w:sz w:val="20"/>
          <w:szCs w:val="20"/>
          <w:rtl/>
        </w:rPr>
        <w:tab/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What </w:t>
      </w:r>
      <w:r w:rsidRPr="00990230">
        <w:rPr>
          <w:rFonts w:ascii="Calibri" w:hAnsi="Calibri"/>
          <w:b/>
          <w:bCs/>
        </w:rPr>
        <w:t>are these problems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hAnsi="Calibri"/>
          <w:b/>
          <w:bCs/>
        </w:rPr>
        <w:t>Do you think these problems can be solved? How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0367D" w:rsidRPr="00990230" w:rsidRDefault="0050367D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0"/>
          <w:szCs w:val="20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Do you usually depend on night irrigation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="00E92F92" w:rsidRPr="00990230">
        <w:rPr>
          <w:rFonts w:ascii="Calibri" w:hAnsi="Calibri" w:cs="Arial"/>
          <w:sz w:val="20"/>
          <w:szCs w:val="20"/>
        </w:rPr>
        <w:tab/>
      </w:r>
      <w:r w:rsidR="00E92F92"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  <w:r w:rsidRPr="00990230">
        <w:rPr>
          <w:rFonts w:ascii="Calibri" w:hAnsi="Calibri" w:cs="Arial"/>
          <w:sz w:val="20"/>
          <w:szCs w:val="20"/>
          <w:rtl/>
        </w:rPr>
        <w:tab/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How many times do you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usually depend on night irrigation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color w:val="D9D5BD"/>
          <w:rtl/>
          <w:lang w:bidi="ar-EG"/>
        </w:rPr>
        <w:t>____________</w:t>
      </w:r>
      <w:r w:rsidRPr="00990230">
        <w:rPr>
          <w:rFonts w:ascii="Calibri" w:hAnsi="Calibri" w:cs="Arial"/>
        </w:rPr>
        <w:t>) times in summer</w:t>
      </w:r>
      <w:r w:rsidRPr="00990230">
        <w:rPr>
          <w:rFonts w:ascii="Calibri" w:eastAsia="Arial Unicode MS" w:hAnsi="Calibri" w:cs="Arial Unicode MS"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color w:val="D9D5BD"/>
          <w:rtl/>
          <w:lang w:bidi="ar-EG"/>
        </w:rPr>
        <w:t>____________</w:t>
      </w:r>
      <w:r w:rsidRPr="00990230">
        <w:rPr>
          <w:rFonts w:ascii="Calibri" w:hAnsi="Calibri" w:cs="Arial"/>
        </w:rPr>
        <w:t>) times in winter</w:t>
      </w:r>
      <w:r w:rsidRPr="00990230">
        <w:rPr>
          <w:rFonts w:ascii="Calibri" w:eastAsia="Arial Unicode MS" w:hAnsi="Calibri" w:cs="Arial Unicode MS"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Why do you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usually depend on night irrigation</w:t>
      </w:r>
      <w:r w:rsidRPr="00990230">
        <w:rPr>
          <w:rFonts w:ascii="Calibri" w:eastAsia="Arial Unicode MS" w:hAnsi="Calibri" w:cs="Arial Unicode MS"/>
          <w:b/>
          <w:bCs/>
        </w:rPr>
        <w:t xml:space="preserve">? </w:t>
      </w:r>
      <w:r w:rsidRPr="00990230">
        <w:rPr>
          <w:rFonts w:ascii="Calibri" w:hAnsi="Calibri" w:cs="Arial"/>
          <w:b/>
          <w:bCs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</w:t>
      </w:r>
      <w:r w:rsidRPr="00990230">
        <w:rPr>
          <w:rFonts w:ascii="Calibri" w:hAnsi="Calibri" w:cs="Arial"/>
          <w:b/>
          <w:bCs/>
        </w:rPr>
        <w:t>)</w:t>
      </w:r>
      <w:r w:rsidRPr="00990230">
        <w:rPr>
          <w:rFonts w:ascii="Calibri" w:eastAsia="Arial Unicode MS" w:hAnsi="Calibri" w:cs="Arial Unicode MS"/>
        </w:rPr>
        <w:tab/>
      </w:r>
    </w:p>
    <w:p w:rsidR="00E92F92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due to the irrigation rotation </w:t>
      </w:r>
      <w:r w:rsidRPr="00990230">
        <w:rPr>
          <w:rFonts w:ascii="Calibri" w:hAnsi="Calibri" w:cs="Arial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="00E92F92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due to water shortage occurring in daytime</w:t>
      </w:r>
      <w:r w:rsidRPr="00990230">
        <w:rPr>
          <w:rFonts w:ascii="Calibri" w:hAnsi="Calibri" w:cs="Arial"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due to the suitability of night irrigation for summer crops I cultivate</w:t>
      </w:r>
      <w:r w:rsidRPr="00990230">
        <w:rPr>
          <w:rFonts w:ascii="Calibri" w:hAnsi="Calibri" w:cs="Arial"/>
        </w:rPr>
        <w:tab/>
      </w:r>
      <w:r w:rsidR="00E92F92" w:rsidRPr="00990230">
        <w:rPr>
          <w:rFonts w:ascii="Calibri" w:hAnsi="Calibri" w:cs="Arial"/>
        </w:rPr>
        <w:tab/>
      </w:r>
      <w:r w:rsidR="00E92F92" w:rsidRPr="00990230">
        <w:rPr>
          <w:rFonts w:ascii="Calibri" w:hAnsi="Calibri" w:cs="Arial"/>
        </w:rPr>
        <w:tab/>
      </w:r>
      <w:r w:rsidR="00E92F92"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</w:t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rPr>
          <w:rFonts w:ascii="Calibri" w:hAnsi="Calibri" w:cs="Arial"/>
          <w:b/>
          <w:bCs/>
        </w:rPr>
      </w:pPr>
      <w:r w:rsidRPr="00990230">
        <w:rPr>
          <w:rFonts w:ascii="Arial Unicode MS" w:eastAsia="Arial Unicode MS" w:hAnsi="Arial Unicode MS" w:cs="PT Bold Heading"/>
          <w:color w:val="0000FF"/>
          <w:u w:val="single"/>
          <w:rtl/>
        </w:rPr>
        <w:br w:type="page"/>
      </w:r>
      <w:r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1.2.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Animal Production</w:t>
      </w:r>
      <w:r w:rsidRPr="00990230">
        <w:rPr>
          <w:rFonts w:ascii="Calibri" w:hAnsi="Calibri" w:cs="Arial"/>
          <w:b/>
          <w:bCs/>
          <w:sz w:val="28"/>
          <w:szCs w:val="28"/>
        </w:rPr>
        <w:t xml:space="preserve">: </w:t>
      </w: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0"/>
        <w:rPr>
          <w:rFonts w:ascii="Calibri" w:hAnsi="Calibri" w:cs="Arial"/>
          <w:b/>
          <w:bCs/>
        </w:rPr>
      </w:pPr>
      <w:r w:rsidRPr="00990230">
        <w:rPr>
          <w:rFonts w:ascii="Calibri" w:hAnsi="Calibri" w:cs="Arial"/>
          <w:b/>
          <w:bCs/>
        </w:rPr>
        <w:t>1.2.1. Structure of animal production</w:t>
      </w:r>
    </w:p>
    <w:tbl>
      <w:tblPr>
        <w:tblW w:w="485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1"/>
        <w:gridCol w:w="1070"/>
        <w:gridCol w:w="668"/>
        <w:gridCol w:w="955"/>
        <w:gridCol w:w="851"/>
        <w:gridCol w:w="709"/>
        <w:gridCol w:w="1445"/>
        <w:gridCol w:w="1794"/>
        <w:gridCol w:w="558"/>
        <w:gridCol w:w="1163"/>
      </w:tblGrid>
      <w:tr w:rsidR="005B3F08" w:rsidRPr="00990230" w:rsidTr="0050367D">
        <w:trPr>
          <w:trHeight w:val="20"/>
          <w:jc w:val="center"/>
        </w:trPr>
        <w:tc>
          <w:tcPr>
            <w:tcW w:w="5131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070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668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Cow</w:t>
            </w:r>
          </w:p>
        </w:tc>
        <w:tc>
          <w:tcPr>
            <w:tcW w:w="955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Buffalo</w:t>
            </w:r>
          </w:p>
        </w:tc>
        <w:tc>
          <w:tcPr>
            <w:tcW w:w="851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Sheep</w:t>
            </w:r>
          </w:p>
        </w:tc>
        <w:tc>
          <w:tcPr>
            <w:tcW w:w="709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Goat</w:t>
            </w:r>
          </w:p>
        </w:tc>
        <w:tc>
          <w:tcPr>
            <w:tcW w:w="1445" w:type="dxa"/>
            <w:tcBorders>
              <w:top w:val="thinThickSmallGap" w:sz="12" w:space="0" w:color="auto"/>
              <w:bottom w:val="single" w:sz="12" w:space="0" w:color="auto"/>
              <w:right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Other </w:t>
            </w:r>
            <w:r w:rsidRPr="00990230">
              <w:rPr>
                <w:rFonts w:ascii="Calibri" w:hAnsi="Calibri" w:cs="Arial"/>
                <w:sz w:val="20"/>
                <w:szCs w:val="20"/>
              </w:rPr>
              <w:t>(specify)</w:t>
            </w:r>
          </w:p>
        </w:tc>
        <w:tc>
          <w:tcPr>
            <w:tcW w:w="1794" w:type="dxa"/>
            <w:tcBorders>
              <w:top w:val="thinThickSmallGap" w:sz="12" w:space="0" w:color="auto"/>
              <w:left w:val="thickThin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Poultry</w:t>
            </w:r>
          </w:p>
        </w:tc>
        <w:tc>
          <w:tcPr>
            <w:tcW w:w="558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63" w:type="dxa"/>
            <w:tcBorders>
              <w:top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Value (L.E.)</w:t>
            </w:r>
          </w:p>
        </w:tc>
      </w:tr>
      <w:tr w:rsidR="005B3F08" w:rsidRPr="00990230" w:rsidTr="0050367D">
        <w:trPr>
          <w:trHeight w:val="20"/>
          <w:jc w:val="center"/>
        </w:trPr>
        <w:tc>
          <w:tcPr>
            <w:tcW w:w="51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Total no. of animals</w:t>
            </w:r>
          </w:p>
        </w:tc>
        <w:tc>
          <w:tcPr>
            <w:tcW w:w="107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Heads</w:t>
            </w:r>
          </w:p>
        </w:tc>
        <w:tc>
          <w:tcPr>
            <w:tcW w:w="6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12" w:space="0" w:color="auto"/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12" w:space="0" w:color="auto"/>
              <w:left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Chicken</w:t>
            </w:r>
          </w:p>
        </w:tc>
        <w:tc>
          <w:tcPr>
            <w:tcW w:w="55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50367D">
        <w:trPr>
          <w:trHeight w:val="20"/>
          <w:jc w:val="center"/>
        </w:trPr>
        <w:tc>
          <w:tcPr>
            <w:tcW w:w="513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No. of milk animals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Heads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000000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Duck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50367D">
        <w:trPr>
          <w:trHeight w:val="20"/>
          <w:jc w:val="center"/>
        </w:trPr>
        <w:tc>
          <w:tcPr>
            <w:tcW w:w="513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Average market value of owned animals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L.E.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Goose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50367D">
        <w:trPr>
          <w:trHeight w:val="20"/>
          <w:jc w:val="center"/>
        </w:trPr>
        <w:tc>
          <w:tcPr>
            <w:tcW w:w="513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Quantity of produced milk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Kg/day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000000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Turkey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50367D">
        <w:trPr>
          <w:trHeight w:val="20"/>
          <w:jc w:val="center"/>
        </w:trPr>
        <w:tc>
          <w:tcPr>
            <w:tcW w:w="513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Quantity of sold milk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Kg/day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000000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Dove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50367D">
        <w:trPr>
          <w:trHeight w:val="20"/>
          <w:jc w:val="center"/>
        </w:trPr>
        <w:tc>
          <w:tcPr>
            <w:tcW w:w="513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 xml:space="preserve">Average price of milk </w:t>
            </w:r>
            <w:r w:rsidR="000F5D96"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(</w:t>
            </w: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in the community</w:t>
            </w:r>
            <w:r w:rsidR="000F5D96"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L.E/Kg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000000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Rabbit</w:t>
            </w:r>
          </w:p>
        </w:tc>
        <w:tc>
          <w:tcPr>
            <w:tcW w:w="5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50367D">
        <w:trPr>
          <w:trHeight w:val="77"/>
          <w:jc w:val="center"/>
        </w:trPr>
        <w:tc>
          <w:tcPr>
            <w:tcW w:w="513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No. of sold animals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  <w:lang w:bidi="ar-EG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Head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thickThinSmallGap" w:sz="12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Other (specify)</w:t>
            </w:r>
          </w:p>
        </w:tc>
        <w:tc>
          <w:tcPr>
            <w:tcW w:w="558" w:type="dxa"/>
            <w:tcBorders>
              <w:top w:val="single" w:sz="4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doub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50367D">
        <w:trPr>
          <w:trHeight w:val="20"/>
          <w:jc w:val="center"/>
        </w:trPr>
        <w:tc>
          <w:tcPr>
            <w:tcW w:w="513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 xml:space="preserve">Average price of sold animals </w:t>
            </w:r>
            <w:r w:rsidR="000F5D96"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(</w:t>
            </w: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in the community</w:t>
            </w:r>
            <w:r w:rsidR="000F5D96"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L.E/head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15" w:type="dxa"/>
            <w:gridSpan w:val="3"/>
            <w:vMerge w:val="restart"/>
            <w:tcBorders>
              <w:top w:val="double" w:sz="2" w:space="0" w:color="auto"/>
              <w:left w:val="thickThinSmallGap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50367D">
        <w:trPr>
          <w:trHeight w:val="20"/>
          <w:jc w:val="center"/>
        </w:trPr>
        <w:tc>
          <w:tcPr>
            <w:tcW w:w="513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 xml:space="preserve">No. of animals slaughtered and consumed by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a household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Heads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15" w:type="dxa"/>
            <w:gridSpan w:val="3"/>
            <w:vMerge/>
            <w:tcBorders>
              <w:top w:val="single" w:sz="4" w:space="0" w:color="auto"/>
              <w:left w:val="thickThinSmallGap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50367D">
        <w:trPr>
          <w:trHeight w:val="20"/>
          <w:jc w:val="center"/>
        </w:trPr>
        <w:tc>
          <w:tcPr>
            <w:tcW w:w="5131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Average market value of slaughtered animals</w:t>
            </w:r>
          </w:p>
        </w:tc>
        <w:tc>
          <w:tcPr>
            <w:tcW w:w="1070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L.E/head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5" w:type="dxa"/>
            <w:tcBorders>
              <w:right w:val="thickThinSmallGap" w:sz="12" w:space="0" w:color="auto"/>
            </w:tcBorders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15" w:type="dxa"/>
            <w:gridSpan w:val="3"/>
            <w:vMerge/>
            <w:tcBorders>
              <w:top w:val="single" w:sz="4" w:space="0" w:color="auto"/>
              <w:left w:val="thickThinSmallGap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</w:tbl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</w:rPr>
      </w:pPr>
      <w:r w:rsidRPr="00990230">
        <w:rPr>
          <w:rFonts w:ascii="Calibri" w:hAnsi="Calibri" w:cs="Arial"/>
          <w:b/>
          <w:bCs/>
        </w:rPr>
        <w:t xml:space="preserve">1.2.2. Costs of animal </w:t>
      </w:r>
      <w:r w:rsidR="0040123A" w:rsidRPr="00990230">
        <w:rPr>
          <w:rFonts w:ascii="Calibri" w:hAnsi="Calibri" w:cs="Arial"/>
          <w:b/>
          <w:bCs/>
        </w:rPr>
        <w:t xml:space="preserve">inputs of </w:t>
      </w:r>
      <w:r w:rsidRPr="00990230">
        <w:rPr>
          <w:rFonts w:ascii="Calibri" w:hAnsi="Calibri" w:cs="Arial"/>
          <w:b/>
          <w:bCs/>
        </w:rPr>
        <w:t>production during last year</w:t>
      </w:r>
    </w:p>
    <w:tbl>
      <w:tblPr>
        <w:tblW w:w="485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5"/>
        <w:gridCol w:w="1534"/>
        <w:gridCol w:w="2150"/>
        <w:gridCol w:w="2150"/>
        <w:gridCol w:w="5525"/>
      </w:tblGrid>
      <w:tr w:rsidR="005B3F08" w:rsidRPr="00990230" w:rsidTr="00DC6031">
        <w:trPr>
          <w:trHeight w:val="20"/>
          <w:jc w:val="center"/>
        </w:trPr>
        <w:tc>
          <w:tcPr>
            <w:tcW w:w="32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Inputs</w:t>
            </w:r>
          </w:p>
        </w:tc>
        <w:tc>
          <w:tcPr>
            <w:tcW w:w="16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23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Quantity or number</w:t>
            </w:r>
          </w:p>
        </w:tc>
        <w:tc>
          <w:tcPr>
            <w:tcW w:w="23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Price/unit (L.E.)</w:t>
            </w:r>
          </w:p>
        </w:tc>
        <w:tc>
          <w:tcPr>
            <w:tcW w:w="609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Notes</w:t>
            </w: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15774" w:type="dxa"/>
            <w:gridSpan w:val="5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I. Labour:</w:t>
            </w: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15774" w:type="dxa"/>
            <w:gridSpan w:val="5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1- Hired labour</w:t>
            </w: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Man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Man/day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Woman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Woman/day</w:t>
            </w: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Boy/Girl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Boy/day</w:t>
            </w: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15774" w:type="dxa"/>
            <w:gridSpan w:val="5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2- Family labour</w:t>
            </w: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Man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Man/day</w:t>
            </w: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firstLine="320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Woman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Woman/day</w:t>
            </w: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Boy/Girl</w:t>
            </w:r>
          </w:p>
        </w:tc>
        <w:tc>
          <w:tcPr>
            <w:tcW w:w="16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Boy/day</w:t>
            </w:r>
          </w:p>
        </w:tc>
        <w:tc>
          <w:tcPr>
            <w:tcW w:w="2358" w:type="dxa"/>
            <w:tcBorders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tcBorders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tcBorders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15774" w:type="dxa"/>
            <w:gridSpan w:val="5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II. Feeding stuffs:</w:t>
            </w: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Concentrates</w:t>
            </w:r>
          </w:p>
        </w:tc>
        <w:tc>
          <w:tcPr>
            <w:tcW w:w="16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Ton</w:t>
            </w:r>
          </w:p>
        </w:tc>
        <w:tc>
          <w:tcPr>
            <w:tcW w:w="2358" w:type="dxa"/>
            <w:tcBorders>
              <w:top w:val="single" w:sz="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Bran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Ton</w:t>
            </w:r>
          </w:p>
        </w:tc>
        <w:tc>
          <w:tcPr>
            <w:tcW w:w="235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</w:t>
            </w:r>
            <w:proofErr w:type="spellStart"/>
            <w:r w:rsidR="000F5D96" w:rsidRPr="00990230">
              <w:rPr>
                <w:rFonts w:ascii="Calibri" w:eastAsia="Arial Unicode MS" w:hAnsi="Calibri" w:cs="Arial Unicode MS"/>
                <w:sz w:val="20"/>
                <w:szCs w:val="20"/>
              </w:rPr>
              <w:t>Cerials</w:t>
            </w:r>
            <w:proofErr w:type="spellEnd"/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Ton</w:t>
            </w:r>
          </w:p>
        </w:tc>
        <w:tc>
          <w:tcPr>
            <w:tcW w:w="235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Clover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90230">
              <w:rPr>
                <w:rFonts w:ascii="Calibri" w:hAnsi="Calibri" w:cs="Arial"/>
                <w:sz w:val="20"/>
                <w:szCs w:val="20"/>
              </w:rPr>
              <w:t>Carat/</w:t>
            </w:r>
            <w:r w:rsidR="00775B57" w:rsidRPr="00990230">
              <w:rPr>
                <w:rFonts w:ascii="Calibri" w:hAnsi="Calibri" w:cs="Arial"/>
                <w:sz w:val="20"/>
                <w:szCs w:val="20"/>
              </w:rPr>
              <w:t>cut</w:t>
            </w: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</w:t>
            </w:r>
            <w:r w:rsidR="00F415DD" w:rsidRPr="00990230">
              <w:rPr>
                <w:rFonts w:ascii="Calibri" w:eastAsia="Arial Unicode MS" w:hAnsi="Calibri" w:cs="Arial Unicode MS"/>
                <w:sz w:val="20"/>
                <w:szCs w:val="20"/>
              </w:rPr>
              <w:t>Forage Maize (</w:t>
            </w:r>
            <w:proofErr w:type="spellStart"/>
            <w:r w:rsidR="00F415DD" w:rsidRPr="00990230">
              <w:rPr>
                <w:rFonts w:ascii="Calibri" w:eastAsia="Arial Unicode MS" w:hAnsi="Calibri" w:cs="Arial Unicode MS"/>
                <w:sz w:val="20"/>
                <w:szCs w:val="20"/>
              </w:rPr>
              <w:t>Darawa</w:t>
            </w:r>
            <w:proofErr w:type="spellEnd"/>
            <w:r w:rsidR="00F415DD" w:rsidRPr="00990230">
              <w:rPr>
                <w:rFonts w:ascii="Calibri" w:eastAsia="Arial Unicode MS" w:hAnsi="Calibri" w:cs="Arial Unicode MS"/>
                <w:sz w:val="20"/>
                <w:szCs w:val="20"/>
              </w:rPr>
              <w:t>)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990230">
              <w:rPr>
                <w:rFonts w:ascii="Calibri" w:hAnsi="Calibri" w:cs="Arial"/>
                <w:sz w:val="20"/>
                <w:szCs w:val="20"/>
              </w:rPr>
              <w:t>Carat/</w:t>
            </w:r>
            <w:r w:rsidR="00775B57" w:rsidRPr="00990230">
              <w:rPr>
                <w:rFonts w:ascii="Calibri" w:hAnsi="Calibri" w:cs="Arial"/>
                <w:sz w:val="20"/>
                <w:szCs w:val="20"/>
              </w:rPr>
              <w:t>cut</w:t>
            </w: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Hay</w:t>
            </w:r>
          </w:p>
        </w:tc>
        <w:tc>
          <w:tcPr>
            <w:tcW w:w="1675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Ton</w:t>
            </w:r>
          </w:p>
        </w:tc>
        <w:tc>
          <w:tcPr>
            <w:tcW w:w="235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Straw</w:t>
            </w:r>
          </w:p>
        </w:tc>
        <w:tc>
          <w:tcPr>
            <w:tcW w:w="16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Heap</w:t>
            </w: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77"/>
          <w:jc w:val="center"/>
        </w:trPr>
        <w:tc>
          <w:tcPr>
            <w:tcW w:w="32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ind w:left="118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 xml:space="preserve"> - Other (specify)</w:t>
            </w:r>
          </w:p>
        </w:tc>
        <w:tc>
          <w:tcPr>
            <w:tcW w:w="1675" w:type="dxa"/>
            <w:tcBorders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tcBorders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tcBorders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tcBorders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III. Veterinary services</w:t>
            </w:r>
          </w:p>
        </w:tc>
        <w:tc>
          <w:tcPr>
            <w:tcW w:w="16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sz w:val="20"/>
                <w:szCs w:val="20"/>
              </w:rPr>
              <w:t>L.E.</w:t>
            </w:r>
          </w:p>
        </w:tc>
        <w:tc>
          <w:tcPr>
            <w:tcW w:w="23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20"/>
          <w:jc w:val="center"/>
        </w:trPr>
        <w:tc>
          <w:tcPr>
            <w:tcW w:w="32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IV. Other (specify)</w:t>
            </w:r>
          </w:p>
        </w:tc>
        <w:tc>
          <w:tcPr>
            <w:tcW w:w="1675" w:type="dxa"/>
            <w:tcBorders>
              <w:top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6099" w:type="dxa"/>
            <w:tcBorders>
              <w:top w:val="single" w:sz="12" w:space="0" w:color="auto"/>
            </w:tcBorders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</w:tbl>
    <w:p w:rsidR="005B3F08" w:rsidRPr="00990230" w:rsidRDefault="005B3F08" w:rsidP="00DB304B">
      <w:pPr>
        <w:pStyle w:val="Header"/>
        <w:keepNext/>
        <w:keepLines/>
        <w:ind w:left="113"/>
        <w:rPr>
          <w:rFonts w:ascii="Calibri" w:hAnsi="Calibri" w:cs="Arial"/>
          <w:b/>
          <w:bCs/>
          <w:sz w:val="28"/>
          <w:szCs w:val="28"/>
          <w:u w:val="single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Second Part: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 xml:space="preserve">Output and Revenue of Plant Production in Summer 2011, Winter 2010/2011 &amp; </w:t>
      </w:r>
      <w:r w:rsidR="00632C98">
        <w:rPr>
          <w:rFonts w:ascii="Calibri" w:hAnsi="Calibri" w:cs="Arial"/>
          <w:b/>
          <w:bCs/>
          <w:sz w:val="28"/>
          <w:szCs w:val="28"/>
          <w:u w:val="single"/>
        </w:rPr>
        <w:t>Fruit Trees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 xml:space="preserve"> </w:t>
      </w:r>
    </w:p>
    <w:tbl>
      <w:tblPr>
        <w:tblW w:w="500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1"/>
        <w:gridCol w:w="731"/>
        <w:gridCol w:w="1169"/>
        <w:gridCol w:w="876"/>
        <w:gridCol w:w="1169"/>
        <w:gridCol w:w="877"/>
        <w:gridCol w:w="1023"/>
        <w:gridCol w:w="1708"/>
        <w:gridCol w:w="1013"/>
        <w:gridCol w:w="1662"/>
        <w:gridCol w:w="694"/>
        <w:gridCol w:w="1206"/>
        <w:gridCol w:w="585"/>
        <w:gridCol w:w="1314"/>
      </w:tblGrid>
      <w:tr w:rsidR="005B3F08" w:rsidRPr="00990230" w:rsidTr="00E37B91">
        <w:trPr>
          <w:trHeight w:val="27"/>
          <w:jc w:val="center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Plot #: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Crops</w:t>
            </w:r>
          </w:p>
        </w:tc>
        <w:tc>
          <w:tcPr>
            <w:tcW w:w="3969" w:type="dxa"/>
            <w:gridSpan w:val="4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Produced quantity</w:t>
            </w:r>
          </w:p>
        </w:tc>
        <w:tc>
          <w:tcPr>
            <w:tcW w:w="5244" w:type="dxa"/>
            <w:gridSpan w:val="4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Sold quantity</w:t>
            </w:r>
          </w:p>
        </w:tc>
        <w:tc>
          <w:tcPr>
            <w:tcW w:w="3685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Stored quantity</w:t>
            </w:r>
          </w:p>
        </w:tc>
      </w:tr>
      <w:tr w:rsidR="005B3F08" w:rsidRPr="00990230" w:rsidTr="00E37B91">
        <w:trPr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Main product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Unit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Bi-product</w:t>
            </w:r>
          </w:p>
        </w:tc>
        <w:tc>
          <w:tcPr>
            <w:tcW w:w="851" w:type="dxa"/>
            <w:vMerge w:val="restart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Unit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649" w:type="dxa"/>
            <w:gridSpan w:val="2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Main product</w:t>
            </w:r>
          </w:p>
        </w:tc>
        <w:tc>
          <w:tcPr>
            <w:tcW w:w="2595" w:type="dxa"/>
            <w:gridSpan w:val="2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Bi-product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Main product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Bi-product</w:t>
            </w:r>
          </w:p>
        </w:tc>
      </w:tr>
      <w:tr w:rsidR="00E37B91" w:rsidRPr="00990230" w:rsidTr="00E37B91">
        <w:trPr>
          <w:trHeight w:val="77"/>
          <w:jc w:val="center"/>
        </w:trPr>
        <w:tc>
          <w:tcPr>
            <w:tcW w:w="73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Price/unit (L.E.)</w:t>
            </w:r>
          </w:p>
        </w:tc>
        <w:tc>
          <w:tcPr>
            <w:tcW w:w="9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1612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Price/unit (L.E.)</w:t>
            </w:r>
          </w:p>
        </w:tc>
        <w:tc>
          <w:tcPr>
            <w:tcW w:w="673" w:type="dxa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Sold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Consumed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Sold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Consumed</w:t>
            </w:r>
          </w:p>
        </w:tc>
      </w:tr>
      <w:tr w:rsidR="005B3F08" w:rsidRPr="00990230" w:rsidTr="00E37B91">
        <w:trPr>
          <w:jc w:val="center"/>
        </w:trPr>
        <w:tc>
          <w:tcPr>
            <w:tcW w:w="14344" w:type="dxa"/>
            <w:gridSpan w:val="14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Summer:</w:t>
            </w:r>
          </w:p>
        </w:tc>
      </w:tr>
      <w:tr w:rsidR="00E37B91" w:rsidRPr="00990230" w:rsidTr="00E37B91">
        <w:trPr>
          <w:jc w:val="center"/>
        </w:trPr>
        <w:tc>
          <w:tcPr>
            <w:tcW w:w="7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12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E37B91" w:rsidRPr="00990230" w:rsidTr="00E37B91">
        <w:trPr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12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E37B91" w:rsidRPr="00990230" w:rsidTr="00E37B91">
        <w:trPr>
          <w:jc w:val="center"/>
        </w:trPr>
        <w:tc>
          <w:tcPr>
            <w:tcW w:w="7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12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E37B91">
        <w:trPr>
          <w:jc w:val="center"/>
        </w:trPr>
        <w:tc>
          <w:tcPr>
            <w:tcW w:w="14344" w:type="dxa"/>
            <w:gridSpan w:val="14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Winter:</w:t>
            </w:r>
          </w:p>
        </w:tc>
      </w:tr>
      <w:tr w:rsidR="00E37B91" w:rsidRPr="00990230" w:rsidTr="00E37B91">
        <w:trPr>
          <w:jc w:val="center"/>
        </w:trPr>
        <w:tc>
          <w:tcPr>
            <w:tcW w:w="7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12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E37B91" w:rsidRPr="00990230" w:rsidTr="00E37B91">
        <w:trPr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12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E37B91" w:rsidRPr="00990230" w:rsidTr="00E37B91">
        <w:trPr>
          <w:jc w:val="center"/>
        </w:trPr>
        <w:tc>
          <w:tcPr>
            <w:tcW w:w="7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12" w:type="dxa"/>
            <w:tcBorders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E37B91">
        <w:trPr>
          <w:trHeight w:val="57"/>
          <w:jc w:val="center"/>
        </w:trPr>
        <w:tc>
          <w:tcPr>
            <w:tcW w:w="14344" w:type="dxa"/>
            <w:gridSpan w:val="14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Trees:</w:t>
            </w:r>
          </w:p>
        </w:tc>
      </w:tr>
      <w:tr w:rsidR="00E37B91" w:rsidRPr="00990230" w:rsidTr="00E37B91">
        <w:trPr>
          <w:jc w:val="center"/>
        </w:trPr>
        <w:tc>
          <w:tcPr>
            <w:tcW w:w="7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5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8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12" w:type="dxa"/>
            <w:tcBorders>
              <w:top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673" w:type="dxa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E37B91" w:rsidRPr="00990230" w:rsidTr="00E37B91">
        <w:trPr>
          <w:trHeight w:val="77"/>
          <w:jc w:val="center"/>
        </w:trPr>
        <w:tc>
          <w:tcPr>
            <w:tcW w:w="737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left w:val="thinThickSmallGap" w:sz="12" w:space="0" w:color="auto"/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612" w:type="dxa"/>
            <w:tcBorders>
              <w:right w:val="thinThick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673" w:type="dxa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thickThinSmallGap" w:sz="12" w:space="0" w:color="auto"/>
            </w:tcBorders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ind w:firstLine="181"/>
        <w:jc w:val="lowKashida"/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sz w:val="20"/>
          <w:szCs w:val="20"/>
          <w:u w:val="single"/>
          <w:lang w:bidi="ar-EG"/>
        </w:rPr>
        <w:t>Codes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</w:p>
    <w:p w:rsidR="005B3F08" w:rsidRPr="00990230" w:rsidRDefault="005B3F08" w:rsidP="00DB304B">
      <w:pPr>
        <w:keepNext/>
        <w:keepLines/>
        <w:spacing w:after="0" w:line="240" w:lineRule="auto"/>
        <w:ind w:firstLine="181"/>
        <w:jc w:val="lowKashida"/>
        <w:rPr>
          <w:rFonts w:ascii="Calibri" w:eastAsia="Arial Unicode MS" w:hAnsi="Calibri" w:cs="Arial Unicode MS"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 xml:space="preserve"> (1)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>Unit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1= </w:t>
      </w:r>
      <w:r w:rsidRPr="00990230">
        <w:rPr>
          <w:rFonts w:ascii="Calibri" w:eastAsia="Arial Unicode MS" w:hAnsi="Calibri" w:cs="Sultan bold"/>
          <w:sz w:val="20"/>
          <w:szCs w:val="20"/>
          <w:lang w:bidi="ar-EG"/>
        </w:rPr>
        <w:t>Ton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2= </w:t>
      </w:r>
      <w:proofErr w:type="spellStart"/>
      <w:r w:rsidRPr="00990230">
        <w:rPr>
          <w:rFonts w:ascii="Calibri" w:hAnsi="Calibri" w:cs="Arial"/>
          <w:sz w:val="20"/>
          <w:szCs w:val="20"/>
        </w:rPr>
        <w:t>Ardab</w:t>
      </w:r>
      <w:proofErr w:type="spellEnd"/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3= </w:t>
      </w:r>
      <w:proofErr w:type="spellStart"/>
      <w:r w:rsidRPr="00990230">
        <w:rPr>
          <w:rFonts w:ascii="Calibri" w:hAnsi="Calibri" w:cs="Arial"/>
          <w:sz w:val="20"/>
          <w:szCs w:val="20"/>
        </w:rPr>
        <w:t>Kentar</w:t>
      </w:r>
      <w:proofErr w:type="spellEnd"/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4= </w:t>
      </w:r>
      <w:r w:rsidRPr="00990230">
        <w:rPr>
          <w:rFonts w:ascii="Calibri" w:hAnsi="Calibri" w:cs="Arial"/>
          <w:sz w:val="20"/>
          <w:szCs w:val="20"/>
        </w:rPr>
        <w:t>Cut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s</w:t>
      </w:r>
    </w:p>
    <w:p w:rsidR="005B3F08" w:rsidRPr="00990230" w:rsidRDefault="005B3F08" w:rsidP="00DB304B">
      <w:pPr>
        <w:pStyle w:val="Header"/>
        <w:keepNext/>
        <w:keepLines/>
        <w:ind w:left="113"/>
        <w:rPr>
          <w:rFonts w:ascii="Calibri" w:hAnsi="Calibri" w:cs="Arial"/>
          <w:b/>
          <w:bCs/>
          <w:sz w:val="28"/>
          <w:szCs w:val="28"/>
          <w:u w:val="single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t xml:space="preserve">Third Part: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 xml:space="preserve">Institutional Framework </w:t>
      </w:r>
    </w:p>
    <w:tbl>
      <w:tblPr>
        <w:tblW w:w="500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2"/>
        <w:gridCol w:w="2649"/>
        <w:gridCol w:w="2608"/>
        <w:gridCol w:w="2353"/>
        <w:gridCol w:w="2864"/>
      </w:tblGrid>
      <w:tr w:rsidR="005B3F08" w:rsidRPr="00990230" w:rsidTr="00E37B91">
        <w:trPr>
          <w:trHeight w:val="27"/>
          <w:jc w:val="center"/>
        </w:trPr>
        <w:tc>
          <w:tcPr>
            <w:tcW w:w="1434" w:type="pct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</w:rPr>
              <w:t>Institution / Association</w:t>
            </w:r>
          </w:p>
        </w:tc>
        <w:tc>
          <w:tcPr>
            <w:tcW w:w="902" w:type="pct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</w:rPr>
              <w:t>Are there any institutions or associations working in the community?</w:t>
            </w:r>
            <w:r w:rsidRPr="00990230">
              <w:rPr>
                <w:rFonts w:ascii="Calibri" w:hAnsi="Calibri" w:cs="Arial"/>
                <w:b/>
                <w:bCs/>
              </w:rPr>
              <w:t xml:space="preserve"> </w:t>
            </w:r>
            <w:r w:rsidRPr="00990230">
              <w:rPr>
                <w:rFonts w:ascii="Calibri" w:hAnsi="Calibri" w:cs="Arial"/>
                <w:b/>
                <w:bCs/>
                <w:vertAlign w:val="superscript"/>
              </w:rPr>
              <w:t>(1)</w:t>
            </w:r>
          </w:p>
        </w:tc>
        <w:tc>
          <w:tcPr>
            <w:tcW w:w="2664" w:type="pct"/>
            <w:gridSpan w:val="3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</w:rPr>
              <w:t>If the answer is "Yes":</w:t>
            </w:r>
          </w:p>
        </w:tc>
      </w:tr>
      <w:tr w:rsidR="00E37B91" w:rsidRPr="00990230" w:rsidTr="00E37B91">
        <w:trPr>
          <w:trHeight w:val="68"/>
          <w:jc w:val="center"/>
        </w:trPr>
        <w:tc>
          <w:tcPr>
            <w:tcW w:w="1434" w:type="pct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rtl/>
              </w:rPr>
            </w:pPr>
          </w:p>
        </w:tc>
        <w:tc>
          <w:tcPr>
            <w:tcW w:w="902" w:type="pct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both"/>
              <w:rPr>
                <w:rFonts w:ascii="Calibri" w:eastAsia="Arial Unicode MS" w:hAnsi="Calibri" w:cs="Sultan bold"/>
                <w:color w:val="0000FF"/>
                <w:rtl/>
              </w:rPr>
            </w:pPr>
          </w:p>
        </w:tc>
        <w:tc>
          <w:tcPr>
            <w:tcW w:w="88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</w:rPr>
              <w:t>Are they effective?</w:t>
            </w:r>
            <w:r w:rsidRPr="00990230">
              <w:rPr>
                <w:rFonts w:ascii="Calibri" w:hAnsi="Calibri" w:cs="Arial"/>
                <w:b/>
                <w:bCs/>
              </w:rPr>
              <w:t xml:space="preserve"> </w:t>
            </w:r>
            <w:r w:rsidRPr="00990230">
              <w:rPr>
                <w:rFonts w:ascii="Calibri" w:hAnsi="Calibri" w:cs="Arial"/>
                <w:b/>
                <w:bCs/>
                <w:vertAlign w:val="superscript"/>
              </w:rPr>
              <w:t>(2)</w:t>
            </w:r>
          </w:p>
        </w:tc>
        <w:tc>
          <w:tcPr>
            <w:tcW w:w="801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</w:rPr>
              <w:t>Are you a member in any?</w:t>
            </w:r>
            <w:r w:rsidRPr="00990230">
              <w:rPr>
                <w:rFonts w:ascii="Calibri" w:hAnsi="Calibri" w:cs="Arial"/>
                <w:b/>
                <w:bCs/>
              </w:rPr>
              <w:t xml:space="preserve"> </w:t>
            </w:r>
            <w:r w:rsidRPr="00990230">
              <w:rPr>
                <w:rFonts w:ascii="Calibri" w:hAnsi="Calibri" w:cs="Arial"/>
                <w:b/>
                <w:bCs/>
                <w:vertAlign w:val="superscript"/>
              </w:rPr>
              <w:t>(3)</w:t>
            </w:r>
          </w:p>
        </w:tc>
        <w:tc>
          <w:tcPr>
            <w:tcW w:w="975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</w:rPr>
              <w:t>Since when are you a member in any?</w:t>
            </w:r>
          </w:p>
        </w:tc>
      </w:tr>
      <w:tr w:rsidR="00E37B91" w:rsidRPr="00990230" w:rsidTr="00E37B91">
        <w:trPr>
          <w:trHeight w:val="169"/>
          <w:jc w:val="center"/>
        </w:trPr>
        <w:tc>
          <w:tcPr>
            <w:tcW w:w="1434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</w:rPr>
              <w:t>Agricultural Co-operatives</w:t>
            </w:r>
          </w:p>
        </w:tc>
        <w:tc>
          <w:tcPr>
            <w:tcW w:w="90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8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801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975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</w:tr>
      <w:tr w:rsidR="00E37B91" w:rsidRPr="00990230" w:rsidTr="00E37B91">
        <w:trPr>
          <w:trHeight w:val="60"/>
          <w:jc w:val="center"/>
        </w:trPr>
        <w:tc>
          <w:tcPr>
            <w:tcW w:w="1434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</w:rPr>
              <w:t>Water User Associations (WUAs)</w:t>
            </w:r>
          </w:p>
        </w:tc>
        <w:tc>
          <w:tcPr>
            <w:tcW w:w="90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88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801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975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</w:tr>
      <w:tr w:rsidR="00E37B91" w:rsidRPr="00990230" w:rsidTr="00E37B91">
        <w:trPr>
          <w:trHeight w:val="54"/>
          <w:jc w:val="center"/>
        </w:trPr>
        <w:tc>
          <w:tcPr>
            <w:tcW w:w="1434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</w:rPr>
              <w:t>Agricultural Marketing Associations</w:t>
            </w:r>
          </w:p>
        </w:tc>
        <w:tc>
          <w:tcPr>
            <w:tcW w:w="90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88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801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975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</w:tr>
      <w:tr w:rsidR="00E37B91" w:rsidRPr="00990230" w:rsidTr="00E37B91">
        <w:trPr>
          <w:trHeight w:val="54"/>
          <w:jc w:val="center"/>
        </w:trPr>
        <w:tc>
          <w:tcPr>
            <w:tcW w:w="1434" w:type="pct"/>
            <w:vAlign w:val="center"/>
          </w:tcPr>
          <w:p w:rsidR="005B3F08" w:rsidRPr="00990230" w:rsidRDefault="005A1BD4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</w:rPr>
            </w:pPr>
            <w:r>
              <w:rPr>
                <w:rFonts w:ascii="Calibri" w:eastAsia="Arial Unicode MS" w:hAnsi="Calibri" w:cs="Sultan bold"/>
                <w:b/>
                <w:bCs/>
              </w:rPr>
              <w:t xml:space="preserve">NGOs e.g. Community Development Associations (CDAs) </w:t>
            </w:r>
          </w:p>
        </w:tc>
        <w:tc>
          <w:tcPr>
            <w:tcW w:w="90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88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801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975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</w:tr>
      <w:tr w:rsidR="00E37B91" w:rsidRPr="00990230" w:rsidTr="00E37B91">
        <w:trPr>
          <w:trHeight w:val="54"/>
          <w:jc w:val="center"/>
        </w:trPr>
        <w:tc>
          <w:tcPr>
            <w:tcW w:w="1434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rtl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</w:rPr>
              <w:t>Other (specify)</w:t>
            </w:r>
          </w:p>
        </w:tc>
        <w:tc>
          <w:tcPr>
            <w:tcW w:w="90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88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801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975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Sultan bold"/>
                <w:color w:val="0000FF"/>
              </w:rPr>
            </w:pP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ind w:firstLine="181"/>
        <w:jc w:val="lowKashida"/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sz w:val="20"/>
          <w:szCs w:val="20"/>
          <w:u w:val="single"/>
          <w:lang w:bidi="ar-EG"/>
        </w:rPr>
        <w:t>Codes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</w:p>
    <w:p w:rsidR="005B3F08" w:rsidRPr="00990230" w:rsidRDefault="005B3F08" w:rsidP="00DB304B">
      <w:pPr>
        <w:keepNext/>
        <w:keepLines/>
        <w:spacing w:after="0" w:line="240" w:lineRule="auto"/>
        <w:ind w:firstLine="181"/>
        <w:jc w:val="lowKashida"/>
        <w:rPr>
          <w:rFonts w:ascii="Calibri" w:hAnsi="Calibri" w:cs="Arial"/>
          <w:sz w:val="20"/>
          <w:szCs w:val="20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 xml:space="preserve"> (1)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>Are there any institutions or associations working in the community?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1= </w:t>
      </w:r>
      <w:r w:rsidRPr="00990230">
        <w:rPr>
          <w:rFonts w:ascii="Calibri" w:eastAsia="Arial Unicode MS" w:hAnsi="Calibri" w:cs="Sultan bold"/>
          <w:sz w:val="20"/>
          <w:szCs w:val="20"/>
          <w:lang w:bidi="ar-EG"/>
        </w:rPr>
        <w:t>Yes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2= </w:t>
      </w:r>
      <w:r w:rsidRPr="00990230">
        <w:rPr>
          <w:rFonts w:ascii="Calibri" w:hAnsi="Calibri" w:cs="Arial"/>
          <w:sz w:val="20"/>
          <w:szCs w:val="20"/>
        </w:rPr>
        <w:t>No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3= </w:t>
      </w:r>
      <w:r w:rsidRPr="00990230">
        <w:rPr>
          <w:rFonts w:ascii="Calibri" w:hAnsi="Calibri" w:cs="Arial"/>
          <w:sz w:val="20"/>
          <w:szCs w:val="20"/>
        </w:rPr>
        <w:t>I'm not sure</w:t>
      </w:r>
    </w:p>
    <w:p w:rsidR="005B3F08" w:rsidRPr="00990230" w:rsidRDefault="005B3F08" w:rsidP="00DB304B">
      <w:pPr>
        <w:keepNext/>
        <w:keepLines/>
        <w:spacing w:after="0" w:line="240" w:lineRule="auto"/>
        <w:ind w:firstLine="181"/>
        <w:jc w:val="lowKashida"/>
        <w:rPr>
          <w:rFonts w:ascii="Calibri" w:hAnsi="Calibri" w:cs="Arial"/>
          <w:sz w:val="20"/>
          <w:szCs w:val="20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>(2)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 xml:space="preserve">Are they effective?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1= </w:t>
      </w:r>
      <w:r w:rsidRPr="00990230">
        <w:rPr>
          <w:rFonts w:ascii="Calibri" w:eastAsia="Arial Unicode MS" w:hAnsi="Calibri" w:cs="Sultan bold"/>
          <w:sz w:val="20"/>
          <w:szCs w:val="20"/>
          <w:lang w:bidi="ar-EG"/>
        </w:rPr>
        <w:t>effective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2= </w:t>
      </w:r>
      <w:r w:rsidRPr="00990230">
        <w:rPr>
          <w:rFonts w:ascii="Calibri" w:hAnsi="Calibri" w:cs="Arial"/>
          <w:sz w:val="20"/>
          <w:szCs w:val="20"/>
        </w:rPr>
        <w:t>fairly effective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3= </w:t>
      </w:r>
      <w:r w:rsidRPr="00990230">
        <w:rPr>
          <w:rFonts w:ascii="Calibri" w:eastAsia="Arial Unicode MS" w:hAnsi="Calibri" w:cs="Sultan bold"/>
        </w:rPr>
        <w:t>ineffective</w:t>
      </w:r>
    </w:p>
    <w:p w:rsidR="005B3F08" w:rsidRPr="00990230" w:rsidRDefault="005B3F08" w:rsidP="00DB304B">
      <w:pPr>
        <w:keepNext/>
        <w:keepLines/>
        <w:spacing w:after="0" w:line="240" w:lineRule="auto"/>
        <w:ind w:firstLine="181"/>
        <w:jc w:val="lowKashida"/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>(3)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hAnsi="Calibri" w:cs="Arial"/>
          <w:b/>
          <w:bCs/>
          <w:sz w:val="20"/>
          <w:szCs w:val="20"/>
        </w:rPr>
        <w:t>Are you a member in any?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E37B91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1= </w:t>
      </w:r>
      <w:r w:rsidRPr="00990230">
        <w:rPr>
          <w:rFonts w:ascii="Calibri" w:eastAsia="Arial Unicode MS" w:hAnsi="Calibri" w:cs="Sultan bold"/>
          <w:sz w:val="20"/>
          <w:szCs w:val="20"/>
          <w:lang w:bidi="ar-EG"/>
        </w:rPr>
        <w:t>Yes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2= </w:t>
      </w:r>
      <w:r w:rsidRPr="00990230">
        <w:rPr>
          <w:rFonts w:ascii="Calibri" w:hAnsi="Calibri" w:cs="Arial"/>
          <w:sz w:val="20"/>
          <w:szCs w:val="20"/>
        </w:rPr>
        <w:t>No</w:t>
      </w:r>
    </w:p>
    <w:p w:rsidR="00E37B91" w:rsidRPr="00990230" w:rsidRDefault="00E37B91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color w:val="FF0000"/>
          <w:sz w:val="28"/>
          <w:szCs w:val="28"/>
        </w:rPr>
      </w:pPr>
      <w:r w:rsidRPr="00990230">
        <w:rPr>
          <w:rFonts w:ascii="Calibri" w:hAnsi="Calibri" w:cs="Arial"/>
          <w:b/>
          <w:bCs/>
          <w:color w:val="FF0000"/>
          <w:sz w:val="28"/>
          <w:szCs w:val="28"/>
        </w:rPr>
        <w:br w:type="page"/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color w:val="FF0000"/>
          <w:sz w:val="28"/>
          <w:szCs w:val="28"/>
        </w:rPr>
      </w:pPr>
      <w:r w:rsidRPr="00990230">
        <w:rPr>
          <w:rFonts w:ascii="Calibri" w:hAnsi="Calibri" w:cs="Arial"/>
          <w:b/>
          <w:bCs/>
          <w:color w:val="FF0000"/>
          <w:sz w:val="28"/>
          <w:szCs w:val="28"/>
        </w:rPr>
        <w:lastRenderedPageBreak/>
        <w:t>A question for farmers located in the salt-affected site: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Why hasn't irrigation improvement activated even though WUAs have been established in the community</w:t>
      </w:r>
      <w:r w:rsidRPr="00990230">
        <w:rPr>
          <w:rFonts w:ascii="Calibri" w:eastAsia="Arial Unicode MS" w:hAnsi="Calibri" w:cs="Arial Unicode MS"/>
          <w:b/>
          <w:bCs/>
        </w:rPr>
        <w:t xml:space="preserve">? </w:t>
      </w:r>
      <w:r w:rsidRPr="00990230">
        <w:rPr>
          <w:rFonts w:ascii="Calibri" w:hAnsi="Calibri" w:cs="Arial"/>
          <w:b/>
          <w:bCs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</w:t>
      </w:r>
      <w:r w:rsidRPr="00990230">
        <w:rPr>
          <w:rFonts w:ascii="Calibri" w:hAnsi="Calibri" w:cs="Arial"/>
          <w:b/>
          <w:bCs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40" w:hanging="360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inadequate administrative procedures by Ministry of Water Resources and Irrigation</w:t>
      </w:r>
      <w:r w:rsidR="00E37B91" w:rsidRPr="00990230">
        <w:rPr>
          <w:rFonts w:ascii="Calibri" w:hAnsi="Calibri" w:cs="Arial"/>
        </w:rPr>
        <w:t xml:space="preserve"> (MWRI)</w:t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lack of interest to develop irrigation in the community by</w:t>
      </w:r>
      <w:r w:rsidRPr="00990230">
        <w:rPr>
          <w:rFonts w:ascii="Calibri" w:hAnsi="Calibri" w:cs="Arial"/>
        </w:rPr>
        <w:t xml:space="preserve"> MWRI</w:t>
      </w:r>
    </w:p>
    <w:p w:rsidR="005B3F08" w:rsidRPr="00990230" w:rsidRDefault="005B3F08" w:rsidP="00DB304B">
      <w:pPr>
        <w:keepNext/>
        <w:keepLines/>
        <w:spacing w:after="0" w:line="240" w:lineRule="auto"/>
        <w:ind w:left="540" w:hanging="360"/>
        <w:rPr>
          <w:rFonts w:ascii="Calibri" w:eastAsia="Arial Unicode MS" w:hAnsi="Calibri" w:cs="Arial Unicode MS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</w:rPr>
        <w:t>shortage of funds provided by</w:t>
      </w:r>
      <w:r w:rsidRPr="00990230">
        <w:rPr>
          <w:rFonts w:ascii="Calibri" w:hAnsi="Calibri" w:cs="Arial"/>
        </w:rPr>
        <w:t xml:space="preserve"> MWRI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</w:rPr>
        <w:t>lack of hydraulic gates at the heads of main canals</w:t>
      </w:r>
    </w:p>
    <w:p w:rsidR="005B3F08" w:rsidRPr="00990230" w:rsidRDefault="005B3F08" w:rsidP="00DB304B">
      <w:pPr>
        <w:keepNext/>
        <w:keepLines/>
        <w:spacing w:after="0" w:line="240" w:lineRule="auto"/>
        <w:ind w:left="540" w:hanging="360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difficulty to provide a continuous flow of water in the community</w:t>
      </w:r>
      <w:r w:rsidR="00E37B91"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/>
          <w:caps/>
        </w:rPr>
        <w:t>f</w:t>
      </w:r>
      <w:r w:rsidRPr="00990230">
        <w:rPr>
          <w:rFonts w:ascii="Calibri" w:hAnsi="Calibri"/>
        </w:rPr>
        <w:t>ish farms are widely spread in the community</w:t>
      </w:r>
    </w:p>
    <w:p w:rsidR="005B3F08" w:rsidRPr="00990230" w:rsidRDefault="005B3F08" w:rsidP="00DB304B">
      <w:pPr>
        <w:keepNext/>
        <w:keepLines/>
        <w:spacing w:after="0" w:line="240" w:lineRule="auto"/>
        <w:ind w:left="540" w:hanging="360"/>
        <w:rPr>
          <w:rFonts w:ascii="Calibri" w:hAnsi="Calibri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</w:rPr>
        <w:t>low awareness of irrigation improvement among farmers</w:t>
      </w:r>
      <w:r w:rsidRPr="00990230">
        <w:rPr>
          <w:rFonts w:ascii="Calibri" w:hAnsi="Calibri" w:cs="Arial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unwillingness of some/all farmers to activate irrigation improvement</w:t>
      </w:r>
    </w:p>
    <w:p w:rsidR="005B3F08" w:rsidRPr="00990230" w:rsidRDefault="005B3F08" w:rsidP="00DB304B">
      <w:pPr>
        <w:keepNext/>
        <w:keepLines/>
        <w:spacing w:after="0" w:line="240" w:lineRule="auto"/>
        <w:ind w:left="540" w:hanging="360"/>
        <w:rPr>
          <w:rFonts w:ascii="Calibri" w:hAnsi="Calibri" w:cs="Arial"/>
          <w:lang w:bidi="ar-EG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high costs of irrigation improvement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water shortage</w:t>
      </w:r>
      <w:r w:rsidR="00E37B91"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</w:t>
      </w:r>
    </w:p>
    <w:p w:rsidR="005B3F08" w:rsidRPr="00990230" w:rsidRDefault="005B3F08" w:rsidP="00DB304B">
      <w:pPr>
        <w:pStyle w:val="Header"/>
        <w:keepNext/>
        <w:keepLines/>
        <w:rPr>
          <w:rFonts w:ascii="Calibri" w:hAnsi="Calibri" w:cs="Arial"/>
          <w:b/>
          <w:bCs/>
          <w:sz w:val="28"/>
          <w:szCs w:val="28"/>
          <w:u w:val="single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t xml:space="preserve">Fourth Part: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Sustainable Water-saving and Soil-conserving Practices</w:t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t xml:space="preserve">4.1.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Practice 1: Laser Leveling</w:t>
      </w:r>
      <w:r w:rsidRPr="00990230">
        <w:rPr>
          <w:rFonts w:ascii="Calibri" w:hAnsi="Calibri" w:cs="Arial"/>
          <w:b/>
          <w:bCs/>
          <w:sz w:val="28"/>
          <w:szCs w:val="28"/>
        </w:rPr>
        <w:t>: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hear about laser leveling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 xml:space="preserve">Which practice do you usually use for land leveling? 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________________________________________________________________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>What is the source(s) of your information about laser leveling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1= agricultural extension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</w:rPr>
        <w:t>2= neighbors</w:t>
      </w:r>
      <w:r w:rsidR="00122D65" w:rsidRPr="00990230">
        <w:rPr>
          <w:rFonts w:ascii="Calibri" w:hAnsi="Calibri" w:cs="Arial"/>
          <w:sz w:val="20"/>
          <w:szCs w:val="20"/>
        </w:rPr>
        <w:t xml:space="preserve"> </w:t>
      </w:r>
      <w:r w:rsidR="00E37B91" w:rsidRPr="00990230">
        <w:rPr>
          <w:rFonts w:ascii="Calibri" w:hAnsi="Calibri" w:cs="Arial"/>
          <w:sz w:val="20"/>
          <w:szCs w:val="20"/>
        </w:rPr>
        <w:t xml:space="preserve"> </w:t>
      </w:r>
      <w:r w:rsidRPr="00990230">
        <w:rPr>
          <w:rFonts w:ascii="Calibri" w:hAnsi="Calibri" w:cs="Arial"/>
          <w:sz w:val="20"/>
          <w:szCs w:val="20"/>
        </w:rPr>
        <w:t xml:space="preserve">3= </w:t>
      </w:r>
      <w:r w:rsidR="00E37B91" w:rsidRPr="00990230">
        <w:rPr>
          <w:rFonts w:ascii="Calibri" w:hAnsi="Calibri" w:cs="Arial"/>
          <w:sz w:val="20"/>
          <w:szCs w:val="20"/>
        </w:rPr>
        <w:t xml:space="preserve">media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4= </w:t>
      </w:r>
      <w:r w:rsidRPr="00990230">
        <w:rPr>
          <w:rFonts w:ascii="Calibri" w:hAnsi="Calibri"/>
          <w:sz w:val="20"/>
          <w:szCs w:val="20"/>
        </w:rPr>
        <w:t>other (</w:t>
      </w:r>
      <w:r w:rsidRPr="00990230">
        <w:rPr>
          <w:rFonts w:ascii="Calibri" w:hAnsi="Calibri"/>
          <w:sz w:val="18"/>
          <w:szCs w:val="18"/>
        </w:rPr>
        <w:t>specify</w:t>
      </w:r>
      <w:r w:rsidRPr="00990230">
        <w:rPr>
          <w:rFonts w:ascii="Calibri" w:hAnsi="Calibri"/>
          <w:sz w:val="20"/>
          <w:szCs w:val="20"/>
        </w:rPr>
        <w:t>)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use laser leveling in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Which plot numbers did you use laser leveling</w:t>
      </w:r>
      <w:r w:rsidRPr="00990230">
        <w:rPr>
          <w:rFonts w:ascii="Calibri" w:hAnsi="Calibri" w:cs="Arial"/>
          <w:b/>
          <w:bCs/>
        </w:rPr>
        <w:t xml:space="preserve"> in?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,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,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. </w:t>
      </w:r>
      <w:r w:rsidRPr="00990230">
        <w:rPr>
          <w:rFonts w:ascii="Calibri" w:eastAsia="Arial Unicode MS" w:hAnsi="Calibri" w:cs="Arial Unicode MS"/>
          <w:b/>
          <w:bCs/>
        </w:rPr>
        <w:t>And what was the area of each plot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,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,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 xml:space="preserve">) </w:t>
      </w:r>
      <w:r w:rsidR="00CF61E9">
        <w:rPr>
          <w:rFonts w:ascii="Calibri" w:hAnsi="Calibri" w:cs="Arial"/>
        </w:rPr>
        <w:t>one Ha</w:t>
      </w:r>
      <w:r w:rsidR="00B13292" w:rsidRPr="00990230">
        <w:rPr>
          <w:rFonts w:ascii="Calibri" w:hAnsi="Calibri" w:cs="Arial"/>
        </w:rPr>
        <w:t>s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When did you use laser leveling in your land for the first time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After how many years do you intend to use laser leveling in the same plots</w:t>
      </w:r>
      <w:r w:rsidRPr="00990230">
        <w:rPr>
          <w:rFonts w:ascii="Calibri" w:hAnsi="Calibri" w:cs="Arial"/>
          <w:b/>
          <w:bCs/>
        </w:rPr>
        <w:t xml:space="preserve"> again in the future?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Which authority has done laser leveling in your land? </w:t>
      </w:r>
      <w:r w:rsidRPr="00990230">
        <w:rPr>
          <w:rFonts w:ascii="Calibri" w:hAnsi="Calibri" w:cs="Arial"/>
          <w:b/>
          <w:bCs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</w:t>
      </w:r>
      <w:r w:rsidRPr="00990230">
        <w:rPr>
          <w:rFonts w:ascii="Calibri" w:hAnsi="Calibri" w:cs="Arial"/>
          <w:b/>
          <w:bCs/>
        </w:rPr>
        <w:t>)</w:t>
      </w:r>
      <w:r w:rsidRPr="00990230">
        <w:rPr>
          <w:rFonts w:ascii="Calibri" w:eastAsia="Arial Unicode MS" w:hAnsi="Calibri" w:cs="Arial Unicode MS"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Ministry of Agriculture (</w:t>
      </w:r>
      <w:r w:rsidRPr="00990230">
        <w:rPr>
          <w:rFonts w:ascii="Calibri" w:hAnsi="Calibri" w:cs="Arial"/>
        </w:rPr>
        <w:t>service</w:t>
      </w:r>
      <w:r w:rsidRPr="00990230">
        <w:rPr>
          <w:rFonts w:ascii="Calibri" w:hAnsi="Calibri"/>
        </w:rPr>
        <w:t> stations</w:t>
      </w:r>
      <w:r w:rsidRPr="00990230">
        <w:rPr>
          <w:rFonts w:ascii="Calibri" w:hAnsi="Calibri" w:cs="Arial"/>
        </w:rPr>
        <w:t>) /</w:t>
      </w:r>
      <w:r w:rsidRPr="00990230">
        <w:rPr>
          <w:rFonts w:ascii="Calibri" w:hAnsi="Calibri"/>
        </w:rPr>
        <w:t> Agricultural extension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Agricultural co-operatives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private companies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I'm not sure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Do you think that </w:t>
      </w:r>
      <w:r w:rsidRPr="00990230">
        <w:rPr>
          <w:rFonts w:ascii="Calibri" w:eastAsia="Arial Unicode MS" w:hAnsi="Calibri" w:cs="Arial Unicode MS"/>
          <w:b/>
          <w:bCs/>
        </w:rPr>
        <w:t>laser leveling</w:t>
      </w:r>
      <w:r w:rsidRPr="00990230">
        <w:rPr>
          <w:rFonts w:ascii="Calibri" w:hAnsi="Calibri" w:cs="Arial"/>
          <w:b/>
          <w:bCs/>
        </w:rPr>
        <w:t xml:space="preserve"> is useful?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  <w:t>1= Yes</w:t>
      </w:r>
      <w:r w:rsidR="00122D65" w:rsidRPr="00990230">
        <w:rPr>
          <w:rFonts w:ascii="Calibri" w:hAnsi="Calibri" w:cs="Arial"/>
        </w:rPr>
        <w:t xml:space="preserve">  </w:t>
      </w:r>
      <w:r w:rsidRPr="00990230">
        <w:rPr>
          <w:rFonts w:ascii="Calibri" w:hAnsi="Calibri" w:cs="Arial"/>
          <w:rtl/>
        </w:rPr>
        <w:tab/>
      </w:r>
      <w:r w:rsidRPr="00990230">
        <w:rPr>
          <w:rFonts w:ascii="Calibri" w:hAnsi="Calibri" w:cs="Arial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</w:rPr>
        <w:t>2= No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What is the degree of importance for laser leveling?</w:t>
      </w:r>
      <w:r w:rsidRPr="00990230">
        <w:rPr>
          <w:rFonts w:ascii="Calibri" w:hAnsi="Calibri" w:cs="Arial"/>
          <w:b/>
          <w:bCs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  <w:t>1= high</w:t>
      </w:r>
      <w:r w:rsidRPr="00990230">
        <w:rPr>
          <w:rFonts w:ascii="Calibri" w:hAnsi="Calibri" w:cs="Arial"/>
          <w:rtl/>
        </w:rPr>
        <w:tab/>
      </w:r>
      <w:r w:rsidRPr="00990230">
        <w:rPr>
          <w:rFonts w:ascii="Calibri" w:hAnsi="Calibri" w:cs="Arial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</w:rPr>
        <w:t>2= moderate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</w:rPr>
        <w:t>3= fair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Why do you use laser leveling in your land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What are the effects of </w:t>
      </w:r>
      <w:r w:rsidRPr="00990230">
        <w:rPr>
          <w:rFonts w:ascii="Calibri" w:eastAsia="Arial Unicode MS" w:hAnsi="Calibri" w:cs="Arial Unicode MS"/>
          <w:b/>
          <w:bCs/>
        </w:rPr>
        <w:t>laser leveling on the following aspects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="00E37B91"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>1= effective</w:t>
      </w:r>
      <w:r w:rsidRPr="00990230">
        <w:rPr>
          <w:rFonts w:ascii="Calibri" w:hAnsi="Calibri" w:cs="Arial"/>
          <w:rtl/>
        </w:rPr>
        <w:tab/>
      </w:r>
      <w:r w:rsidRPr="00990230">
        <w:rPr>
          <w:rFonts w:ascii="Calibri" w:hAnsi="Calibri" w:cs="Arial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</w:rPr>
        <w:t>2= ineffective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</w:rPr>
        <w:t>3= neutral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Regulating irrigation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="00E37B91"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 xml:space="preserve">Saving </w:t>
      </w:r>
      <w:r w:rsidRPr="00990230">
        <w:rPr>
          <w:rFonts w:ascii="Calibri" w:hAnsi="Calibri"/>
        </w:rPr>
        <w:t xml:space="preserve">water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costs of irrigation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costs of production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eastAsia="Arial Unicode MS" w:hAnsi="Calibri" w:cs="Arial Unicode MS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irrigation time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Saving inputs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  <w:caps/>
        </w:rPr>
        <w:t>i</w:t>
      </w:r>
      <w:r w:rsidRPr="00990230">
        <w:rPr>
          <w:rFonts w:ascii="Calibri" w:hAnsi="Calibri"/>
        </w:rPr>
        <w:t xml:space="preserve">mproving </w:t>
      </w:r>
      <w:r w:rsidRPr="00990230">
        <w:rPr>
          <w:rFonts w:ascii="Calibri" w:hAnsi="Calibri" w:cs="Arial"/>
        </w:rPr>
        <w:t>yields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Increasing income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Making crop service easier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Increasing cultivated area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  <w:caps/>
        </w:rPr>
        <w:t>g</w:t>
      </w:r>
      <w:r w:rsidRPr="00990230">
        <w:rPr>
          <w:rFonts w:ascii="Calibri" w:hAnsi="Calibri"/>
        </w:rPr>
        <w:t>ood plant distribution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/>
          <w:caps/>
        </w:rPr>
        <w:t>i</w:t>
      </w:r>
      <w:r w:rsidRPr="00990230">
        <w:rPr>
          <w:rFonts w:ascii="Calibri" w:hAnsi="Calibri"/>
        </w:rPr>
        <w:t>mproving seed germination rate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Maintaining soil fertility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problems/obstacles you faced while using laser leveling in your land</w:t>
      </w:r>
      <w:r w:rsidRPr="00990230">
        <w:rPr>
          <w:rFonts w:ascii="Calibri" w:hAnsi="Calibri" w:cs="Arial"/>
          <w:b/>
          <w:bCs/>
        </w:rPr>
        <w:t>?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lastRenderedPageBreak/>
        <w:tab/>
        <w:t>- What are your suggestions to overcome these problems/obstacles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E37B91" w:rsidRPr="00990230" w:rsidRDefault="00E37B91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E37B91" w:rsidRPr="00990230" w:rsidRDefault="00E37B91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E37B91" w:rsidRPr="00990230" w:rsidRDefault="00E37B91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Why didn't you use laser leveling in your land</w:t>
      </w:r>
      <w:r w:rsidRPr="00990230">
        <w:rPr>
          <w:rFonts w:ascii="Calibri" w:hAnsi="Calibri" w:cs="Arial"/>
          <w:b/>
          <w:bCs/>
        </w:rPr>
        <w:t>?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Because it is the responsibility of land owners</w:t>
      </w:r>
      <w:r w:rsidR="00E37B91"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Because it isn't necessary right now</w:t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 don't know how to use it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 can't afford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  <w:rtl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Because it needs large areas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="00E37B91"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Because it isn't</w:t>
      </w:r>
      <w:r w:rsidRPr="00990230">
        <w:rPr>
          <w:rFonts w:ascii="Calibri" w:hAnsi="Calibri" w:cs="Arial"/>
          <w:lang w:bidi="ar-EG"/>
        </w:rPr>
        <w:t xml:space="preserve"> suitable for my land</w:t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To maintain soil fertility 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="00E37B91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</w:t>
      </w:r>
      <w:r w:rsidR="00E37B91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 xml:space="preserve"> 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</w:p>
    <w:p w:rsidR="00E37B91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problems/obstacles you faced and didn't let you use laser leveling in your land</w:t>
      </w:r>
      <w:r w:rsidRPr="00990230">
        <w:rPr>
          <w:rFonts w:ascii="Calibri" w:hAnsi="Calibri" w:cs="Arial"/>
          <w:b/>
          <w:bCs/>
        </w:rPr>
        <w:t>?</w:t>
      </w:r>
    </w:p>
    <w:p w:rsidR="00E37B91" w:rsidRPr="00990230" w:rsidRDefault="00E37B91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E37B91" w:rsidRPr="00990230" w:rsidRDefault="00E37B91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E37B91" w:rsidRPr="00990230" w:rsidRDefault="00E37B91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51D5E" w:rsidRPr="00990230" w:rsidRDefault="00B51D5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E37B91" w:rsidRPr="00990230" w:rsidRDefault="00E37B91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</w:p>
    <w:p w:rsidR="00E37B91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your suggestions to overcome these problems/obstacles</w:t>
      </w:r>
      <w:r w:rsidRPr="00990230">
        <w:rPr>
          <w:rFonts w:ascii="Calibri" w:hAnsi="Calibri" w:cs="Arial"/>
          <w:b/>
          <w:bCs/>
        </w:rPr>
        <w:t>?</w:t>
      </w:r>
    </w:p>
    <w:p w:rsidR="00E37B91" w:rsidRPr="00990230" w:rsidRDefault="005B3F08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="00E37B91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="00E37B91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="00E37B91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="00E37B91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="00E37B91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E37B91" w:rsidRPr="00990230" w:rsidRDefault="00E37B91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E37B91" w:rsidRPr="00990230" w:rsidRDefault="00E37B91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Do you want to use laser leveling </w:t>
      </w:r>
      <w:r w:rsidRPr="00990230">
        <w:rPr>
          <w:rFonts w:ascii="Calibri" w:hAnsi="Calibri" w:cs="Arial"/>
          <w:b/>
          <w:bCs/>
        </w:rPr>
        <w:t xml:space="preserve">in the future?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Which authority do you prefer to do laser leveling in your land? </w:t>
      </w:r>
      <w:r w:rsidRPr="00990230">
        <w:rPr>
          <w:rFonts w:ascii="Calibri" w:hAnsi="Calibri" w:cs="Arial"/>
          <w:b/>
          <w:bCs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</w:t>
      </w:r>
      <w:r w:rsidRPr="00990230">
        <w:rPr>
          <w:rFonts w:ascii="Calibri" w:hAnsi="Calibri" w:cs="Arial"/>
          <w:b/>
          <w:bCs/>
        </w:rPr>
        <w:t>)</w:t>
      </w:r>
      <w:r w:rsidRPr="00990230">
        <w:rPr>
          <w:rFonts w:ascii="Calibri" w:eastAsia="Arial Unicode MS" w:hAnsi="Calibri" w:cs="Arial Unicode MS"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eastAsia="Arial Unicode MS" w:hAnsi="Calibri" w:cs="Arial Unicode MS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Ministry of Agriculture </w:t>
      </w:r>
      <w:r w:rsidRPr="00990230">
        <w:rPr>
          <w:rFonts w:ascii="Calibri" w:hAnsi="Calibri" w:cs="Arial"/>
        </w:rPr>
        <w:t>/</w:t>
      </w:r>
      <w:r w:rsidRPr="00990230">
        <w:rPr>
          <w:rFonts w:ascii="Calibri" w:hAnsi="Calibri"/>
        </w:rPr>
        <w:t> Agricultural extension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Agricultural co-operatives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="00E37B91"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private companies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I don't know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 xml:space="preserve"> 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Why not?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eastAsia="Arial Unicode MS" w:hAnsi="Calibri" w:cs="Arial Unicode MS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Because I rent the land for a short period of time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Because it my land leveling is good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  <w:lang w:bidi="ar-EG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 prefer traditional land leveling</w:t>
      </w:r>
      <w:r w:rsidRPr="00990230">
        <w:rPr>
          <w:rFonts w:ascii="Calibri" w:hAnsi="Calibri" w:cs="Arial"/>
          <w:lang w:bidi="ar-EG"/>
        </w:rPr>
        <w:tab/>
      </w:r>
      <w:r w:rsidRPr="00990230">
        <w:rPr>
          <w:rFonts w:ascii="Calibri" w:hAnsi="Calibri" w:cs="Arial"/>
          <w:lang w:bidi="ar-EG"/>
        </w:rPr>
        <w:tab/>
      </w:r>
      <w:r w:rsidR="00B51D5E" w:rsidRPr="00990230">
        <w:rPr>
          <w:rFonts w:ascii="Calibri" w:hAnsi="Calibri" w:cs="Arial"/>
          <w:lang w:bidi="ar-EG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Because the benefits I get from laser leveling is less than what paid to use it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eastAsia="Arial Unicode MS" w:hAnsi="Calibri" w:cs="Arial Unicode MS"/>
        </w:rPr>
      </w:pP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 xml:space="preserve">Because </w:t>
      </w:r>
      <w:r w:rsidRPr="00990230">
        <w:rPr>
          <w:rFonts w:ascii="Calibri" w:hAnsi="Calibri" w:cs="Arial"/>
          <w:lang w:bidi="ar-EG"/>
        </w:rPr>
        <w:t>my land is too small to use it</w:t>
      </w:r>
      <w:r w:rsidRPr="00990230">
        <w:rPr>
          <w:rFonts w:ascii="Calibri" w:hAnsi="Calibri" w:cs="Arial"/>
          <w:lang w:bidi="ar-EG"/>
        </w:rPr>
        <w:tab/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eastAsia="Arial Unicode MS" w:hAnsi="Calibri" w:cs="Arial Unicode MS"/>
        </w:rPr>
        <w:tab/>
      </w:r>
      <w:r w:rsidR="00B51D5E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It's expensive</w:t>
      </w:r>
      <w:r w:rsidRPr="00990230">
        <w:rPr>
          <w:rFonts w:ascii="Calibri" w:eastAsia="Arial Unicode MS" w:hAnsi="Calibri" w:cs="Arial Unicode MS"/>
        </w:rPr>
        <w:t xml:space="preserve"> </w:t>
      </w:r>
      <w:r w:rsidR="00B51D5E" w:rsidRPr="00990230">
        <w:rPr>
          <w:rFonts w:ascii="Calibri" w:eastAsia="Arial Unicode MS" w:hAnsi="Calibri" w:cs="Arial Unicode MS"/>
        </w:rPr>
        <w:tab/>
      </w:r>
      <w:r w:rsidR="00B51D5E" w:rsidRPr="00990230">
        <w:rPr>
          <w:rFonts w:ascii="Calibri" w:eastAsia="Arial Unicode MS" w:hAnsi="Calibri" w:cs="Arial Unicode MS"/>
        </w:rPr>
        <w:tab/>
      </w:r>
      <w:r w:rsidR="00B51D5E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 xml:space="preserve"> 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</w:rPr>
      </w:pPr>
      <w:r w:rsidRPr="00990230">
        <w:rPr>
          <w:rFonts w:ascii="Arial Unicode MS" w:eastAsia="Arial Unicode MS" w:hAnsi="Arial Unicode MS" w:cs="Arial Unicode MS"/>
          <w:b/>
          <w:bCs/>
          <w:color w:val="0000FF"/>
        </w:rPr>
        <w:br w:type="page"/>
      </w:r>
      <w:r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4.2.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 xml:space="preserve">Practice 2: Dry Planting for </w:t>
      </w:r>
      <w:r w:rsidR="00F76014" w:rsidRPr="00990230">
        <w:rPr>
          <w:rFonts w:ascii="Calibri" w:hAnsi="Calibri" w:cs="Arial"/>
          <w:b/>
          <w:bCs/>
          <w:sz w:val="28"/>
          <w:szCs w:val="28"/>
          <w:u w:val="single"/>
        </w:rPr>
        <w:t>Clover</w:t>
      </w:r>
      <w:r w:rsidRPr="00990230">
        <w:rPr>
          <w:rFonts w:ascii="Calibri" w:hAnsi="Calibri" w:cs="Arial"/>
          <w:b/>
          <w:bCs/>
          <w:sz w:val="28"/>
          <w:szCs w:val="28"/>
        </w:rPr>
        <w:t>:</w:t>
      </w:r>
    </w:p>
    <w:p w:rsidR="00EE74CB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Did you hear about dry planting for </w:t>
      </w:r>
      <w:r w:rsidR="00F76014" w:rsidRPr="00990230">
        <w:rPr>
          <w:rFonts w:ascii="Calibri" w:eastAsia="Arial Unicode MS" w:hAnsi="Calibri" w:cs="Arial Unicode MS"/>
          <w:b/>
          <w:bCs/>
          <w:lang w:bidi="ar-EG"/>
        </w:rPr>
        <w:t>clover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67" w:hanging="425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EE74CB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 xml:space="preserve">What is the source(s) of your information about dry planting for </w:t>
      </w:r>
      <w:r w:rsidR="00F76014" w:rsidRPr="00990230">
        <w:rPr>
          <w:rFonts w:ascii="Calibri" w:eastAsia="Arial Unicode MS" w:hAnsi="Calibri" w:cs="Arial Unicode MS"/>
          <w:b/>
          <w:bCs/>
        </w:rPr>
        <w:t>clover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709" w:hanging="207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hAnsi="Calibri" w:cs="Arial"/>
          <w:sz w:val="20"/>
          <w:szCs w:val="20"/>
        </w:rPr>
        <w:t>1= agricultural extension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neighbors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</w:rPr>
        <w:t>3= media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4= </w:t>
      </w:r>
      <w:r w:rsidRPr="00990230">
        <w:rPr>
          <w:rFonts w:ascii="Calibri" w:hAnsi="Calibri"/>
          <w:sz w:val="20"/>
          <w:szCs w:val="20"/>
        </w:rPr>
        <w:t>other (specify)</w:t>
      </w:r>
    </w:p>
    <w:p w:rsidR="00EE74CB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Did you use dry planting for </w:t>
      </w:r>
      <w:r w:rsidR="00F76014" w:rsidRPr="00990230">
        <w:rPr>
          <w:rFonts w:ascii="Calibri" w:eastAsia="Arial Unicode MS" w:hAnsi="Calibri" w:cs="Arial Unicode MS"/>
          <w:b/>
          <w:bCs/>
          <w:lang w:bidi="ar-EG"/>
        </w:rPr>
        <w:t>clover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 in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67" w:hanging="425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When did you use dry planting for </w:t>
      </w:r>
      <w:r w:rsidR="00F76014" w:rsidRPr="00990230">
        <w:rPr>
          <w:rFonts w:ascii="Calibri" w:eastAsia="Arial Unicode MS" w:hAnsi="Calibri" w:cs="Arial Unicode MS"/>
          <w:b/>
          <w:bCs/>
        </w:rPr>
        <w:t>clover</w:t>
      </w:r>
      <w:r w:rsidRPr="00990230">
        <w:rPr>
          <w:rFonts w:ascii="Calibri" w:eastAsia="Arial Unicode MS" w:hAnsi="Calibri" w:cs="Arial Unicode MS"/>
          <w:b/>
          <w:bCs/>
        </w:rPr>
        <w:t xml:space="preserve"> in your land for the first time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___________________________________________</w:t>
      </w:r>
      <w:r w:rsidR="00EE74CB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EE74CB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Which plot numbers did you use dry planting for </w:t>
      </w:r>
      <w:r w:rsidR="00F76014" w:rsidRPr="00990230">
        <w:rPr>
          <w:rFonts w:ascii="Calibri" w:eastAsia="Arial Unicode MS" w:hAnsi="Calibri" w:cs="Arial Unicode MS"/>
          <w:b/>
          <w:bCs/>
        </w:rPr>
        <w:t>clover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for the last time</w:t>
      </w:r>
      <w:r w:rsidRPr="00990230">
        <w:rPr>
          <w:rFonts w:ascii="Calibri" w:hAnsi="Calibri" w:cs="Arial"/>
          <w:b/>
          <w:bCs/>
        </w:rPr>
        <w:t xml:space="preserve">? </w:t>
      </w:r>
    </w:p>
    <w:p w:rsidR="005B3F08" w:rsidRPr="00990230" w:rsidRDefault="005B3F08" w:rsidP="00DB304B">
      <w:pPr>
        <w:keepNext/>
        <w:keepLines/>
        <w:spacing w:after="0" w:line="240" w:lineRule="auto"/>
        <w:ind w:left="709" w:hanging="207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in the year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. </w:t>
      </w:r>
      <w:r w:rsidRPr="00990230">
        <w:rPr>
          <w:rFonts w:ascii="Calibri" w:eastAsia="Arial Unicode MS" w:hAnsi="Calibri" w:cs="Arial Unicode MS"/>
          <w:b/>
          <w:bCs/>
        </w:rPr>
        <w:t>And what was the area of each plot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Pr="00990230">
        <w:rPr>
          <w:rFonts w:ascii="Calibri" w:hAnsi="Calibri" w:cs="Arial"/>
          <w:b/>
          <w:bCs/>
        </w:rPr>
        <w:t xml:space="preserve">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proofErr w:type="spellStart"/>
      <w:r w:rsidR="00B13292" w:rsidRPr="00990230">
        <w:rPr>
          <w:rFonts w:ascii="Calibri" w:hAnsi="Calibri" w:cs="Arial"/>
        </w:rPr>
        <w:t>fed</w:t>
      </w:r>
      <w:r w:rsidRPr="00990230">
        <w:rPr>
          <w:rFonts w:ascii="Calibri" w:hAnsi="Calibri" w:cs="Arial"/>
        </w:rPr>
        <w:t>d</w:t>
      </w:r>
      <w:proofErr w:type="spellEnd"/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What was the total cultivated area you used dry planting for </w:t>
      </w:r>
      <w:r w:rsidR="00F76014" w:rsidRPr="00990230">
        <w:rPr>
          <w:rFonts w:ascii="Calibri" w:eastAsia="Arial Unicode MS" w:hAnsi="Calibri" w:cs="Arial Unicode MS"/>
          <w:b/>
          <w:bCs/>
        </w:rPr>
        <w:t>clover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it in the same year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="00CF61E9">
        <w:rPr>
          <w:rFonts w:ascii="Calibri" w:hAnsi="Calibri" w:cs="Arial"/>
        </w:rPr>
        <w:t>one Ha</w:t>
      </w:r>
      <w:r w:rsidR="00B13292" w:rsidRPr="00990230">
        <w:rPr>
          <w:rFonts w:ascii="Calibri" w:hAnsi="Calibri" w:cs="Arial"/>
        </w:rPr>
        <w:t>s</w:t>
      </w:r>
      <w:r w:rsidRPr="00990230">
        <w:rPr>
          <w:rFonts w:ascii="Calibri" w:hAnsi="Calibri" w:cs="Arial"/>
          <w:b/>
          <w:bCs/>
        </w:rPr>
        <w:t>.</w:t>
      </w:r>
    </w:p>
    <w:p w:rsidR="00EE74CB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Do you think that </w:t>
      </w:r>
      <w:r w:rsidRPr="00990230">
        <w:rPr>
          <w:rFonts w:ascii="Calibri" w:eastAsia="Arial Unicode MS" w:hAnsi="Calibri" w:cs="Arial Unicode MS"/>
          <w:b/>
          <w:bCs/>
        </w:rPr>
        <w:t xml:space="preserve">dry planting for </w:t>
      </w:r>
      <w:r w:rsidR="00F76014" w:rsidRPr="00990230">
        <w:rPr>
          <w:rFonts w:ascii="Calibri" w:eastAsia="Arial Unicode MS" w:hAnsi="Calibri" w:cs="Arial Unicode MS"/>
          <w:b/>
          <w:bCs/>
        </w:rPr>
        <w:t>clover</w:t>
      </w:r>
      <w:r w:rsidRPr="00990230">
        <w:rPr>
          <w:rFonts w:ascii="Calibri" w:hAnsi="Calibri" w:cs="Arial"/>
          <w:b/>
          <w:bCs/>
        </w:rPr>
        <w:t xml:space="preserve"> is useful?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67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495E36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sz w:val="20"/>
          <w:szCs w:val="20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What are the effects of </w:t>
      </w:r>
      <w:r w:rsidRPr="00990230">
        <w:rPr>
          <w:rFonts w:ascii="Calibri" w:eastAsia="Arial Unicode MS" w:hAnsi="Calibri" w:cs="Arial Unicode MS"/>
          <w:b/>
          <w:bCs/>
        </w:rPr>
        <w:t xml:space="preserve">dry planting for </w:t>
      </w:r>
      <w:r w:rsidR="00F76014" w:rsidRPr="00990230">
        <w:rPr>
          <w:rFonts w:ascii="Calibri" w:eastAsia="Arial Unicode MS" w:hAnsi="Calibri" w:cs="Arial Unicode MS"/>
          <w:b/>
          <w:bCs/>
        </w:rPr>
        <w:t>clover</w:t>
      </w:r>
      <w:r w:rsidRPr="00990230">
        <w:rPr>
          <w:rFonts w:ascii="Calibri" w:eastAsia="Arial Unicode MS" w:hAnsi="Calibri" w:cs="Arial Unicode MS"/>
          <w:b/>
          <w:bCs/>
        </w:rPr>
        <w:t xml:space="preserve"> on the following aspects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67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sz w:val="20"/>
          <w:szCs w:val="20"/>
        </w:rPr>
        <w:t>1= effective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ineffective</w:t>
      </w:r>
      <w:r w:rsidRPr="00990230">
        <w:rPr>
          <w:rFonts w:ascii="Calibri" w:hAnsi="Calibri" w:cs="Arial"/>
          <w:sz w:val="20"/>
          <w:szCs w:val="20"/>
        </w:rPr>
        <w:tab/>
        <w:t>3= neutral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Improving water use efficiency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="00495E36" w:rsidRPr="00990230">
        <w:rPr>
          <w:rFonts w:ascii="Calibri" w:hAnsi="Calibri" w:cs="Arial"/>
        </w:rPr>
        <w:tab/>
      </w:r>
      <w:r w:rsidR="00495E36"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 xml:space="preserve">Saving </w:t>
      </w:r>
      <w:r w:rsidRPr="00990230">
        <w:rPr>
          <w:rFonts w:ascii="Calibri" w:hAnsi="Calibri"/>
        </w:rPr>
        <w:t xml:space="preserve">water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costs of irrigation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costs of production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eastAsia="Arial Unicode MS" w:hAnsi="Calibri" w:cs="Arial Unicode MS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irrigation time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="00495E36" w:rsidRPr="00990230">
        <w:rPr>
          <w:rFonts w:ascii="Calibri" w:hAnsi="Calibri" w:cs="Arial"/>
        </w:rPr>
        <w:tab/>
      </w:r>
      <w:r w:rsidR="00495E36"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Saving inputs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  <w:caps/>
        </w:rPr>
        <w:t>i</w:t>
      </w:r>
      <w:r w:rsidRPr="00990230">
        <w:rPr>
          <w:rFonts w:ascii="Calibri" w:hAnsi="Calibri"/>
        </w:rPr>
        <w:t xml:space="preserve">mproving </w:t>
      </w:r>
      <w:r w:rsidRPr="00990230">
        <w:rPr>
          <w:rFonts w:ascii="Calibri" w:hAnsi="Calibri" w:cs="Arial"/>
        </w:rPr>
        <w:t>yields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="00495E36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Increasing income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</w:rPr>
        <w:t xml:space="preserve">Improving </w:t>
      </w:r>
      <w:r w:rsidRPr="00990230">
        <w:rPr>
          <w:rFonts w:ascii="Calibri" w:hAnsi="Calibri" w:cs="Arial"/>
        </w:rPr>
        <w:t>quality of agricultural environment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="00495E36" w:rsidRPr="00990230">
        <w:rPr>
          <w:rFonts w:ascii="Calibri" w:hAnsi="Calibri" w:cs="Arial"/>
        </w:rPr>
        <w:tab/>
      </w:r>
      <w:r w:rsidR="00495E36"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What are the problems/obstacles you faced while using dry planting for </w:t>
      </w:r>
      <w:r w:rsidR="00F76014" w:rsidRPr="00990230">
        <w:rPr>
          <w:rFonts w:ascii="Calibri" w:eastAsia="Arial Unicode MS" w:hAnsi="Calibri" w:cs="Arial Unicode MS"/>
          <w:b/>
          <w:bCs/>
        </w:rPr>
        <w:t>clover</w:t>
      </w:r>
      <w:r w:rsidRPr="00990230">
        <w:rPr>
          <w:rFonts w:ascii="Calibri" w:eastAsia="Arial Unicode MS" w:hAnsi="Calibri" w:cs="Arial Unicode MS"/>
          <w:b/>
          <w:bCs/>
        </w:rPr>
        <w:t xml:space="preserve"> in your land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495E36" w:rsidRPr="00990230" w:rsidRDefault="00495E36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495E36" w:rsidRPr="00990230" w:rsidRDefault="00495E36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495E36" w:rsidRPr="00990230" w:rsidRDefault="00495E36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your suggestions to overcome these problems/obstacles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495E36" w:rsidRPr="00990230" w:rsidRDefault="00495E36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495E36" w:rsidRPr="00990230" w:rsidRDefault="00495E36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495E36" w:rsidRPr="00990230" w:rsidRDefault="00495E36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Why didn't you use dry planting for </w:t>
      </w:r>
      <w:r w:rsidR="00F76014" w:rsidRPr="00990230">
        <w:rPr>
          <w:rFonts w:ascii="Calibri" w:eastAsia="Arial Unicode MS" w:hAnsi="Calibri" w:cs="Arial Unicode MS"/>
          <w:b/>
          <w:bCs/>
          <w:lang w:bidi="ar-EG"/>
        </w:rPr>
        <w:t>clover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 in your land</w:t>
      </w:r>
      <w:r w:rsidRPr="00990230">
        <w:rPr>
          <w:rFonts w:ascii="Calibri" w:hAnsi="Calibri" w:cs="Arial"/>
          <w:b/>
          <w:bCs/>
        </w:rPr>
        <w:t>?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  <w:rtl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 don't know how to use it</w:t>
      </w:r>
      <w:r w:rsidRPr="00990230">
        <w:rPr>
          <w:rFonts w:ascii="Calibri" w:hAnsi="Calibri" w:cs="Arial" w:hint="cs"/>
          <w:rtl/>
        </w:rPr>
        <w:tab/>
      </w:r>
      <w:r w:rsidR="00495E36"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Because it isn't</w:t>
      </w:r>
      <w:r w:rsidRPr="00990230">
        <w:rPr>
          <w:rFonts w:ascii="Calibri" w:hAnsi="Calibri" w:cs="Arial"/>
          <w:lang w:bidi="ar-EG"/>
        </w:rPr>
        <w:t xml:space="preserve"> suitable for my land</w:t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To maintain soil fertility 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</w:p>
    <w:p w:rsidR="00495E36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Do you want to use dry planting for </w:t>
      </w:r>
      <w:r w:rsidR="00F76014" w:rsidRPr="00990230">
        <w:rPr>
          <w:rFonts w:ascii="Calibri" w:eastAsia="Arial Unicode MS" w:hAnsi="Calibri" w:cs="Arial Unicode MS"/>
          <w:b/>
          <w:bCs/>
        </w:rPr>
        <w:t>clover</w:t>
      </w:r>
      <w:r w:rsidRPr="00990230">
        <w:rPr>
          <w:rFonts w:ascii="Calibri" w:eastAsia="Arial Unicode MS" w:hAnsi="Calibri" w:cs="Arial Unicode MS"/>
          <w:b/>
          <w:bCs/>
        </w:rPr>
        <w:t xml:space="preserve"> </w:t>
      </w:r>
      <w:r w:rsidRPr="00990230">
        <w:rPr>
          <w:rFonts w:ascii="Calibri" w:hAnsi="Calibri" w:cs="Arial"/>
          <w:b/>
          <w:bCs/>
        </w:rPr>
        <w:t xml:space="preserve">in the future?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</w:p>
    <w:p w:rsidR="005B3F08" w:rsidRPr="00990230" w:rsidRDefault="00495E36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sz w:val="20"/>
          <w:szCs w:val="20"/>
        </w:rPr>
        <w:tab/>
      </w:r>
      <w:r w:rsidR="005B3F08" w:rsidRPr="00990230">
        <w:rPr>
          <w:rFonts w:ascii="Calibri" w:hAnsi="Calibri" w:cs="Arial"/>
          <w:sz w:val="20"/>
          <w:szCs w:val="20"/>
        </w:rPr>
        <w:t>1= Yes</w:t>
      </w:r>
      <w:r w:rsidR="005B3F08" w:rsidRPr="00990230">
        <w:rPr>
          <w:rFonts w:ascii="Calibri" w:hAnsi="Calibri" w:cs="Arial" w:hint="cs"/>
          <w:sz w:val="20"/>
          <w:szCs w:val="20"/>
          <w:rtl/>
        </w:rPr>
        <w:tab/>
      </w:r>
      <w:r w:rsidR="005B3F08" w:rsidRPr="00990230">
        <w:rPr>
          <w:rFonts w:ascii="Calibri" w:hAnsi="Calibri" w:cs="Arial" w:hint="cs"/>
          <w:sz w:val="20"/>
          <w:szCs w:val="20"/>
          <w:rtl/>
        </w:rPr>
        <w:tab/>
      </w:r>
      <w:r w:rsidR="005B3F08" w:rsidRPr="00990230">
        <w:rPr>
          <w:rFonts w:ascii="Calibri" w:hAnsi="Calibri" w:cs="Arial" w:hint="cs"/>
          <w:sz w:val="20"/>
          <w:szCs w:val="20"/>
          <w:rtl/>
        </w:rPr>
        <w:tab/>
      </w:r>
      <w:r w:rsidR="005B3F08" w:rsidRPr="00990230">
        <w:rPr>
          <w:rFonts w:ascii="Calibri" w:hAnsi="Calibri" w:cs="Arial"/>
          <w:sz w:val="20"/>
          <w:szCs w:val="20"/>
        </w:rPr>
        <w:t>2= No</w:t>
      </w:r>
    </w:p>
    <w:p w:rsidR="00EE74CB" w:rsidRPr="00990230" w:rsidRDefault="00EE74CB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br w:type="page"/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4.3.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Practice 3: Cultivating Wheat by Planters</w:t>
      </w:r>
      <w:r w:rsidRPr="00990230">
        <w:rPr>
          <w:rFonts w:ascii="Calibri" w:hAnsi="Calibri" w:cs="Arial"/>
          <w:b/>
          <w:bCs/>
          <w:sz w:val="28"/>
          <w:szCs w:val="28"/>
        </w:rPr>
        <w:t>:</w:t>
      </w:r>
    </w:p>
    <w:p w:rsidR="006F5DCE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hear about planting wheat by planters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426" w:hanging="142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6F5DCE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>What is the source(s) of your information about planting wheat by planters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426" w:hanging="142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1= agricultural extension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neighbors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</w:rPr>
        <w:t>3= media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4= </w:t>
      </w:r>
      <w:r w:rsidRPr="00990230">
        <w:rPr>
          <w:rFonts w:ascii="Calibri" w:hAnsi="Calibri"/>
          <w:sz w:val="20"/>
          <w:szCs w:val="20"/>
        </w:rPr>
        <w:t>other (specify)</w:t>
      </w:r>
    </w:p>
    <w:p w:rsidR="006F5DCE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use planting wheat by planters in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426" w:hanging="142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When did you use planting wheat by planters in your land for the first time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</w:t>
      </w:r>
      <w:r w:rsidR="006F5DCE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Which plot numbers did you use planting wheat by planters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for the last time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in the year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.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ind w:firstLine="567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>And what was the area of each plot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Pr="00990230">
        <w:rPr>
          <w:rFonts w:ascii="Calibri" w:hAnsi="Calibri" w:cs="Arial"/>
          <w:b/>
          <w:bCs/>
        </w:rPr>
        <w:t xml:space="preserve">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proofErr w:type="spellStart"/>
      <w:r w:rsidR="00B13292" w:rsidRPr="00990230">
        <w:rPr>
          <w:rFonts w:ascii="Calibri" w:hAnsi="Calibri" w:cs="Arial"/>
        </w:rPr>
        <w:t>fed</w:t>
      </w:r>
      <w:r w:rsidRPr="00990230">
        <w:rPr>
          <w:rFonts w:ascii="Calibri" w:hAnsi="Calibri" w:cs="Arial"/>
        </w:rPr>
        <w:t>d</w:t>
      </w:r>
      <w:proofErr w:type="spellEnd"/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was the total cultivated area you used planting wheat by planters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it in the same year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="00CF61E9">
        <w:rPr>
          <w:rFonts w:ascii="Calibri" w:hAnsi="Calibri" w:cs="Arial"/>
        </w:rPr>
        <w:t>one Ha</w:t>
      </w:r>
      <w:r w:rsidR="00B13292" w:rsidRPr="00990230">
        <w:rPr>
          <w:rFonts w:ascii="Calibri" w:hAnsi="Calibri" w:cs="Arial"/>
        </w:rPr>
        <w:t>s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Do you think that </w:t>
      </w:r>
      <w:r w:rsidRPr="00990230">
        <w:rPr>
          <w:rFonts w:ascii="Calibri" w:eastAsia="Arial Unicode MS" w:hAnsi="Calibri" w:cs="Arial Unicode MS"/>
          <w:b/>
          <w:bCs/>
        </w:rPr>
        <w:t>planting wheat by planters</w:t>
      </w:r>
      <w:r w:rsidRPr="00990230">
        <w:rPr>
          <w:rFonts w:ascii="Calibri" w:hAnsi="Calibri" w:cs="Arial"/>
          <w:b/>
          <w:bCs/>
        </w:rPr>
        <w:t xml:space="preserve"> is useful?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="00962A72" w:rsidRPr="00990230">
        <w:rPr>
          <w:rFonts w:ascii="Calibri" w:hAnsi="Calibri" w:cs="Arial" w:hint="cs"/>
          <w:rtl/>
          <w:lang w:bidi="ar-EG"/>
        </w:rPr>
        <w:tab/>
      </w:r>
      <w:r w:rsidR="00962A72" w:rsidRPr="00990230">
        <w:rPr>
          <w:rFonts w:ascii="Calibri" w:hAnsi="Calibri" w:cs="Arial" w:hint="cs"/>
          <w:rtl/>
          <w:lang w:bidi="ar-EG"/>
        </w:rPr>
        <w:tab/>
      </w:r>
      <w:r w:rsidR="00962A72"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What are the effects of </w:t>
      </w:r>
      <w:r w:rsidRPr="00990230">
        <w:rPr>
          <w:rFonts w:ascii="Calibri" w:eastAsia="Arial Unicode MS" w:hAnsi="Calibri" w:cs="Arial Unicode MS"/>
          <w:b/>
          <w:bCs/>
        </w:rPr>
        <w:t>planting wheat by planters on the following aspects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effective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ineffective</w:t>
      </w:r>
      <w:r w:rsidRPr="00990230">
        <w:rPr>
          <w:rFonts w:ascii="Calibri" w:hAnsi="Calibri" w:cs="Arial"/>
          <w:sz w:val="20"/>
          <w:szCs w:val="20"/>
        </w:rPr>
        <w:tab/>
        <w:t>3= neutral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</w:rPr>
      </w:pP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 xml:space="preserve">Saving </w:t>
      </w:r>
      <w:r w:rsidRPr="00990230">
        <w:rPr>
          <w:rFonts w:ascii="Calibri" w:hAnsi="Calibri"/>
        </w:rPr>
        <w:t xml:space="preserve">water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="00962A72" w:rsidRPr="00990230">
        <w:rPr>
          <w:rFonts w:ascii="Calibri" w:eastAsia="Arial Unicode MS" w:hAnsi="Calibri" w:cs="Arial Unicode MS"/>
        </w:rPr>
        <w:tab/>
      </w:r>
      <w:r w:rsidR="00962A72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costs of labour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costs of production i.e. labour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Saving inputs i.e. seeds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eastAsia="Arial Unicode MS" w:hAnsi="Calibri" w:cs="Arial Unicode MS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Saving time and efforts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="00962A72"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  <w:caps/>
        </w:rPr>
        <w:t>i</w:t>
      </w:r>
      <w:r w:rsidRPr="00990230">
        <w:rPr>
          <w:rFonts w:ascii="Calibri" w:hAnsi="Calibri"/>
        </w:rPr>
        <w:t xml:space="preserve">mproving </w:t>
      </w:r>
      <w:r w:rsidRPr="00990230">
        <w:rPr>
          <w:rFonts w:ascii="Calibri" w:hAnsi="Calibri" w:cs="Arial"/>
        </w:rPr>
        <w:t>yields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="006F5DCE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/>
          <w:caps/>
        </w:rPr>
        <w:t>i</w:t>
      </w:r>
      <w:r w:rsidRPr="00990230">
        <w:rPr>
          <w:rFonts w:ascii="Calibri" w:hAnsi="Calibri"/>
        </w:rPr>
        <w:t>mproving seed germination rate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  <w:rtl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</w:rPr>
        <w:t>Making weed control easier</w:t>
      </w:r>
      <w:r w:rsidR="00122D65"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  <w:caps/>
        </w:rPr>
        <w:t>g</w:t>
      </w:r>
      <w:r w:rsidRPr="00990230">
        <w:rPr>
          <w:rFonts w:ascii="Calibri" w:hAnsi="Calibri"/>
        </w:rPr>
        <w:t>ood seed distribution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Making wheat harvesting easier by combines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problems/obstacles you faced while using planting wheat by planters in your land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your suggestions to overcome these problems/obstacles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Why didn't you use planting wheat by planters in your land</w:t>
      </w:r>
      <w:r w:rsidRPr="00990230">
        <w:rPr>
          <w:rFonts w:ascii="Calibri" w:hAnsi="Calibri" w:cs="Arial"/>
          <w:b/>
          <w:bCs/>
        </w:rPr>
        <w:t>?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  <w:rtl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 don't know how to use it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Because it isn't</w:t>
      </w:r>
      <w:r w:rsidRPr="00990230">
        <w:rPr>
          <w:rFonts w:ascii="Calibri" w:hAnsi="Calibri" w:cs="Arial"/>
          <w:lang w:bidi="ar-EG"/>
        </w:rPr>
        <w:t xml:space="preserve"> suitable for my land</w:t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Do you want to use planting wheat by planters </w:t>
      </w:r>
      <w:r w:rsidRPr="00990230">
        <w:rPr>
          <w:rFonts w:ascii="Calibri" w:hAnsi="Calibri" w:cs="Arial"/>
          <w:b/>
          <w:bCs/>
        </w:rPr>
        <w:t xml:space="preserve">in the future?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6F5DCE" w:rsidRPr="00990230" w:rsidRDefault="006F5DCE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br w:type="page"/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4.4.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Practice 4: Transplanting Rice by Machines</w:t>
      </w:r>
      <w:r w:rsidRPr="00990230">
        <w:rPr>
          <w:rFonts w:ascii="Calibri" w:hAnsi="Calibri" w:cs="Arial"/>
          <w:b/>
          <w:bCs/>
          <w:sz w:val="28"/>
          <w:szCs w:val="28"/>
        </w:rPr>
        <w:t>: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hear about transplanting rice by machines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>What is the source(s) of your information on transplanting rice by machines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1= agricultural extension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neighbors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</w:rPr>
        <w:t>3= media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4= </w:t>
      </w:r>
      <w:r w:rsidRPr="00990230">
        <w:rPr>
          <w:rFonts w:ascii="Calibri" w:hAnsi="Calibri"/>
          <w:sz w:val="20"/>
          <w:szCs w:val="20"/>
        </w:rPr>
        <w:t>other (specify)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use transplanting rice by machines in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When did you use transplanting rice by machines in your land for the first time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</w:t>
      </w:r>
      <w:r w:rsidR="006F5DCE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Which plot numbers did you use transplanting rice by machines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for the last time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in the year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.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ind w:firstLine="567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>And what was the area of each plot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Pr="00990230">
        <w:rPr>
          <w:rFonts w:ascii="Calibri" w:hAnsi="Calibri" w:cs="Arial"/>
          <w:b/>
          <w:bCs/>
        </w:rPr>
        <w:t xml:space="preserve">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="00B13292" w:rsidRPr="00990230">
        <w:rPr>
          <w:rFonts w:ascii="Calibri" w:hAnsi="Calibri" w:cs="Arial"/>
        </w:rPr>
        <w:t>fed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was the total cultivated area you used transplanting rice by machines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it in the same year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="00CF61E9">
        <w:rPr>
          <w:rFonts w:ascii="Calibri" w:hAnsi="Calibri" w:cs="Arial"/>
        </w:rPr>
        <w:t>one Ha</w:t>
      </w:r>
      <w:r w:rsidR="00B13292" w:rsidRPr="00990230">
        <w:rPr>
          <w:rFonts w:ascii="Calibri" w:hAnsi="Calibri" w:cs="Arial"/>
        </w:rPr>
        <w:t>s</w:t>
      </w:r>
      <w:r w:rsidRPr="00990230">
        <w:rPr>
          <w:rFonts w:ascii="Calibri" w:hAnsi="Calibri" w:cs="Arial"/>
          <w:b/>
          <w:bCs/>
        </w:rPr>
        <w:t>.</w:t>
      </w:r>
    </w:p>
    <w:p w:rsidR="006F5DCE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Do you think that </w:t>
      </w:r>
      <w:r w:rsidRPr="00990230">
        <w:rPr>
          <w:rFonts w:ascii="Calibri" w:eastAsia="Arial Unicode MS" w:hAnsi="Calibri" w:cs="Arial Unicode MS"/>
          <w:b/>
          <w:bCs/>
        </w:rPr>
        <w:t>transplanting rice by machines</w:t>
      </w:r>
      <w:r w:rsidRPr="00990230">
        <w:rPr>
          <w:rFonts w:ascii="Calibri" w:hAnsi="Calibri" w:cs="Arial"/>
          <w:b/>
          <w:bCs/>
        </w:rPr>
        <w:t xml:space="preserve"> is useful?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ind w:firstLine="567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What are the effects of </w:t>
      </w:r>
      <w:r w:rsidRPr="00990230">
        <w:rPr>
          <w:rFonts w:ascii="Calibri" w:eastAsia="Arial Unicode MS" w:hAnsi="Calibri" w:cs="Arial Unicode MS"/>
          <w:b/>
          <w:bCs/>
        </w:rPr>
        <w:t>transplanting rice by machines on the following aspects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effective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ineffective</w:t>
      </w:r>
      <w:r w:rsidRPr="00990230">
        <w:rPr>
          <w:rFonts w:ascii="Calibri" w:hAnsi="Calibri" w:cs="Arial"/>
          <w:sz w:val="20"/>
          <w:szCs w:val="20"/>
        </w:rPr>
        <w:tab/>
        <w:t>3= neutral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 xml:space="preserve">Saving </w:t>
      </w:r>
      <w:r w:rsidRPr="00990230">
        <w:rPr>
          <w:rFonts w:ascii="Calibri" w:hAnsi="Calibri"/>
        </w:rPr>
        <w:t xml:space="preserve">water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crop losses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costs of production i.e. labour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Saving inputs i.e. seeds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Saving time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  <w:caps/>
        </w:rPr>
        <w:t>i</w:t>
      </w:r>
      <w:r w:rsidRPr="00990230">
        <w:rPr>
          <w:rFonts w:ascii="Calibri" w:hAnsi="Calibri"/>
        </w:rPr>
        <w:t xml:space="preserve">mproving </w:t>
      </w:r>
      <w:r w:rsidRPr="00990230">
        <w:rPr>
          <w:rFonts w:ascii="Calibri" w:hAnsi="Calibri" w:cs="Arial"/>
        </w:rPr>
        <w:t>yields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Saving efforts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="006F5DCE" w:rsidRPr="00990230">
        <w:rPr>
          <w:rFonts w:ascii="Calibri" w:hAnsi="Calibri" w:cs="Arial"/>
        </w:rPr>
        <w:tab/>
      </w:r>
      <w:r w:rsidR="006F5DCE" w:rsidRPr="00990230">
        <w:rPr>
          <w:rFonts w:ascii="Calibri" w:hAnsi="Calibri" w:cs="Arial"/>
        </w:rPr>
        <w:tab/>
      </w:r>
      <w:r w:rsidR="006F5DCE"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problems/obstacles you faced while using transplanting rice by machines in your land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your suggestions to overcome these problems/obstacles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Why didn't you use transplanting rice by machines in your land</w:t>
      </w:r>
      <w:r w:rsidRPr="00990230">
        <w:rPr>
          <w:rFonts w:ascii="Calibri" w:hAnsi="Calibri" w:cs="Arial"/>
          <w:b/>
          <w:bCs/>
        </w:rPr>
        <w:t>?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  <w:rtl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 don't know how to use it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Because it isn't</w:t>
      </w:r>
      <w:r w:rsidRPr="00990230">
        <w:rPr>
          <w:rFonts w:ascii="Calibri" w:hAnsi="Calibri" w:cs="Arial"/>
          <w:lang w:bidi="ar-EG"/>
        </w:rPr>
        <w:t xml:space="preserve"> suitable for my land</w:t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</w:p>
    <w:p w:rsidR="006F5DCE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Do you want to use transplanting rice by machines </w:t>
      </w:r>
      <w:r w:rsidRPr="00990230">
        <w:rPr>
          <w:rFonts w:ascii="Calibri" w:hAnsi="Calibri" w:cs="Arial"/>
          <w:b/>
          <w:bCs/>
        </w:rPr>
        <w:t xml:space="preserve">in the future?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ind w:firstLine="567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6F5DCE" w:rsidRPr="00990230" w:rsidRDefault="006F5DCE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br w:type="page"/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  <w:color w:val="000000"/>
          <w:sz w:val="25"/>
          <w:szCs w:val="25"/>
          <w:shd w:val="clear" w:color="auto" w:fill="FFFFFF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4.5.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Practice 5: Manure Composting</w:t>
      </w:r>
      <w:r w:rsidRPr="00990230">
        <w:rPr>
          <w:rFonts w:ascii="Calibri" w:hAnsi="Calibri" w:cs="Arial"/>
          <w:b/>
          <w:bCs/>
          <w:sz w:val="28"/>
          <w:szCs w:val="28"/>
        </w:rPr>
        <w:t>:</w:t>
      </w:r>
      <w:r w:rsidRPr="00990230">
        <w:rPr>
          <w:rFonts w:ascii="Calibri" w:hAnsi="Calibri" w:cs="Arial"/>
        </w:rPr>
        <w:t xml:space="preserve"> (</w:t>
      </w:r>
      <w:r w:rsidRPr="00990230">
        <w:rPr>
          <w:rStyle w:val="apple-converted-space"/>
          <w:rFonts w:ascii="Calibri" w:hAnsi="Calibri" w:cs="Arial"/>
          <w:color w:val="000000"/>
          <w:sz w:val="20"/>
          <w:szCs w:val="20"/>
          <w:shd w:val="clear" w:color="auto" w:fill="FFFFFF"/>
        </w:rPr>
        <w:t>Manure compost is an organic</w:t>
      </w:r>
      <w:r w:rsidRPr="00990230">
        <w:rPr>
          <w:rFonts w:ascii="Calibri" w:hAnsi="Calibri" w:cs="Arial"/>
          <w:sz w:val="20"/>
          <w:szCs w:val="20"/>
          <w:shd w:val="clear" w:color="auto" w:fill="FFFFFF"/>
        </w:rPr>
        <w:t xml:space="preserve"> matter</w:t>
      </w:r>
      <w:r w:rsidRPr="00990230">
        <w:rPr>
          <w:rStyle w:val="apple-converted-space"/>
          <w:rFonts w:ascii="Calibri" w:hAnsi="Calibri" w:cs="Arial"/>
          <w:color w:val="000000"/>
          <w:sz w:val="20"/>
          <w:szCs w:val="20"/>
          <w:shd w:val="clear" w:color="auto" w:fill="FFFFFF"/>
        </w:rPr>
        <w:t> </w:t>
      </w:r>
      <w:r w:rsidRPr="00990230">
        <w:rPr>
          <w:rFonts w:ascii="Calibri" w:hAnsi="Calibri" w:cs="Arial"/>
          <w:color w:val="000000"/>
          <w:sz w:val="20"/>
          <w:szCs w:val="20"/>
          <w:shd w:val="clear" w:color="auto" w:fill="FFFFFF"/>
        </w:rPr>
        <w:t>that has been</w:t>
      </w:r>
      <w:r w:rsidRPr="00990230">
        <w:rPr>
          <w:rFonts w:ascii="Calibri" w:hAnsi="Calibri"/>
          <w:sz w:val="20"/>
          <w:szCs w:val="20"/>
        </w:rPr>
        <w:t xml:space="preserve"> decomposed</w:t>
      </w:r>
      <w:r w:rsidRPr="00990230">
        <w:rPr>
          <w:rStyle w:val="apple-converted-space"/>
          <w:rFonts w:ascii="Calibri" w:hAnsi="Calibri" w:cs="Arial"/>
          <w:color w:val="000000"/>
          <w:sz w:val="20"/>
          <w:szCs w:val="20"/>
          <w:shd w:val="clear" w:color="auto" w:fill="FFFFFF"/>
        </w:rPr>
        <w:t> </w:t>
      </w:r>
      <w:r w:rsidRPr="00990230">
        <w:rPr>
          <w:rFonts w:ascii="Calibri" w:hAnsi="Calibri" w:cs="Arial"/>
          <w:color w:val="000000"/>
          <w:sz w:val="20"/>
          <w:szCs w:val="20"/>
          <w:shd w:val="clear" w:color="auto" w:fill="FFFFFF"/>
        </w:rPr>
        <w:t>and recycled as a fertilizer and soil amendment.</w:t>
      </w:r>
      <w:r w:rsidRPr="00990230">
        <w:rPr>
          <w:rFonts w:ascii="Calibri" w:hAnsi="Calibri" w:cs="Arial"/>
          <w:color w:val="000000"/>
          <w:sz w:val="25"/>
          <w:szCs w:val="25"/>
          <w:shd w:val="clear" w:color="auto" w:fill="FFFFFF"/>
        </w:rPr>
        <w:t>)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hear about using manure compost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>What is the source(s) of your information about manure compost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1= agricultural extension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neighbors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</w:rPr>
        <w:t>3= media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4=</w:t>
      </w:r>
      <w:r w:rsidR="006F5DCE" w:rsidRPr="00990230">
        <w:rPr>
          <w:rFonts w:ascii="Calibri" w:hAnsi="Calibri"/>
          <w:sz w:val="20"/>
          <w:szCs w:val="20"/>
        </w:rPr>
        <w:t>other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use manure compost in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is the annual amount of manure compost you produce per</w:t>
      </w:r>
      <w:r w:rsidRPr="00990230">
        <w:rPr>
          <w:rFonts w:ascii="Calibri" w:hAnsi="Calibri" w:cs="Arial"/>
          <w:b/>
          <w:bCs/>
        </w:rPr>
        <w:t xml:space="preserve"> </w:t>
      </w:r>
      <w:r w:rsidR="00CF61E9">
        <w:rPr>
          <w:rFonts w:ascii="Calibri" w:hAnsi="Calibri" w:cs="Arial"/>
          <w:b/>
          <w:bCs/>
        </w:rPr>
        <w:t>one Ha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Pr="00990230">
        <w:rPr>
          <w:rFonts w:ascii="Calibri" w:hAnsi="Calibri" w:cs="Arial"/>
        </w:rPr>
        <w:t>CM</w:t>
      </w:r>
      <w:r w:rsidRPr="00990230">
        <w:rPr>
          <w:rFonts w:ascii="Calibri" w:eastAsia="Arial Unicode MS" w:hAnsi="Calibri" w:cs="Sultan bold"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is the annual amount of manure compost you consume per</w:t>
      </w:r>
      <w:r w:rsidRPr="00990230">
        <w:rPr>
          <w:rFonts w:ascii="Calibri" w:hAnsi="Calibri" w:cs="Arial"/>
          <w:b/>
          <w:bCs/>
        </w:rPr>
        <w:t xml:space="preserve"> </w:t>
      </w:r>
      <w:r w:rsidR="00CF61E9">
        <w:rPr>
          <w:rFonts w:ascii="Calibri" w:hAnsi="Calibri" w:cs="Arial"/>
          <w:b/>
          <w:bCs/>
        </w:rPr>
        <w:t>one Ha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Pr="00990230">
        <w:rPr>
          <w:rFonts w:ascii="Calibri" w:hAnsi="Calibri" w:cs="Arial"/>
        </w:rPr>
        <w:t>CM</w:t>
      </w:r>
      <w:r w:rsidRPr="00990230">
        <w:rPr>
          <w:rFonts w:ascii="Calibri" w:eastAsia="Arial Unicode MS" w:hAnsi="Calibri" w:cs="Sultan bold"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When did you use manure compost in your land for the first time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</w:t>
      </w:r>
      <w:r w:rsidR="006F5DCE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Which plot numbers did you use manure compost</w:t>
      </w:r>
      <w:r w:rsidRPr="00990230">
        <w:rPr>
          <w:rFonts w:ascii="Calibri" w:hAnsi="Calibri" w:cs="Arial"/>
          <w:b/>
          <w:bCs/>
        </w:rPr>
        <w:t xml:space="preserve"> in for </w:t>
      </w:r>
      <w:r w:rsidRPr="00990230">
        <w:rPr>
          <w:rFonts w:ascii="Calibri" w:eastAsia="Arial Unicode MS" w:hAnsi="Calibri" w:cs="Arial Unicode MS"/>
          <w:b/>
          <w:bCs/>
        </w:rPr>
        <w:t xml:space="preserve">last </w:t>
      </w:r>
      <w:r w:rsidRPr="00990230">
        <w:rPr>
          <w:rFonts w:ascii="Calibri" w:hAnsi="Calibri" w:cs="Arial"/>
          <w:b/>
          <w:bCs/>
        </w:rPr>
        <w:t xml:space="preserve">summer?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.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was the total cultivated area you used manure compost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it in </w:t>
      </w:r>
      <w:r w:rsidRPr="00990230">
        <w:rPr>
          <w:rFonts w:ascii="Calibri" w:hAnsi="Calibri" w:cs="Arial"/>
          <w:b/>
          <w:bCs/>
        </w:rPr>
        <w:t xml:space="preserve">for </w:t>
      </w:r>
      <w:r w:rsidRPr="00990230">
        <w:rPr>
          <w:rFonts w:ascii="Calibri" w:eastAsia="Arial Unicode MS" w:hAnsi="Calibri" w:cs="Arial Unicode MS"/>
          <w:b/>
          <w:bCs/>
        </w:rPr>
        <w:t xml:space="preserve">last </w:t>
      </w:r>
      <w:r w:rsidRPr="00990230">
        <w:rPr>
          <w:rFonts w:ascii="Calibri" w:hAnsi="Calibri" w:cs="Arial"/>
          <w:b/>
          <w:bCs/>
        </w:rPr>
        <w:t xml:space="preserve">summer?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="00CF61E9">
        <w:rPr>
          <w:rFonts w:ascii="Calibri" w:hAnsi="Calibri" w:cs="Arial"/>
        </w:rPr>
        <w:t>one Ha</w:t>
      </w:r>
      <w:r w:rsidR="00B13292" w:rsidRPr="00990230">
        <w:rPr>
          <w:rFonts w:ascii="Calibri" w:hAnsi="Calibri" w:cs="Arial"/>
        </w:rPr>
        <w:t>s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Which plot numbers did you use manure compost</w:t>
      </w:r>
      <w:r w:rsidRPr="00990230">
        <w:rPr>
          <w:rFonts w:ascii="Calibri" w:hAnsi="Calibri" w:cs="Arial"/>
          <w:b/>
          <w:bCs/>
        </w:rPr>
        <w:t xml:space="preserve"> in for </w:t>
      </w:r>
      <w:r w:rsidRPr="00990230">
        <w:rPr>
          <w:rFonts w:ascii="Calibri" w:eastAsia="Arial Unicode MS" w:hAnsi="Calibri" w:cs="Arial Unicode MS"/>
          <w:b/>
          <w:bCs/>
        </w:rPr>
        <w:t xml:space="preserve">last </w:t>
      </w:r>
      <w:r w:rsidRPr="00990230">
        <w:rPr>
          <w:rFonts w:ascii="Calibri" w:hAnsi="Calibri" w:cs="Arial"/>
          <w:b/>
          <w:bCs/>
        </w:rPr>
        <w:t xml:space="preserve">winter?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.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was the total cultivated area you used manure compost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it in </w:t>
      </w:r>
      <w:r w:rsidRPr="00990230">
        <w:rPr>
          <w:rFonts w:ascii="Calibri" w:hAnsi="Calibri" w:cs="Arial"/>
          <w:b/>
          <w:bCs/>
        </w:rPr>
        <w:t xml:space="preserve">for </w:t>
      </w:r>
      <w:r w:rsidRPr="00990230">
        <w:rPr>
          <w:rFonts w:ascii="Calibri" w:eastAsia="Arial Unicode MS" w:hAnsi="Calibri" w:cs="Arial Unicode MS"/>
          <w:b/>
          <w:bCs/>
        </w:rPr>
        <w:t xml:space="preserve">last </w:t>
      </w:r>
      <w:r w:rsidRPr="00990230">
        <w:rPr>
          <w:rFonts w:ascii="Calibri" w:hAnsi="Calibri" w:cs="Arial"/>
          <w:b/>
          <w:bCs/>
        </w:rPr>
        <w:t xml:space="preserve">winter?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="00CF61E9">
        <w:rPr>
          <w:rFonts w:ascii="Calibri" w:hAnsi="Calibri" w:cs="Arial"/>
        </w:rPr>
        <w:t>one Ha</w:t>
      </w:r>
      <w:r w:rsidR="00B13292" w:rsidRPr="00990230">
        <w:rPr>
          <w:rFonts w:ascii="Calibri" w:hAnsi="Calibri" w:cs="Arial"/>
        </w:rPr>
        <w:t>s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Do you think that </w:t>
      </w:r>
      <w:r w:rsidRPr="00990230">
        <w:rPr>
          <w:rFonts w:ascii="Calibri" w:eastAsia="Arial Unicode MS" w:hAnsi="Calibri" w:cs="Arial Unicode MS"/>
          <w:b/>
          <w:bCs/>
        </w:rPr>
        <w:t>manure compost</w:t>
      </w:r>
      <w:r w:rsidRPr="00990230">
        <w:rPr>
          <w:rFonts w:ascii="Calibri" w:hAnsi="Calibri" w:cs="Arial"/>
          <w:b/>
          <w:bCs/>
        </w:rPr>
        <w:t xml:space="preserve"> is useful?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What are the effects of </w:t>
      </w:r>
      <w:r w:rsidRPr="00990230">
        <w:rPr>
          <w:rFonts w:ascii="Calibri" w:eastAsia="Arial Unicode MS" w:hAnsi="Calibri" w:cs="Arial Unicode MS"/>
          <w:b/>
          <w:bCs/>
        </w:rPr>
        <w:t>using manure compost on the following aspects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effective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ineffective</w:t>
      </w:r>
      <w:r w:rsidRPr="00990230">
        <w:rPr>
          <w:rFonts w:ascii="Calibri" w:hAnsi="Calibri" w:cs="Arial"/>
          <w:sz w:val="20"/>
          <w:szCs w:val="20"/>
        </w:rPr>
        <w:tab/>
        <w:t>3= neutral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Easy to use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="00B40842" w:rsidRPr="00990230">
        <w:rPr>
          <w:rFonts w:ascii="Calibri" w:hAnsi="Calibri" w:cs="Arial"/>
        </w:rPr>
        <w:tab/>
      </w:r>
      <w:r w:rsidR="00B40842" w:rsidRPr="00990230">
        <w:rPr>
          <w:rFonts w:ascii="Calibri" w:hAnsi="Calibri" w:cs="Arial"/>
        </w:rPr>
        <w:tab/>
      </w:r>
      <w:r w:rsidR="00B40842" w:rsidRPr="00990230">
        <w:rPr>
          <w:rFonts w:ascii="Calibri" w:hAnsi="Calibri" w:cs="Arial"/>
        </w:rPr>
        <w:tab/>
      </w:r>
      <w:r w:rsidR="00B40842" w:rsidRPr="00990230">
        <w:rPr>
          <w:rFonts w:ascii="Calibri" w:hAnsi="Calibri" w:cs="Arial"/>
        </w:rPr>
        <w:tab/>
      </w:r>
      <w:r w:rsidR="00B40842" w:rsidRPr="00990230">
        <w:rPr>
          <w:rFonts w:ascii="Calibri" w:hAnsi="Calibri" w:cs="Arial"/>
        </w:rPr>
        <w:tab/>
      </w:r>
      <w:r w:rsidR="00B40842"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 xml:space="preserve">Rationalizing the use of </w:t>
      </w:r>
      <w:r w:rsidRPr="00990230">
        <w:rPr>
          <w:rFonts w:ascii="Calibri" w:hAnsi="Calibri"/>
        </w:rPr>
        <w:t xml:space="preserve">chemical fertilizers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costs of production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eastAsia="Arial Unicode MS" w:hAnsi="Calibri" w:cs="Arial Unicode MS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Increasing income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="006F5DCE" w:rsidRPr="00990230">
        <w:rPr>
          <w:rFonts w:ascii="Calibri" w:eastAsia="Arial Unicode MS" w:hAnsi="Calibri" w:cs="Arial Unicode MS"/>
        </w:rPr>
        <w:tab/>
      </w:r>
      <w:r w:rsidR="006F5DCE" w:rsidRPr="00990230">
        <w:rPr>
          <w:rFonts w:ascii="Calibri" w:eastAsia="Arial Unicode MS" w:hAnsi="Calibri" w:cs="Arial Unicode MS"/>
        </w:rPr>
        <w:tab/>
      </w:r>
      <w:r w:rsidR="006F5DCE" w:rsidRPr="00990230">
        <w:rPr>
          <w:rFonts w:ascii="Calibri" w:eastAsia="Arial Unicode MS" w:hAnsi="Calibri" w:cs="Arial Unicode MS"/>
        </w:rPr>
        <w:tab/>
      </w:r>
      <w:r w:rsidR="00B40842" w:rsidRPr="00990230">
        <w:rPr>
          <w:rFonts w:ascii="Calibri" w:eastAsia="Arial Unicode MS" w:hAnsi="Calibri" w:cs="Arial Unicode MS"/>
        </w:rPr>
        <w:tab/>
      </w:r>
      <w:r w:rsidR="00B40842" w:rsidRPr="00990230">
        <w:rPr>
          <w:rFonts w:ascii="Calibri" w:eastAsia="Arial Unicode MS" w:hAnsi="Calibri" w:cs="Arial Unicode MS"/>
        </w:rPr>
        <w:tab/>
      </w:r>
      <w:r w:rsidR="00B40842" w:rsidRPr="00990230">
        <w:rPr>
          <w:rFonts w:ascii="Calibri" w:eastAsia="Arial Unicode MS" w:hAnsi="Calibri" w:cs="Arial Unicode MS"/>
        </w:rPr>
        <w:tab/>
      </w:r>
      <w:r w:rsidR="00B40842" w:rsidRPr="00990230">
        <w:rPr>
          <w:rFonts w:ascii="Calibri" w:eastAsia="Arial Unicode MS" w:hAnsi="Calibri" w:cs="Arial Unicode MS"/>
        </w:rPr>
        <w:tab/>
      </w:r>
      <w:r w:rsidR="00B40842" w:rsidRPr="00990230">
        <w:rPr>
          <w:rFonts w:ascii="Calibri" w:eastAsia="Arial Unicode MS" w:hAnsi="Calibri" w:cs="Arial Unicode MS"/>
        </w:rPr>
        <w:tab/>
      </w:r>
      <w:r w:rsidR="00B40842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  <w:caps/>
        </w:rPr>
        <w:t>i</w:t>
      </w:r>
      <w:r w:rsidRPr="00990230">
        <w:rPr>
          <w:rFonts w:ascii="Calibri" w:hAnsi="Calibri"/>
        </w:rPr>
        <w:t xml:space="preserve">mproving </w:t>
      </w:r>
      <w:r w:rsidRPr="00990230">
        <w:rPr>
          <w:rFonts w:ascii="Calibri" w:hAnsi="Calibri" w:cs="Arial"/>
        </w:rPr>
        <w:t>soil chemical and physical properties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</w:rPr>
        <w:t>Providing a clean growing environment for plants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</w:rPr>
        <w:t>Safe disposal of agricultural residuals 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problems/obstacles you faced while using manure compost in your land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your suggestions to overcome these problems/obstacles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6F5DCE" w:rsidRPr="00990230" w:rsidRDefault="006F5DCE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Why didn't you use manure compost in your land</w:t>
      </w:r>
      <w:r w:rsidRPr="00990230">
        <w:rPr>
          <w:rFonts w:ascii="Calibri" w:hAnsi="Calibri" w:cs="Arial"/>
          <w:b/>
          <w:bCs/>
        </w:rPr>
        <w:t>?</w:t>
      </w:r>
    </w:p>
    <w:p w:rsidR="005B3F08" w:rsidRPr="00990230" w:rsidRDefault="005B3F08" w:rsidP="00DB304B">
      <w:pPr>
        <w:keepNext/>
        <w:keepLines/>
        <w:spacing w:after="0" w:line="240" w:lineRule="auto"/>
        <w:ind w:left="540"/>
        <w:rPr>
          <w:rFonts w:ascii="Calibri" w:hAnsi="Calibri" w:cs="Arial"/>
          <w:rtl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 don't know how to use it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sz w:val="20"/>
          <w:szCs w:val="20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Do you want to use manure compost </w:t>
      </w:r>
      <w:r w:rsidRPr="00990230">
        <w:rPr>
          <w:rFonts w:ascii="Calibri" w:hAnsi="Calibri" w:cs="Arial"/>
          <w:b/>
          <w:bCs/>
        </w:rPr>
        <w:t xml:space="preserve">in the future?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6F5DCE" w:rsidRPr="00990230" w:rsidRDefault="006F5DCE" w:rsidP="00DB304B">
      <w:pPr>
        <w:keepNext/>
        <w:keepLines/>
        <w:spacing w:after="0" w:line="240" w:lineRule="auto"/>
        <w:rPr>
          <w:rFonts w:ascii="Calibri" w:hAnsi="Calibri" w:cs="Arial"/>
          <w:sz w:val="20"/>
          <w:szCs w:val="20"/>
        </w:rPr>
      </w:pPr>
      <w:r w:rsidRPr="00990230">
        <w:rPr>
          <w:rFonts w:ascii="Calibri" w:hAnsi="Calibri" w:cs="Arial"/>
          <w:sz w:val="20"/>
          <w:szCs w:val="20"/>
        </w:rPr>
        <w:br w:type="page"/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4.6.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Practice 6: Adding Agricultural Gypsum</w:t>
      </w:r>
      <w:r w:rsidRPr="00990230">
        <w:rPr>
          <w:rFonts w:ascii="Calibri" w:hAnsi="Calibri" w:cs="Arial"/>
          <w:b/>
          <w:bCs/>
          <w:sz w:val="28"/>
          <w:szCs w:val="28"/>
        </w:rPr>
        <w:t>:</w:t>
      </w:r>
      <w:r w:rsidRPr="00990230">
        <w:rPr>
          <w:rFonts w:ascii="Calibri" w:hAnsi="Calibri" w:cs="Arial"/>
        </w:rPr>
        <w:t xml:space="preserve"> 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hear about adding agricultural gypsum?</w:t>
      </w:r>
      <w:r w:rsidRPr="00990230">
        <w:rPr>
          <w:rFonts w:ascii="Calibri" w:hAnsi="Calibri" w:cs="Arial"/>
          <w:b/>
          <w:bCs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 xml:space="preserve">What is the source(s) of your information about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agricultural gypsum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1= agricultural extension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neighbors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</w:rPr>
        <w:t>3= media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4= </w:t>
      </w:r>
      <w:r w:rsidRPr="00990230">
        <w:rPr>
          <w:rFonts w:ascii="Calibri" w:hAnsi="Calibri"/>
          <w:sz w:val="20"/>
          <w:szCs w:val="20"/>
        </w:rPr>
        <w:t>other (specify)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add agricultural gypsum to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is the annual amount of 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agricultural gypsum</w:t>
      </w:r>
      <w:r w:rsidRPr="00990230">
        <w:rPr>
          <w:rFonts w:ascii="Calibri" w:eastAsia="Arial Unicode MS" w:hAnsi="Calibri" w:cs="Arial Unicode MS"/>
          <w:b/>
          <w:bCs/>
        </w:rPr>
        <w:t xml:space="preserve"> you add per</w:t>
      </w:r>
      <w:r w:rsidRPr="00990230">
        <w:rPr>
          <w:rFonts w:ascii="Calibri" w:hAnsi="Calibri" w:cs="Arial"/>
          <w:b/>
          <w:bCs/>
        </w:rPr>
        <w:t xml:space="preserve"> </w:t>
      </w:r>
      <w:r w:rsidR="00CF61E9">
        <w:rPr>
          <w:rFonts w:ascii="Calibri" w:hAnsi="Calibri" w:cs="Arial"/>
          <w:b/>
          <w:bCs/>
        </w:rPr>
        <w:t>one Ha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Pr="00990230">
        <w:rPr>
          <w:rFonts w:ascii="Calibri" w:hAnsi="Calibri" w:cs="Arial"/>
        </w:rPr>
        <w:t>ton</w:t>
      </w:r>
      <w:r w:rsidRPr="00990230">
        <w:rPr>
          <w:rFonts w:ascii="Calibri" w:eastAsia="Arial Unicode MS" w:hAnsi="Calibri" w:cs="Sultan bold"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is the annual cost of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 agricultural gypsum</w:t>
      </w:r>
      <w:r w:rsidRPr="00990230">
        <w:rPr>
          <w:rFonts w:ascii="Calibri" w:eastAsia="Arial Unicode MS" w:hAnsi="Calibri" w:cs="Arial Unicode MS"/>
          <w:b/>
          <w:bCs/>
        </w:rPr>
        <w:t xml:space="preserve"> you add per</w:t>
      </w:r>
      <w:r w:rsidRPr="00990230">
        <w:rPr>
          <w:rFonts w:ascii="Calibri" w:hAnsi="Calibri" w:cs="Arial"/>
          <w:b/>
          <w:bCs/>
        </w:rPr>
        <w:t xml:space="preserve"> </w:t>
      </w:r>
      <w:r w:rsidR="00CF61E9">
        <w:rPr>
          <w:rFonts w:ascii="Calibri" w:hAnsi="Calibri" w:cs="Arial"/>
          <w:b/>
          <w:bCs/>
        </w:rPr>
        <w:t>one Ha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Pr="00990230">
        <w:rPr>
          <w:rFonts w:ascii="Calibri" w:hAnsi="Calibri" w:cs="Arial"/>
        </w:rPr>
        <w:t>L.E./ton</w:t>
      </w:r>
      <w:r w:rsidRPr="00990230">
        <w:rPr>
          <w:rFonts w:ascii="Calibri" w:eastAsia="Arial Unicode MS" w:hAnsi="Calibri" w:cs="Sultan bold"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When did you add agricultural gypsum to your land for the first time</w:t>
      </w:r>
      <w:r w:rsidRPr="00990230">
        <w:rPr>
          <w:rFonts w:ascii="Calibri" w:hAnsi="Calibri" w:cs="Arial"/>
          <w:b/>
          <w:bCs/>
        </w:rPr>
        <w:t>?</w:t>
      </w:r>
      <w:r w:rsidR="00B40842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Which plot numbers did you add agricultural gypsum</w:t>
      </w:r>
      <w:r w:rsidRPr="00990230">
        <w:rPr>
          <w:rFonts w:ascii="Calibri" w:hAnsi="Calibri" w:cs="Arial"/>
          <w:b/>
          <w:bCs/>
        </w:rPr>
        <w:t xml:space="preserve"> to for </w:t>
      </w:r>
      <w:r w:rsidRPr="00990230">
        <w:rPr>
          <w:rFonts w:ascii="Calibri" w:eastAsia="Arial Unicode MS" w:hAnsi="Calibri" w:cs="Arial Unicode MS"/>
          <w:b/>
          <w:bCs/>
        </w:rPr>
        <w:t xml:space="preserve">last </w:t>
      </w:r>
      <w:r w:rsidRPr="00990230">
        <w:rPr>
          <w:rFonts w:ascii="Calibri" w:hAnsi="Calibri" w:cs="Arial"/>
          <w:b/>
          <w:bCs/>
        </w:rPr>
        <w:t xml:space="preserve">summer?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.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was the total cultivated area you used manure compost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it in </w:t>
      </w:r>
      <w:r w:rsidRPr="00990230">
        <w:rPr>
          <w:rFonts w:ascii="Calibri" w:hAnsi="Calibri" w:cs="Arial"/>
          <w:b/>
          <w:bCs/>
        </w:rPr>
        <w:t xml:space="preserve">for </w:t>
      </w:r>
      <w:r w:rsidRPr="00990230">
        <w:rPr>
          <w:rFonts w:ascii="Calibri" w:eastAsia="Arial Unicode MS" w:hAnsi="Calibri" w:cs="Arial Unicode MS"/>
          <w:b/>
          <w:bCs/>
        </w:rPr>
        <w:t xml:space="preserve">last </w:t>
      </w:r>
      <w:r w:rsidRPr="00990230">
        <w:rPr>
          <w:rFonts w:ascii="Calibri" w:hAnsi="Calibri" w:cs="Arial"/>
          <w:b/>
          <w:bCs/>
        </w:rPr>
        <w:t xml:space="preserve">summer?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="00CF61E9">
        <w:rPr>
          <w:rFonts w:ascii="Calibri" w:hAnsi="Calibri" w:cs="Arial"/>
        </w:rPr>
        <w:t>one Ha</w:t>
      </w:r>
      <w:r w:rsidR="00B13292" w:rsidRPr="00990230">
        <w:rPr>
          <w:rFonts w:ascii="Calibri" w:hAnsi="Calibri" w:cs="Arial"/>
        </w:rPr>
        <w:t>s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Which plot numbers did you add agricultural gypsum</w:t>
      </w:r>
      <w:r w:rsidRPr="00990230">
        <w:rPr>
          <w:rFonts w:ascii="Calibri" w:hAnsi="Calibri" w:cs="Arial"/>
          <w:b/>
          <w:bCs/>
        </w:rPr>
        <w:t xml:space="preserve"> to for </w:t>
      </w:r>
      <w:r w:rsidRPr="00990230">
        <w:rPr>
          <w:rFonts w:ascii="Calibri" w:eastAsia="Arial Unicode MS" w:hAnsi="Calibri" w:cs="Arial Unicode MS"/>
          <w:b/>
          <w:bCs/>
        </w:rPr>
        <w:t xml:space="preserve">last </w:t>
      </w:r>
      <w:r w:rsidRPr="00990230">
        <w:rPr>
          <w:rFonts w:ascii="Calibri" w:hAnsi="Calibri" w:cs="Arial"/>
          <w:b/>
          <w:bCs/>
        </w:rPr>
        <w:t xml:space="preserve">winter?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 and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</w:rPr>
        <w:t xml:space="preserve">.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was the total cultivated area you used manure compost</w:t>
      </w:r>
      <w:r w:rsidRPr="00990230">
        <w:rPr>
          <w:rFonts w:ascii="Calibri" w:hAnsi="Calibri" w:cs="Arial"/>
          <w:b/>
          <w:bCs/>
        </w:rPr>
        <w:t xml:space="preserve"> in</w:t>
      </w:r>
      <w:r w:rsidRPr="00990230">
        <w:rPr>
          <w:rFonts w:ascii="Calibri" w:eastAsia="Arial Unicode MS" w:hAnsi="Calibri" w:cs="Arial Unicode MS"/>
          <w:b/>
          <w:bCs/>
        </w:rPr>
        <w:t xml:space="preserve"> it in </w:t>
      </w:r>
      <w:r w:rsidRPr="00990230">
        <w:rPr>
          <w:rFonts w:ascii="Calibri" w:hAnsi="Calibri" w:cs="Arial"/>
          <w:b/>
          <w:bCs/>
        </w:rPr>
        <w:t xml:space="preserve">for </w:t>
      </w:r>
      <w:r w:rsidRPr="00990230">
        <w:rPr>
          <w:rFonts w:ascii="Calibri" w:eastAsia="Arial Unicode MS" w:hAnsi="Calibri" w:cs="Arial Unicode MS"/>
          <w:b/>
          <w:bCs/>
        </w:rPr>
        <w:t xml:space="preserve">last </w:t>
      </w:r>
      <w:r w:rsidRPr="00990230">
        <w:rPr>
          <w:rFonts w:ascii="Calibri" w:hAnsi="Calibri" w:cs="Arial"/>
          <w:b/>
          <w:bCs/>
        </w:rPr>
        <w:t xml:space="preserve">winter?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="00CF61E9">
        <w:rPr>
          <w:rFonts w:ascii="Calibri" w:hAnsi="Calibri" w:cs="Arial"/>
        </w:rPr>
        <w:t>one Ha</w:t>
      </w:r>
      <w:r w:rsidR="00B13292" w:rsidRPr="00990230">
        <w:rPr>
          <w:rFonts w:ascii="Calibri" w:hAnsi="Calibri" w:cs="Arial"/>
        </w:rPr>
        <w:t>s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Do you think that adding agricultural gypsum is useful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What is the most suitable time for adding agricultural gypsum on the following</w:t>
      </w:r>
      <w:r w:rsidRPr="00990230">
        <w:rPr>
          <w:rFonts w:ascii="Calibri" w:eastAsia="Arial Unicode MS" w:hAnsi="Calibri" w:cs="Arial Unicode MS"/>
          <w:b/>
          <w:bCs/>
        </w:rPr>
        <w:t xml:space="preserve"> aspects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 in summer and</w:t>
      </w:r>
      <w:r w:rsidRPr="00990230">
        <w:rPr>
          <w:rFonts w:ascii="Calibri" w:hAnsi="Calibri" w:cs="Arial"/>
          <w:b/>
          <w:bCs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 in winter.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sz w:val="20"/>
          <w:szCs w:val="20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What is the most suitable method for adding agricultural gypsum on the following</w:t>
      </w:r>
      <w:r w:rsidRPr="00990230">
        <w:rPr>
          <w:rFonts w:ascii="Calibri" w:eastAsia="Arial Unicode MS" w:hAnsi="Calibri" w:cs="Arial Unicode MS"/>
          <w:b/>
          <w:bCs/>
        </w:rPr>
        <w:t xml:space="preserve"> aspects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1= manually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mechanically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What are the effects of adding agricultural gypsum on the following</w:t>
      </w:r>
      <w:r w:rsidRPr="00990230">
        <w:rPr>
          <w:rFonts w:ascii="Calibri" w:eastAsia="Arial Unicode MS" w:hAnsi="Calibri" w:cs="Arial Unicode MS"/>
          <w:b/>
          <w:bCs/>
        </w:rPr>
        <w:t xml:space="preserve"> aspects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effective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ineffective</w:t>
      </w:r>
      <w:r w:rsidRPr="00990230">
        <w:rPr>
          <w:rFonts w:ascii="Calibri" w:hAnsi="Calibri" w:cs="Arial"/>
          <w:sz w:val="20"/>
          <w:szCs w:val="20"/>
        </w:rPr>
        <w:tab/>
        <w:t>3= neutral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Easy to use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="00B40842" w:rsidRPr="00990230">
        <w:rPr>
          <w:rFonts w:ascii="Calibri" w:hAnsi="Calibri" w:cs="Arial"/>
        </w:rPr>
        <w:tab/>
      </w:r>
      <w:r w:rsidR="00B40842"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Reducing soil</w:t>
      </w:r>
      <w:r w:rsidR="00122D65"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</w:rPr>
        <w:t>alkalinity</w:t>
      </w:r>
      <w:r w:rsidRPr="00990230">
        <w:rPr>
          <w:rFonts w:ascii="Calibri" w:hAnsi="Calibri" w:cs="Arial"/>
        </w:rPr>
        <w:t xml:space="preserve"> and salt content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Low costs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  <w:caps/>
        </w:rPr>
        <w:t>i</w:t>
      </w:r>
      <w:r w:rsidRPr="00990230">
        <w:rPr>
          <w:rFonts w:ascii="Calibri" w:hAnsi="Calibri"/>
        </w:rPr>
        <w:t xml:space="preserve">mproving </w:t>
      </w:r>
      <w:r w:rsidRPr="00990230">
        <w:rPr>
          <w:rFonts w:ascii="Calibri" w:hAnsi="Calibri" w:cs="Arial"/>
        </w:rPr>
        <w:t>yields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  <w:caps/>
        </w:rPr>
        <w:t>i</w:t>
      </w:r>
      <w:r w:rsidRPr="00990230">
        <w:rPr>
          <w:rFonts w:ascii="Calibri" w:hAnsi="Calibri"/>
        </w:rPr>
        <w:t xml:space="preserve">mproving </w:t>
      </w:r>
      <w:r w:rsidRPr="00990230">
        <w:rPr>
          <w:rFonts w:ascii="Calibri" w:hAnsi="Calibri" w:cs="Arial"/>
        </w:rPr>
        <w:t>soil physical properties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="00B40842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</w:t>
      </w:r>
      <w:r w:rsidRPr="00990230">
        <w:rPr>
          <w:rFonts w:ascii="Calibri" w:hAnsi="Calibri"/>
        </w:rPr>
        <w:t>Allow </w:t>
      </w:r>
      <w:r w:rsidRPr="00990230">
        <w:rPr>
          <w:rFonts w:ascii="Calibri" w:hAnsi="Calibri" w:cs="Arial"/>
        </w:rPr>
        <w:t>cultivating some other crops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="00B40842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problems/obstacles you faced while adding agricultural gypsum in your land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B40842" w:rsidRPr="00990230" w:rsidRDefault="00B40842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40842" w:rsidRPr="00990230" w:rsidRDefault="00B40842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40842" w:rsidRPr="00990230" w:rsidRDefault="00B40842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  <w:color w:val="D9D5BD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your suggestions to overcome these problems/obstacles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p w:rsidR="00B40842" w:rsidRPr="00990230" w:rsidRDefault="00B40842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40842" w:rsidRPr="00990230" w:rsidRDefault="00B40842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40842" w:rsidRPr="00990230" w:rsidRDefault="00B40842" w:rsidP="00DB304B">
      <w:pPr>
        <w:keepNext/>
        <w:keepLines/>
        <w:spacing w:after="0" w:line="240" w:lineRule="auto"/>
        <w:ind w:left="289"/>
        <w:jc w:val="lowKashida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B40842" w:rsidRPr="00990230" w:rsidRDefault="00B40842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Why didn't you add agricultural gypsum to your land</w:t>
      </w:r>
      <w:r w:rsidRPr="00990230">
        <w:rPr>
          <w:rFonts w:ascii="Calibri" w:hAnsi="Calibri" w:cs="Arial"/>
          <w:b/>
          <w:bCs/>
        </w:rPr>
        <w:t>?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  <w:rtl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 don't know how to use it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Because it isn't</w:t>
      </w:r>
      <w:r w:rsidRPr="00990230">
        <w:rPr>
          <w:rFonts w:ascii="Calibri" w:hAnsi="Calibri" w:cs="Arial"/>
          <w:lang w:bidi="ar-EG"/>
        </w:rPr>
        <w:t xml:space="preserve"> suitable for my land</w:t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Do you want to add agricultural gypsum </w:t>
      </w:r>
      <w:r w:rsidRPr="00990230">
        <w:rPr>
          <w:rFonts w:ascii="Calibri" w:hAnsi="Calibri" w:cs="Arial"/>
          <w:b/>
          <w:bCs/>
        </w:rPr>
        <w:t xml:space="preserve">in the future?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4.7. 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Practice 7: Planting Improved Varieties</w:t>
      </w:r>
      <w:r w:rsidRPr="00990230">
        <w:rPr>
          <w:rFonts w:ascii="Calibri" w:hAnsi="Calibri" w:cs="Arial"/>
          <w:b/>
          <w:bCs/>
          <w:sz w:val="28"/>
          <w:szCs w:val="28"/>
        </w:rPr>
        <w:t>: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hear about using improved varieties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>What is the source(s) of your information on using improved varieties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1= agricultural extension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neighbors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</w:rPr>
        <w:t>3= media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4= </w:t>
      </w:r>
      <w:r w:rsidRPr="00990230">
        <w:rPr>
          <w:rFonts w:ascii="Calibri" w:hAnsi="Calibri"/>
          <w:sz w:val="20"/>
          <w:szCs w:val="20"/>
        </w:rPr>
        <w:t>other (specify)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use improved varieties in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improved varieties you cultivate in your land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</w:p>
    <w:tbl>
      <w:tblPr>
        <w:tblW w:w="485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832"/>
        <w:gridCol w:w="832"/>
        <w:gridCol w:w="670"/>
        <w:gridCol w:w="1639"/>
        <w:gridCol w:w="3899"/>
        <w:gridCol w:w="2446"/>
        <w:gridCol w:w="3155"/>
      </w:tblGrid>
      <w:tr w:rsidR="005B3F08" w:rsidRPr="00990230" w:rsidTr="00DC6031">
        <w:trPr>
          <w:cantSplit/>
          <w:trHeight w:val="54"/>
          <w:jc w:val="center"/>
        </w:trPr>
        <w:tc>
          <w:tcPr>
            <w:tcW w:w="944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Plot #: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____</w:t>
            </w:r>
          </w:p>
        </w:tc>
        <w:tc>
          <w:tcPr>
            <w:tcW w:w="1800" w:type="dxa"/>
            <w:gridSpan w:val="2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Cultivated Area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Crop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Improved variety</w:t>
            </w:r>
          </w:p>
        </w:tc>
        <w:tc>
          <w:tcPr>
            <w:tcW w:w="4320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When did you use it for the first time? (year)</w:t>
            </w:r>
          </w:p>
        </w:tc>
        <w:tc>
          <w:tcPr>
            <w:tcW w:w="2700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Where did you get it from?</w:t>
            </w:r>
          </w:p>
        </w:tc>
        <w:tc>
          <w:tcPr>
            <w:tcW w:w="3490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Why do you prefer this variety?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</w:rPr>
              <w:t>(1)</w:t>
            </w:r>
          </w:p>
        </w:tc>
      </w:tr>
      <w:tr w:rsidR="005B3F08" w:rsidRPr="00990230" w:rsidTr="00DC6031">
        <w:trPr>
          <w:cantSplit/>
          <w:trHeight w:val="54"/>
          <w:jc w:val="center"/>
        </w:trPr>
        <w:tc>
          <w:tcPr>
            <w:tcW w:w="944" w:type="dxa"/>
            <w:vMerge/>
            <w:textDirection w:val="btLr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900" w:type="dxa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One Ha</w:t>
            </w:r>
          </w:p>
        </w:tc>
        <w:tc>
          <w:tcPr>
            <w:tcW w:w="9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Carat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4320" w:type="dxa"/>
            <w:vMerge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700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3490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trHeight w:val="105"/>
          <w:jc w:val="center"/>
        </w:trPr>
        <w:tc>
          <w:tcPr>
            <w:tcW w:w="15774" w:type="dxa"/>
            <w:gridSpan w:val="8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Summer:</w:t>
            </w:r>
          </w:p>
        </w:tc>
      </w:tr>
      <w:tr w:rsidR="005B3F08" w:rsidRPr="00990230" w:rsidTr="00DC6031">
        <w:trPr>
          <w:trHeight w:val="54"/>
          <w:jc w:val="center"/>
        </w:trPr>
        <w:tc>
          <w:tcPr>
            <w:tcW w:w="944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4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54"/>
          <w:jc w:val="center"/>
        </w:trPr>
        <w:tc>
          <w:tcPr>
            <w:tcW w:w="944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4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105"/>
          <w:jc w:val="center"/>
        </w:trPr>
        <w:tc>
          <w:tcPr>
            <w:tcW w:w="944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43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4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105"/>
          <w:jc w:val="center"/>
        </w:trPr>
        <w:tc>
          <w:tcPr>
            <w:tcW w:w="15774" w:type="dxa"/>
            <w:gridSpan w:val="8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Winter:</w:t>
            </w:r>
          </w:p>
        </w:tc>
      </w:tr>
      <w:tr w:rsidR="005B3F08" w:rsidRPr="00990230" w:rsidTr="00DC6031">
        <w:trPr>
          <w:trHeight w:val="54"/>
          <w:jc w:val="center"/>
        </w:trPr>
        <w:tc>
          <w:tcPr>
            <w:tcW w:w="944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4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54"/>
          <w:jc w:val="center"/>
        </w:trPr>
        <w:tc>
          <w:tcPr>
            <w:tcW w:w="944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4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105"/>
          <w:jc w:val="center"/>
        </w:trPr>
        <w:tc>
          <w:tcPr>
            <w:tcW w:w="944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4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105"/>
          <w:jc w:val="center"/>
        </w:trPr>
        <w:tc>
          <w:tcPr>
            <w:tcW w:w="15774" w:type="dxa"/>
            <w:gridSpan w:val="8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Trees:</w:t>
            </w:r>
          </w:p>
        </w:tc>
      </w:tr>
      <w:tr w:rsidR="005B3F08" w:rsidRPr="00990230" w:rsidTr="00DC6031">
        <w:trPr>
          <w:trHeight w:val="54"/>
          <w:jc w:val="center"/>
        </w:trPr>
        <w:tc>
          <w:tcPr>
            <w:tcW w:w="944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4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trHeight w:val="54"/>
          <w:jc w:val="center"/>
        </w:trPr>
        <w:tc>
          <w:tcPr>
            <w:tcW w:w="944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4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sz w:val="20"/>
          <w:szCs w:val="20"/>
          <w:u w:val="single"/>
          <w:lang w:bidi="ar-EG"/>
        </w:rPr>
        <w:t>Codes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 xml:space="preserve"> (1)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Why do you prefer this variety?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1= </w:t>
      </w:r>
      <w:r w:rsidRPr="00990230">
        <w:rPr>
          <w:rFonts w:ascii="Calibri" w:hAnsi="Calibri"/>
          <w:sz w:val="20"/>
          <w:szCs w:val="20"/>
        </w:rPr>
        <w:t>early maturity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2= </w:t>
      </w:r>
      <w:r w:rsidRPr="00990230">
        <w:rPr>
          <w:rFonts w:ascii="Calibri" w:hAnsi="Calibri" w:cs="Arial"/>
          <w:sz w:val="20"/>
          <w:szCs w:val="20"/>
        </w:rPr>
        <w:t>needs less inputs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3= </w:t>
      </w:r>
      <w:r w:rsidRPr="00990230">
        <w:rPr>
          <w:rFonts w:ascii="Calibri" w:hAnsi="Calibri" w:cs="Arial"/>
          <w:sz w:val="20"/>
          <w:szCs w:val="20"/>
        </w:rPr>
        <w:t>disease-resistant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4= </w:t>
      </w:r>
      <w:r w:rsidRPr="00990230">
        <w:rPr>
          <w:rFonts w:ascii="Calibri" w:hAnsi="Calibri" w:cs="Arial"/>
          <w:sz w:val="20"/>
          <w:szCs w:val="20"/>
        </w:rPr>
        <w:t>high yield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5= </w:t>
      </w:r>
      <w:r w:rsidRPr="00990230">
        <w:rPr>
          <w:rFonts w:ascii="Calibri" w:hAnsi="Calibri" w:cs="Arial"/>
          <w:sz w:val="20"/>
          <w:szCs w:val="20"/>
        </w:rPr>
        <w:t>high quality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6= </w:t>
      </w:r>
      <w:r w:rsidRPr="00990230">
        <w:rPr>
          <w:rFonts w:ascii="Calibri" w:hAnsi="Calibri"/>
          <w:sz w:val="20"/>
          <w:szCs w:val="20"/>
        </w:rPr>
        <w:t>other (specify)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Do you think that </w:t>
      </w:r>
      <w:r w:rsidRPr="00990230">
        <w:rPr>
          <w:rFonts w:ascii="Calibri" w:eastAsia="Arial Unicode MS" w:hAnsi="Calibri" w:cs="Arial Unicode MS"/>
          <w:b/>
          <w:bCs/>
        </w:rPr>
        <w:t>using improved varieties</w:t>
      </w:r>
      <w:r w:rsidRPr="00990230">
        <w:rPr>
          <w:rFonts w:ascii="Calibri" w:hAnsi="Calibri" w:cs="Arial"/>
          <w:b/>
          <w:bCs/>
        </w:rPr>
        <w:t xml:space="preserve"> is useful?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Why not?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</w:t>
      </w:r>
      <w:r w:rsidR="00B40842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_____________________________________________________________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What are the effects of </w:t>
      </w:r>
      <w:r w:rsidRPr="00990230">
        <w:rPr>
          <w:rFonts w:ascii="Calibri" w:eastAsia="Arial Unicode MS" w:hAnsi="Calibri" w:cs="Arial Unicode MS"/>
          <w:b/>
          <w:bCs/>
        </w:rPr>
        <w:t>using improved varieties on the following aspects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effective</w:t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ineffective</w:t>
      </w:r>
      <w:r w:rsidRPr="00990230">
        <w:rPr>
          <w:rFonts w:ascii="Calibri" w:hAnsi="Calibri" w:cs="Arial"/>
          <w:sz w:val="20"/>
          <w:szCs w:val="20"/>
        </w:rPr>
        <w:tab/>
        <w:t>3= neutral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 xml:space="preserve">Saving </w:t>
      </w:r>
      <w:r w:rsidRPr="00990230">
        <w:rPr>
          <w:rFonts w:ascii="Calibri" w:hAnsi="Calibri"/>
        </w:rPr>
        <w:t xml:space="preserve">water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 w:cs="Arial"/>
        </w:rPr>
        <w:t xml:space="preserve"> Early maturity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Reducing costs of production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Saving inputs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Increasing income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improving yields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  <w:caps/>
        </w:rPr>
        <w:t>d</w:t>
      </w:r>
      <w:r w:rsidRPr="00990230">
        <w:rPr>
          <w:rFonts w:ascii="Calibri" w:hAnsi="Calibri" w:cs="Arial"/>
        </w:rPr>
        <w:t>isease-resistance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 xml:space="preserve">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problems/obstacles you faced while using improved varieties in your land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your suggestions to overcome these problems/obstacles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</w:t>
      </w:r>
      <w:r w:rsidR="00B40842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0" w:hanging="180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Why didn't you use improved varieties in your land</w:t>
      </w:r>
      <w:r w:rsidRPr="00990230">
        <w:rPr>
          <w:rFonts w:ascii="Calibri" w:hAnsi="Calibri" w:cs="Arial"/>
          <w:b/>
          <w:bCs/>
        </w:rPr>
        <w:t>?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Because the traditional varieties I use are good</w:t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hAnsi="Calibri" w:cs="Arial"/>
        </w:rPr>
        <w:sym w:font="Wingdings 2" w:char="F02A"/>
      </w:r>
      <w:r w:rsidRPr="00990230">
        <w:rPr>
          <w:rFonts w:ascii="Calibri" w:hAnsi="Calibri"/>
        </w:rPr>
        <w:t xml:space="preserve"> </w:t>
      </w:r>
      <w:r w:rsidRPr="00990230">
        <w:rPr>
          <w:rFonts w:ascii="Calibri" w:hAnsi="Calibri" w:cs="Arial"/>
        </w:rPr>
        <w:t>Because the yields of some improved varieties are less i.e. wheat and maize</w:t>
      </w:r>
    </w:p>
    <w:p w:rsidR="005B3F08" w:rsidRPr="00990230" w:rsidRDefault="005B3F08" w:rsidP="00DB304B">
      <w:pPr>
        <w:keepNext/>
        <w:keepLines/>
        <w:spacing w:after="0" w:line="240" w:lineRule="auto"/>
        <w:ind w:left="539"/>
        <w:rPr>
          <w:rFonts w:ascii="Calibri" w:hAnsi="Calibri" w:cs="Arial"/>
        </w:rPr>
      </w:pP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other (specify) 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="00B40842" w:rsidRPr="00990230">
        <w:rPr>
          <w:rFonts w:ascii="Calibri" w:hAnsi="Calibri" w:cs="Arial"/>
        </w:rPr>
        <w:tab/>
      </w:r>
      <w:r w:rsidR="00B40842"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 w:cs="Arial"/>
        </w:rPr>
        <w:t xml:space="preserve"> Because I don't know where I can get it from</w:t>
      </w:r>
      <w:r w:rsidRPr="00990230">
        <w:rPr>
          <w:rFonts w:ascii="Calibri" w:hAnsi="Calibri" w:cs="Arial" w:hint="cs"/>
          <w:rtl/>
        </w:rPr>
        <w:tab/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Do you want to use improved varieties </w:t>
      </w:r>
      <w:r w:rsidRPr="00990230">
        <w:rPr>
          <w:rFonts w:ascii="Calibri" w:hAnsi="Calibri" w:cs="Arial"/>
          <w:b/>
          <w:bCs/>
        </w:rPr>
        <w:t xml:space="preserve">in the future?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spacing w:after="0" w:line="240" w:lineRule="auto"/>
        <w:rPr>
          <w:rStyle w:val="apple-converted-space"/>
        </w:rPr>
      </w:pPr>
      <w:r w:rsidRPr="00990230">
        <w:rPr>
          <w:rFonts w:ascii="Calibri" w:hAnsi="Calibri" w:cs="Arial"/>
          <w:b/>
          <w:bCs/>
          <w:sz w:val="28"/>
          <w:szCs w:val="28"/>
        </w:rPr>
        <w:lastRenderedPageBreak/>
        <w:t xml:space="preserve">Fifth Part: </w:t>
      </w:r>
      <w:r w:rsidRPr="00990230">
        <w:rPr>
          <w:rFonts w:ascii="Calibri" w:hAnsi="Calibri" w:cs="Arial"/>
          <w:b/>
          <w:bCs/>
          <w:caps/>
          <w:sz w:val="28"/>
          <w:szCs w:val="28"/>
          <w:u w:val="single"/>
        </w:rPr>
        <w:t>u</w:t>
      </w:r>
      <w:r w:rsidRPr="00990230">
        <w:rPr>
          <w:rFonts w:ascii="Calibri" w:hAnsi="Calibri" w:cs="Arial"/>
          <w:b/>
          <w:bCs/>
          <w:sz w:val="28"/>
          <w:szCs w:val="28"/>
          <w:u w:val="single"/>
        </w:rPr>
        <w:t>sing Recommended water-saving Technologies</w:t>
      </w:r>
      <w:r w:rsidRPr="00990230">
        <w:rPr>
          <w:rFonts w:ascii="Calibri" w:hAnsi="Calibri" w:cs="Arial"/>
          <w:b/>
          <w:bCs/>
          <w:sz w:val="28"/>
          <w:szCs w:val="28"/>
        </w:rPr>
        <w:t>:</w:t>
      </w:r>
      <w:r w:rsidRPr="00990230">
        <w:rPr>
          <w:rStyle w:val="apple-converted-space"/>
          <w:color w:val="000000"/>
          <w:sz w:val="25"/>
          <w:szCs w:val="25"/>
          <w:shd w:val="clear" w:color="auto" w:fill="FFFFFF"/>
        </w:rPr>
        <w:t xml:space="preserve"> </w:t>
      </w:r>
      <w:r w:rsidRPr="00990230">
        <w:rPr>
          <w:rStyle w:val="apple-converted-space"/>
          <w:rFonts w:ascii="Calibri" w:hAnsi="Calibri" w:cs="Arial"/>
          <w:color w:val="000000"/>
          <w:sz w:val="25"/>
          <w:szCs w:val="25"/>
          <w:shd w:val="clear" w:color="auto" w:fill="FFFFFF"/>
        </w:rPr>
        <w:t>(Recommended water management technologies are new methods targeting to rationalize water used for irrigation and improve water use efficiency.)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use any of the recommended water-saving technologies in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tbl>
      <w:tblPr>
        <w:tblW w:w="485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2172"/>
        <w:gridCol w:w="2220"/>
        <w:gridCol w:w="1050"/>
        <w:gridCol w:w="1068"/>
        <w:gridCol w:w="1805"/>
        <w:gridCol w:w="1897"/>
        <w:gridCol w:w="1926"/>
      </w:tblGrid>
      <w:tr w:rsidR="005B3F08" w:rsidRPr="00990230" w:rsidTr="00DC6031">
        <w:trPr>
          <w:jc w:val="center"/>
        </w:trPr>
        <w:tc>
          <w:tcPr>
            <w:tcW w:w="2363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  <w:lang w:bidi="ar-EG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Recommended Technology</w:t>
            </w: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When did you use it for the first time? (year)</w:t>
            </w:r>
          </w:p>
        </w:tc>
        <w:tc>
          <w:tcPr>
            <w:tcW w:w="2489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Which plot numbers did you use it in? (#)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Cultivated Area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Crops</w:t>
            </w:r>
          </w:p>
        </w:tc>
        <w:tc>
          <w:tcPr>
            <w:tcW w:w="2043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Source(s) of information</w:t>
            </w:r>
            <w:r w:rsidRPr="00990230"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  <w:t xml:space="preserve">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044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Main benefits</w:t>
            </w: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vMerge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3" w:type="dxa"/>
            <w:vMerge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vMerge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One Ha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Carat</w:t>
            </w:r>
          </w:p>
        </w:tc>
        <w:tc>
          <w:tcPr>
            <w:tcW w:w="2043" w:type="dxa"/>
            <w:vMerge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vMerge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vMerge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Raised bed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Deficit irrigation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Adding organic manure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Deep tilling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Laser leveling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Lining canals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Using buried pipes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Sprinkler irrigation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Drip irrigation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DC6031">
        <w:trPr>
          <w:jc w:val="center"/>
        </w:trPr>
        <w:tc>
          <w:tcPr>
            <w:tcW w:w="236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other (specify)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______</w:t>
            </w:r>
          </w:p>
        </w:tc>
        <w:tc>
          <w:tcPr>
            <w:tcW w:w="248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489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115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3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  <w:tc>
          <w:tcPr>
            <w:tcW w:w="2044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color w:val="0000FF"/>
                <w:sz w:val="20"/>
                <w:szCs w:val="20"/>
                <w:rtl/>
              </w:rPr>
            </w:pP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ind w:firstLine="181"/>
        <w:jc w:val="lowKashida"/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sz w:val="20"/>
          <w:szCs w:val="20"/>
          <w:u w:val="single"/>
          <w:lang w:bidi="ar-EG"/>
        </w:rPr>
        <w:t>Codes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</w:p>
    <w:p w:rsidR="005B3F08" w:rsidRPr="00990230" w:rsidRDefault="005B3F08" w:rsidP="00DB304B">
      <w:pPr>
        <w:keepNext/>
        <w:keepLines/>
        <w:spacing w:after="0" w:line="240" w:lineRule="auto"/>
        <w:ind w:firstLine="181"/>
        <w:jc w:val="lowKashida"/>
        <w:rPr>
          <w:rFonts w:ascii="Calibri" w:hAnsi="Calibri" w:cs="Arial"/>
          <w:sz w:val="20"/>
          <w:szCs w:val="20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 xml:space="preserve"> (1)</w:t>
      </w:r>
      <w:r w:rsidR="00122D65" w:rsidRPr="00990230">
        <w:rPr>
          <w:rFonts w:ascii="Calibri" w:eastAsia="Arial Unicode MS" w:hAnsi="Calibri" w:cs="Arial Unicode MS"/>
          <w:b/>
          <w:bCs/>
          <w:sz w:val="20"/>
          <w:szCs w:val="20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</w:rPr>
        <w:t xml:space="preserve">Source(s) of your information: 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  <w:t>1= agricultural extension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  <w:t>2= neighbors</w:t>
      </w:r>
      <w:r w:rsidR="00122D65" w:rsidRPr="00990230">
        <w:rPr>
          <w:rFonts w:ascii="Calibri" w:hAnsi="Calibri" w:cs="Arial"/>
          <w:sz w:val="20"/>
          <w:szCs w:val="20"/>
        </w:rPr>
        <w:t xml:space="preserve">  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  <w:t>3= media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4= </w:t>
      </w:r>
      <w:r w:rsidRPr="00990230">
        <w:rPr>
          <w:rFonts w:ascii="Calibri" w:hAnsi="Calibri"/>
          <w:sz w:val="20"/>
          <w:szCs w:val="20"/>
        </w:rPr>
        <w:t>other (specify)</w:t>
      </w:r>
    </w:p>
    <w:p w:rsidR="005B3F08" w:rsidRPr="00990230" w:rsidRDefault="005B3F08" w:rsidP="00DB304B">
      <w:pPr>
        <w:pStyle w:val="Header"/>
        <w:keepNext/>
        <w:keepLines/>
        <w:rPr>
          <w:rFonts w:ascii="Calibri" w:hAnsi="Calibri" w:cs="Arial"/>
          <w:b/>
          <w:bCs/>
          <w:color w:val="000000"/>
          <w:sz w:val="28"/>
          <w:szCs w:val="28"/>
          <w:u w:val="single"/>
        </w:rPr>
      </w:pP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 xml:space="preserve">Sixth Part: </w:t>
      </w:r>
      <w:r w:rsidRPr="00990230">
        <w:rPr>
          <w:rFonts w:ascii="Calibri" w:hAnsi="Calibri" w:cs="Arial"/>
          <w:b/>
          <w:bCs/>
          <w:color w:val="000000"/>
          <w:sz w:val="28"/>
          <w:szCs w:val="28"/>
          <w:u w:val="single"/>
        </w:rPr>
        <w:t>Support and Extension Services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Are there any projects or programs implemented in the community targeting to rationalize water used for irrigation or maintain soil fertility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  <w:sz w:val="20"/>
          <w:szCs w:val="20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>__</w:t>
      </w:r>
      <w:r w:rsidRPr="00990230">
        <w:rPr>
          <w:rFonts w:ascii="Calibri" w:hAnsi="Calibri" w:cs="Arial"/>
          <w:sz w:val="20"/>
          <w:szCs w:val="20"/>
        </w:rPr>
        <w:t>)</w:t>
      </w:r>
      <w:r w:rsidRPr="00990230">
        <w:rPr>
          <w:rFonts w:ascii="Calibri" w:hAnsi="Calibri" w:cs="Arial" w:hint="cs"/>
          <w:sz w:val="20"/>
          <w:szCs w:val="20"/>
          <w:rtl/>
          <w:lang w:bidi="ar-EG"/>
        </w:rPr>
        <w:t xml:space="preserve"> </w:t>
      </w:r>
      <w:r w:rsidR="001B3091" w:rsidRPr="00990230">
        <w:rPr>
          <w:rFonts w:ascii="Calibri" w:hAnsi="Calibri" w:cs="Arial"/>
          <w:sz w:val="20"/>
          <w:szCs w:val="20"/>
        </w:rPr>
        <w:t xml:space="preserve">1= Yes </w:t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these projects or programs</w:t>
      </w:r>
      <w:r w:rsidRPr="00990230">
        <w:rPr>
          <w:rFonts w:ascii="Calibri" w:hAnsi="Calibri" w:cs="Arial"/>
          <w:b/>
          <w:bCs/>
        </w:rPr>
        <w:t>?</w:t>
      </w:r>
      <w:r w:rsidR="00A94C3B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funding agencies for these projects or programs</w:t>
      </w:r>
      <w:r w:rsidRPr="00990230">
        <w:rPr>
          <w:rFonts w:ascii="Calibri" w:hAnsi="Calibri" w:cs="Arial"/>
          <w:b/>
          <w:bCs/>
        </w:rPr>
        <w:t>?</w:t>
      </w:r>
      <w:r w:rsidR="00A94C3B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ever participate in any activities of these projects or programs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="001B3091"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="001B3091" w:rsidRPr="00990230">
        <w:rPr>
          <w:rFonts w:ascii="Calibri" w:hAnsi="Calibri" w:cs="Arial"/>
          <w:sz w:val="20"/>
          <w:szCs w:val="20"/>
        </w:rPr>
        <w:tab/>
      </w:r>
      <w:r w:rsidR="001B3091"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 xml:space="preserve">In what activities did you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participate </w:t>
      </w:r>
      <w:r w:rsidRPr="00990230">
        <w:rPr>
          <w:rFonts w:ascii="Calibri" w:eastAsia="Arial Unicode MS" w:hAnsi="Calibri" w:cs="Arial Unicode MS"/>
          <w:b/>
          <w:bCs/>
        </w:rPr>
        <w:t>in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</w:t>
      </w:r>
      <w:r w:rsidR="00A94C3B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  <w:rtl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 xml:space="preserve">If the answer is "No":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Why not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="00A94C3B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ever get information from these projects or programs about water rationalization or soil conservation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rtl/>
        </w:rPr>
        <w:tab/>
      </w:r>
      <w:r w:rsidR="001B3091"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="001B3091"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rtl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What is this information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</w:t>
      </w:r>
      <w:r w:rsidR="00A94C3B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</w:rPr>
        <w:tab/>
        <w:t xml:space="preserve">-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Did you ever make use of this information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="001B3091" w:rsidRPr="00990230">
        <w:rPr>
          <w:rFonts w:ascii="Calibri" w:hAnsi="Calibri" w:cs="Arial" w:hint="cs"/>
          <w:sz w:val="20"/>
          <w:szCs w:val="20"/>
          <w:rtl/>
        </w:rPr>
        <w:tab/>
      </w:r>
      <w:r w:rsidR="001B3091"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</w:tabs>
        <w:spacing w:after="0" w:line="240" w:lineRule="auto"/>
        <w:ind w:left="823" w:hanging="284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  <w:r w:rsidRPr="00990230">
        <w:rPr>
          <w:rFonts w:ascii="Calibri" w:eastAsia="Arial Unicode MS" w:hAnsi="Calibri" w:cs="Sultan bold"/>
          <w:b/>
          <w:bCs/>
          <w:u w:val="single"/>
        </w:rPr>
        <w:t>If the answer is "Yes</w:t>
      </w:r>
      <w:r w:rsidRPr="00990230">
        <w:rPr>
          <w:rFonts w:ascii="Calibri" w:eastAsia="Arial Unicode MS" w:hAnsi="Calibri" w:cs="Sultan bold"/>
          <w:b/>
          <w:bCs/>
        </w:rPr>
        <w:t>":</w:t>
      </w:r>
      <w:r w:rsidRPr="00990230">
        <w:rPr>
          <w:rFonts w:ascii="Calibri" w:eastAsia="Arial Unicode MS" w:hAnsi="Calibri" w:cs="Sultan bold"/>
          <w:b/>
          <w:bCs/>
          <w:lang w:bidi="ar-EG"/>
        </w:rPr>
        <w:t xml:space="preserve"> How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get advice or received guidance from the extension agents</w:t>
      </w:r>
      <w:r w:rsidRPr="00990230">
        <w:rPr>
          <w:rFonts w:ascii="Calibri" w:hAnsi="Calibri" w:cs="Arial"/>
          <w:b/>
          <w:bCs/>
        </w:rPr>
        <w:t xml:space="preserve"> last year?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="00C55EB5" w:rsidRPr="00990230">
        <w:rPr>
          <w:rFonts w:ascii="Calibri" w:hAnsi="Calibri" w:cs="Arial"/>
          <w:sz w:val="20"/>
          <w:szCs w:val="20"/>
        </w:rPr>
        <w:tab/>
      </w:r>
      <w:r w:rsidR="00C55EB5"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hAnsi="Calibri" w:cs="Arial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</w:t>
      </w:r>
      <w:r w:rsidRPr="00990230">
        <w:rPr>
          <w:rFonts w:ascii="Calibri" w:eastAsia="Arial Unicode MS" w:hAnsi="Calibri" w:cs="Sultan bold"/>
          <w:b/>
          <w:bCs/>
        </w:rPr>
        <w:t>":</w:t>
      </w:r>
      <w:r w:rsidRPr="00990230">
        <w:rPr>
          <w:rFonts w:ascii="Calibri" w:eastAsia="Arial Unicode MS" w:hAnsi="Calibri" w:cs="Sultan bold"/>
          <w:b/>
          <w:bCs/>
          <w:lang w:bidi="ar-EG"/>
        </w:rPr>
        <w:t xml:space="preserve"> Which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extension agents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  <w:t>1= Agricultural Extension Sector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Agricultural</w:t>
      </w:r>
      <w:r w:rsidRPr="00990230">
        <w:rPr>
          <w:rFonts w:ascii="Calibri" w:hAnsi="Calibri"/>
        </w:rPr>
        <w:t xml:space="preserve"> Research Station</w:t>
      </w:r>
      <w:r w:rsidRPr="00990230">
        <w:rPr>
          <w:rFonts w:ascii="Calibri" w:hAnsi="Calibri" w:hint="cs"/>
          <w:rtl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3= NGOs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/>
          <w:sz w:val="20"/>
          <w:szCs w:val="20"/>
        </w:rPr>
        <w:tab/>
        <w:t xml:space="preserve">4= </w:t>
      </w:r>
      <w:r w:rsidRPr="00990230">
        <w:rPr>
          <w:rFonts w:ascii="Calibri" w:hAnsi="Calibri" w:cs="Arial"/>
        </w:rPr>
        <w:t>other (specify)</w:t>
      </w:r>
    </w:p>
    <w:p w:rsidR="005B3F08" w:rsidRPr="00990230" w:rsidRDefault="005B3F08" w:rsidP="00DB304B">
      <w:pPr>
        <w:pStyle w:val="Header"/>
        <w:keepNext/>
        <w:keepLines/>
        <w:ind w:left="113"/>
        <w:rPr>
          <w:rFonts w:ascii="Calibri" w:hAnsi="Calibri" w:cs="Arial"/>
          <w:b/>
          <w:bCs/>
          <w:color w:val="000000"/>
          <w:sz w:val="28"/>
          <w:szCs w:val="28"/>
          <w:u w:val="single"/>
        </w:rPr>
      </w:pPr>
      <w:r w:rsidRPr="00990230">
        <w:rPr>
          <w:rFonts w:ascii="Arial Unicode MS" w:eastAsia="Arial Unicode MS" w:hAnsi="Arial Unicode MS" w:cs="PT Bold Heading"/>
          <w:color w:val="0000FF"/>
          <w:sz w:val="28"/>
          <w:szCs w:val="28"/>
          <w:rtl/>
        </w:rPr>
        <w:br w:type="page"/>
      </w: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lastRenderedPageBreak/>
        <w:t xml:space="preserve">Seventh Part: </w:t>
      </w:r>
      <w:r w:rsidRPr="00990230">
        <w:rPr>
          <w:rFonts w:ascii="Calibri" w:hAnsi="Calibri" w:cs="Arial"/>
          <w:b/>
          <w:bCs/>
          <w:color w:val="000000"/>
          <w:sz w:val="28"/>
          <w:szCs w:val="28"/>
          <w:u w:val="single"/>
        </w:rPr>
        <w:t>The most Important Problems Facing Farmers</w:t>
      </w:r>
    </w:p>
    <w:p w:rsidR="00C55EB5" w:rsidRPr="00990230" w:rsidRDefault="00C55EB5" w:rsidP="00DB304B">
      <w:pPr>
        <w:pStyle w:val="Header"/>
        <w:keepNext/>
        <w:keepLines/>
        <w:ind w:left="113"/>
        <w:rPr>
          <w:rFonts w:ascii="Calibri" w:hAnsi="Calibri" w:cs="Arial"/>
          <w:b/>
          <w:bCs/>
          <w:color w:val="000000"/>
          <w:sz w:val="28"/>
          <w:szCs w:val="28"/>
          <w:u w:val="single"/>
        </w:rPr>
      </w:pPr>
    </w:p>
    <w:tbl>
      <w:tblPr>
        <w:tblW w:w="500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1"/>
        <w:gridCol w:w="876"/>
        <w:gridCol w:w="731"/>
        <w:gridCol w:w="1607"/>
        <w:gridCol w:w="3653"/>
      </w:tblGrid>
      <w:tr w:rsidR="005B3F08" w:rsidRPr="00990230" w:rsidTr="008F7BE7">
        <w:trPr>
          <w:trHeight w:val="20"/>
          <w:jc w:val="center"/>
        </w:trPr>
        <w:tc>
          <w:tcPr>
            <w:tcW w:w="7683" w:type="dxa"/>
            <w:vMerge w:val="restart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7.1. Irrigation problems facing farmers:</w:t>
            </w:r>
          </w:p>
        </w:tc>
        <w:tc>
          <w:tcPr>
            <w:tcW w:w="3118" w:type="dxa"/>
            <w:gridSpan w:val="3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Degree of severity</w:t>
            </w:r>
          </w:p>
        </w:tc>
        <w:tc>
          <w:tcPr>
            <w:tcW w:w="3543" w:type="dxa"/>
            <w:vMerge w:val="restart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What do you do to solve this problem?</w:t>
            </w: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Merge/>
            <w:tcBorders>
              <w:top w:val="single" w:sz="4" w:space="0" w:color="auto"/>
              <w:bottom w:val="thinThickSmallGap" w:sz="12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PT Bold Heading"/>
                <w:color w:val="0000FF"/>
                <w:sz w:val="20"/>
                <w:szCs w:val="20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thinThickSmallGap" w:sz="12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PT Bold Heading"/>
                <w:sz w:val="20"/>
                <w:szCs w:val="20"/>
              </w:rPr>
            </w:pPr>
            <w:r w:rsidRPr="00990230">
              <w:rPr>
                <w:rFonts w:ascii="Calibri" w:eastAsia="Arial Unicode MS" w:hAnsi="Calibri" w:cs="PT Bold Heading"/>
                <w:sz w:val="20"/>
                <w:szCs w:val="20"/>
              </w:rPr>
              <w:t>Severe</w:t>
            </w:r>
          </w:p>
        </w:tc>
        <w:tc>
          <w:tcPr>
            <w:tcW w:w="709" w:type="dxa"/>
            <w:tcBorders>
              <w:top w:val="single" w:sz="4" w:space="0" w:color="auto"/>
              <w:bottom w:val="thinThickSmallGap" w:sz="12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PT Bold Heading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PT Bold Heading"/>
                <w:sz w:val="20"/>
                <w:szCs w:val="20"/>
              </w:rPr>
              <w:t>Weak</w:t>
            </w:r>
          </w:p>
        </w:tc>
        <w:tc>
          <w:tcPr>
            <w:tcW w:w="1559" w:type="dxa"/>
            <w:tcBorders>
              <w:top w:val="single" w:sz="4" w:space="0" w:color="auto"/>
              <w:bottom w:val="thinThickSmallGap" w:sz="12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PT Bold Heading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PT Bold Heading"/>
                <w:sz w:val="20"/>
                <w:szCs w:val="20"/>
              </w:rPr>
              <w:t>No Problem</w:t>
            </w:r>
          </w:p>
        </w:tc>
        <w:tc>
          <w:tcPr>
            <w:tcW w:w="3543" w:type="dxa"/>
            <w:vMerge/>
            <w:tcBorders>
              <w:top w:val="single" w:sz="4" w:space="0" w:color="auto"/>
              <w:bottom w:val="thinThickSmallGap" w:sz="12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PT Bold Heading"/>
                <w:color w:val="0000FF"/>
                <w:sz w:val="20"/>
                <w:szCs w:val="20"/>
                <w:rtl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Water shortage, especially in summer</w:t>
            </w:r>
          </w:p>
        </w:tc>
        <w:tc>
          <w:tcPr>
            <w:tcW w:w="850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Irrigation water doesn’t reach the </w:t>
            </w:r>
            <w:r w:rsidR="00911DD3" w:rsidRPr="00911DD3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 xml:space="preserve">mesqa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tail, especially in summer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Spread of weeds that hinder the water flow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using agricultural drainage water in irrigation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Inadequate scheme of irrigation rotation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Irregular irrigation rotation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High</w:t>
            </w:r>
            <w:r w:rsidRPr="00990230">
              <w:rPr>
                <w:rFonts w:ascii="Calibri" w:hAnsi="Calibri" w:cs="Arial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costs of energy i.e. electricity and diesel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High costs of cleaning the </w:t>
            </w:r>
            <w:r w:rsidR="00911DD3" w:rsidRPr="00911DD3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mesqa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Long distance between my land and the main canal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Pollution of irrigation water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Narrow path across the </w:t>
            </w:r>
            <w:r w:rsidR="00911DD3" w:rsidRPr="00911DD3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>mesqa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Inability to cultivate some crops due to water shortage i.e. vegetables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Unsuitable width of the </w:t>
            </w:r>
            <w:r w:rsidR="00911DD3" w:rsidRPr="00911DD3">
              <w:rPr>
                <w:rFonts w:ascii="Calibri" w:hAnsi="Calibri" w:cs="Arial"/>
                <w:b/>
                <w:bCs/>
                <w:i/>
                <w:sz w:val="20"/>
                <w:szCs w:val="20"/>
              </w:rPr>
              <w:t xml:space="preserve">mesqa 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for irrigation due to collapse of its bridges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Absence of drainage system even surface or tile 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Frequent blockage of sprayers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Frequent electricity cut off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Frequent interruption of irrigation water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bottom w:val="single" w:sz="4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Disable hydraulic 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lifting </w:t>
            </w: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gates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other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(specify)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C55EB5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other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(specify)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C55EB5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other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(specify)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C55EB5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other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(specify)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______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C55EB5" w:rsidRPr="00990230" w:rsidRDefault="00C55EB5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7.2. Soil problems facing farmers:</w:t>
            </w:r>
          </w:p>
        </w:tc>
        <w:tc>
          <w:tcPr>
            <w:tcW w:w="3118" w:type="dxa"/>
            <w:gridSpan w:val="3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Degree of severity</w:t>
            </w:r>
          </w:p>
        </w:tc>
        <w:tc>
          <w:tcPr>
            <w:tcW w:w="3543" w:type="dxa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What do you do to solve this problem?</w:t>
            </w: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High water table due to absence of drainage system</w:t>
            </w:r>
          </w:p>
        </w:tc>
        <w:tc>
          <w:tcPr>
            <w:tcW w:w="850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Poor nutrients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High level of soil salinity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Inability to cultivate some crops due to poor soil fertility 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Spread of weeds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Spread of diseases i.e. root rot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Spread of pests i.e. nematodes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bottom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color w:val="0000FF"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other (specify)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______</w:t>
            </w:r>
          </w:p>
        </w:tc>
        <w:tc>
          <w:tcPr>
            <w:tcW w:w="850" w:type="dxa"/>
            <w:tcBorders>
              <w:bottom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</w:tr>
      <w:tr w:rsidR="00A314A6" w:rsidRPr="00990230" w:rsidTr="008F7BE7">
        <w:trPr>
          <w:trHeight w:val="20"/>
          <w:jc w:val="center"/>
        </w:trPr>
        <w:tc>
          <w:tcPr>
            <w:tcW w:w="7683" w:type="dxa"/>
            <w:vMerge w:val="restart"/>
            <w:tcBorders>
              <w:top w:val="thinThickSmallGap" w:sz="12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t>7.3. Plant production problems facing farmers:</w:t>
            </w:r>
          </w:p>
        </w:tc>
        <w:tc>
          <w:tcPr>
            <w:tcW w:w="3118" w:type="dxa"/>
            <w:gridSpan w:val="3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Degree of severity</w:t>
            </w:r>
          </w:p>
        </w:tc>
        <w:tc>
          <w:tcPr>
            <w:tcW w:w="3543" w:type="dxa"/>
            <w:vMerge w:val="restart"/>
            <w:tcBorders>
              <w:top w:val="thinThickSmallGap" w:sz="12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What do you do to solve this problem?</w:t>
            </w:r>
          </w:p>
        </w:tc>
      </w:tr>
      <w:tr w:rsidR="00A314A6" w:rsidRPr="00990230" w:rsidTr="008F7BE7">
        <w:trPr>
          <w:trHeight w:val="20"/>
          <w:jc w:val="center"/>
        </w:trPr>
        <w:tc>
          <w:tcPr>
            <w:tcW w:w="7683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PT Bold Heading"/>
                <w:sz w:val="20"/>
                <w:szCs w:val="20"/>
              </w:rPr>
            </w:pPr>
            <w:r w:rsidRPr="00990230">
              <w:rPr>
                <w:rFonts w:ascii="Calibri" w:eastAsia="Arial Unicode MS" w:hAnsi="Calibri" w:cs="PT Bold Heading"/>
                <w:sz w:val="20"/>
                <w:szCs w:val="20"/>
              </w:rPr>
              <w:t>Severe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PT Bold Heading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PT Bold Heading"/>
                <w:sz w:val="20"/>
                <w:szCs w:val="20"/>
              </w:rPr>
              <w:t>Weak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PT Bold Heading"/>
                <w:sz w:val="20"/>
                <w:szCs w:val="20"/>
                <w:rtl/>
              </w:rPr>
            </w:pPr>
            <w:r w:rsidRPr="00990230">
              <w:rPr>
                <w:rFonts w:ascii="Calibri" w:eastAsia="Arial Unicode MS" w:hAnsi="Calibri" w:cs="PT Bold Heading"/>
                <w:sz w:val="20"/>
                <w:szCs w:val="20"/>
              </w:rPr>
              <w:t>No Problem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 xml:space="preserve">High price of inputs and </w:t>
            </w:r>
            <w:r w:rsidR="00781029"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labour</w:t>
            </w:r>
          </w:p>
        </w:tc>
        <w:tc>
          <w:tcPr>
            <w:tcW w:w="850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High prices of chemical fertilizers offered by agricultural co-operatives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Unavailability of inputs (seeds - pesticides)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Inadequate supply of chemical fertilizers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Unavailability of improved varieties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Agricultural co-operatives enforce farmers to buy undesired types of chemical fertilizers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Associating the provision of agricultural inputs by agricultural co-operatives with the collection of installments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Decision of cultivating crops is determined according to the availability of irrigation water and soil fertility regardless market needs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Spread of pests i.e. scale insects and fruit flies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Low crop price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Low crop yield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Poor role of agricultural extension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314A6" w:rsidRPr="00990230" w:rsidTr="008F7BE7">
        <w:trPr>
          <w:trHeight w:val="23"/>
          <w:jc w:val="center"/>
        </w:trPr>
        <w:tc>
          <w:tcPr>
            <w:tcW w:w="7683" w:type="dxa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7.4. Animal production problems facing farmers:</w:t>
            </w:r>
          </w:p>
        </w:tc>
        <w:tc>
          <w:tcPr>
            <w:tcW w:w="3118" w:type="dxa"/>
            <w:gridSpan w:val="3"/>
            <w:tcBorders>
              <w:top w:val="thinThickSmallGap" w:sz="12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Degree of severity</w:t>
            </w:r>
          </w:p>
        </w:tc>
        <w:tc>
          <w:tcPr>
            <w:tcW w:w="3543" w:type="dxa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A314A6" w:rsidRPr="00990230" w:rsidRDefault="00A314A6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What do you do to solve this problem?</w:t>
            </w: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Lack green fodders</w:t>
            </w:r>
          </w:p>
        </w:tc>
        <w:tc>
          <w:tcPr>
            <w:tcW w:w="850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High prices of live animals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High prices of veterinary drugs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Unavailability of concentrates and dry fodders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Lack of veterinary services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Far distance between site of production and markets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Lack of finance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7.5. Credit problems facing farmers:</w:t>
            </w:r>
          </w:p>
        </w:tc>
        <w:tc>
          <w:tcPr>
            <w:tcW w:w="3118" w:type="dxa"/>
            <w:gridSpan w:val="3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Degree of severity</w:t>
            </w:r>
          </w:p>
        </w:tc>
        <w:tc>
          <w:tcPr>
            <w:tcW w:w="3543" w:type="dxa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What do you do to solve this problem?</w:t>
            </w: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High interest rate</w:t>
            </w:r>
          </w:p>
        </w:tc>
        <w:tc>
          <w:tcPr>
            <w:tcW w:w="850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Short grace period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Complicated banking procedures and required documents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Guarantee difficulties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7.6. Marketing problems facing farmers:</w:t>
            </w:r>
          </w:p>
        </w:tc>
        <w:tc>
          <w:tcPr>
            <w:tcW w:w="3118" w:type="dxa"/>
            <w:gridSpan w:val="3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Degree of severity</w:t>
            </w:r>
          </w:p>
        </w:tc>
        <w:tc>
          <w:tcPr>
            <w:tcW w:w="3543" w:type="dxa"/>
            <w:tcBorders>
              <w:top w:val="thinThickSmall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What do you do to solve this problem?</w:t>
            </w: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Far distance between site of production and markets</w:t>
            </w:r>
          </w:p>
        </w:tc>
        <w:tc>
          <w:tcPr>
            <w:tcW w:w="850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thinThick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High costs of transportation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Unavailability of co-operative marketing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Unavailability of marketing channels rather than the village merchant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Unavailability of co-operative storages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5B3F08" w:rsidRPr="00990230" w:rsidTr="008F7BE7">
        <w:trPr>
          <w:trHeight w:val="20"/>
          <w:jc w:val="center"/>
        </w:trPr>
        <w:tc>
          <w:tcPr>
            <w:tcW w:w="768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Low crop price</w:t>
            </w:r>
          </w:p>
        </w:tc>
        <w:tc>
          <w:tcPr>
            <w:tcW w:w="85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B3F08" w:rsidRPr="00990230" w:rsidRDefault="005B3F08" w:rsidP="00DB304B">
      <w:pPr>
        <w:pStyle w:val="Header"/>
        <w:keepNext/>
        <w:keepLines/>
        <w:rPr>
          <w:rFonts w:ascii="Calibri" w:hAnsi="Calibri" w:cs="Arial"/>
          <w:b/>
          <w:bCs/>
          <w:color w:val="000000"/>
          <w:sz w:val="2"/>
          <w:szCs w:val="2"/>
        </w:rPr>
      </w:pPr>
    </w:p>
    <w:p w:rsidR="005B3F08" w:rsidRPr="00990230" w:rsidRDefault="005B3F08" w:rsidP="00DB304B">
      <w:pPr>
        <w:pStyle w:val="Header"/>
        <w:keepNext/>
        <w:keepLines/>
        <w:rPr>
          <w:rFonts w:ascii="Calibri" w:hAnsi="Calibri" w:cs="Arial"/>
          <w:b/>
          <w:bCs/>
          <w:color w:val="000000"/>
          <w:sz w:val="28"/>
          <w:szCs w:val="28"/>
          <w:u w:val="single"/>
        </w:rPr>
      </w:pP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br w:type="page"/>
      </w: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lastRenderedPageBreak/>
        <w:t xml:space="preserve">Eighth Part: </w:t>
      </w:r>
      <w:r w:rsidRPr="00990230">
        <w:rPr>
          <w:rFonts w:ascii="Calibri" w:hAnsi="Calibri" w:cs="Arial"/>
          <w:b/>
          <w:bCs/>
          <w:color w:val="000000"/>
          <w:sz w:val="28"/>
          <w:szCs w:val="28"/>
          <w:u w:val="single"/>
        </w:rPr>
        <w:t xml:space="preserve">Household Characterization </w:t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color w:val="000000"/>
          <w:sz w:val="28"/>
          <w:szCs w:val="28"/>
          <w:u w:val="single"/>
        </w:rPr>
      </w:pP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 xml:space="preserve">8.1. </w:t>
      </w:r>
      <w:r w:rsidRPr="00990230">
        <w:rPr>
          <w:rFonts w:ascii="Calibri" w:hAnsi="Calibri" w:cs="Arial"/>
          <w:b/>
          <w:bCs/>
          <w:color w:val="000000"/>
          <w:sz w:val="28"/>
          <w:szCs w:val="28"/>
          <w:u w:val="single"/>
        </w:rPr>
        <w:t>General Characterization:</w:t>
      </w: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0"/>
        <w:rPr>
          <w:rFonts w:ascii="Calibri" w:hAnsi="Calibri" w:cs="Arial"/>
          <w:b/>
          <w:bCs/>
        </w:rPr>
      </w:pPr>
      <w:r w:rsidRPr="00990230">
        <w:rPr>
          <w:rFonts w:ascii="Calibri" w:hAnsi="Calibri" w:cs="Arial"/>
          <w:b/>
          <w:bCs/>
        </w:rPr>
        <w:t>8.1.1. Household composition (start with head of household) and off-farm income</w:t>
      </w:r>
    </w:p>
    <w:tbl>
      <w:tblPr>
        <w:tblW w:w="5000" w:type="pct"/>
        <w:jc w:val="center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683"/>
        <w:gridCol w:w="515"/>
        <w:gridCol w:w="1349"/>
        <w:gridCol w:w="1182"/>
        <w:gridCol w:w="848"/>
        <w:gridCol w:w="1182"/>
        <w:gridCol w:w="1352"/>
        <w:gridCol w:w="2187"/>
        <w:gridCol w:w="1545"/>
        <w:gridCol w:w="1156"/>
        <w:gridCol w:w="2231"/>
      </w:tblGrid>
      <w:tr w:rsidR="005B3F08" w:rsidRPr="00990230" w:rsidTr="00F576CA">
        <w:trPr>
          <w:trHeight w:val="269"/>
          <w:jc w:val="center"/>
        </w:trPr>
        <w:tc>
          <w:tcPr>
            <w:tcW w:w="562" w:type="dxa"/>
            <w:vMerge w:val="restart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ID No</w:t>
            </w:r>
          </w:p>
        </w:tc>
        <w:tc>
          <w:tcPr>
            <w:tcW w:w="720" w:type="dxa"/>
            <w:vMerge w:val="restart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 xml:space="preserve">Sex </w:t>
            </w: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vertAlign w:val="superscript"/>
                <w:lang w:bidi="ar-EG"/>
              </w:rPr>
              <w:t>(1)</w:t>
            </w:r>
          </w:p>
        </w:tc>
        <w:tc>
          <w:tcPr>
            <w:tcW w:w="540" w:type="dxa"/>
            <w:vMerge w:val="restart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1440" w:type="dxa"/>
            <w:vMerge w:val="restart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Relation</w:t>
            </w:r>
          </w:p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 xml:space="preserve">to Head of Household </w:t>
            </w: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vertAlign w:val="superscript"/>
                <w:lang w:bidi="ar-EG"/>
              </w:rPr>
              <w:t>(2)</w:t>
            </w:r>
          </w:p>
        </w:tc>
        <w:tc>
          <w:tcPr>
            <w:tcW w:w="1260" w:type="dxa"/>
            <w:vMerge w:val="restart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vertAlign w:val="superscript"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Education level</w:t>
            </w: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vertAlign w:val="superscript"/>
                <w:lang w:bidi="ar-EG"/>
              </w:rPr>
              <w:t xml:space="preserve"> </w:t>
            </w:r>
          </w:p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vertAlign w:val="superscript"/>
                <w:lang w:bidi="ar-EG"/>
              </w:rPr>
              <w:t>(3)</w:t>
            </w:r>
          </w:p>
        </w:tc>
        <w:tc>
          <w:tcPr>
            <w:tcW w:w="900" w:type="dxa"/>
            <w:vMerge w:val="restart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Marital status</w:t>
            </w: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vertAlign w:val="superscript"/>
                <w:lang w:bidi="ar-EG"/>
              </w:rPr>
              <w:t xml:space="preserve"> (4)</w:t>
            </w:r>
          </w:p>
        </w:tc>
        <w:tc>
          <w:tcPr>
            <w:tcW w:w="1260" w:type="dxa"/>
            <w:vMerge w:val="restart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Main profession</w:t>
            </w:r>
            <w:r w:rsidR="00122D65"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 xml:space="preserve"> </w:t>
            </w: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vertAlign w:val="superscript"/>
                <w:lang w:bidi="ar-EG"/>
              </w:rPr>
              <w:t>(5)</w:t>
            </w:r>
          </w:p>
        </w:tc>
        <w:tc>
          <w:tcPr>
            <w:tcW w:w="9048" w:type="dxa"/>
            <w:gridSpan w:val="5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Annual off-farm work</w:t>
            </w:r>
          </w:p>
        </w:tc>
      </w:tr>
      <w:tr w:rsidR="005B3F08" w:rsidRPr="00990230" w:rsidTr="00F576CA">
        <w:trPr>
          <w:trHeight w:val="269"/>
          <w:jc w:val="center"/>
        </w:trPr>
        <w:tc>
          <w:tcPr>
            <w:tcW w:w="562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Agricultural work in other farms</w:t>
            </w:r>
          </w:p>
        </w:tc>
        <w:tc>
          <w:tcPr>
            <w:tcW w:w="5268" w:type="dxa"/>
            <w:gridSpan w:val="3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Non-agricultural work</w:t>
            </w:r>
          </w:p>
        </w:tc>
      </w:tr>
      <w:tr w:rsidR="005B3F08" w:rsidRPr="00990230" w:rsidTr="00F576CA">
        <w:trPr>
          <w:trHeight w:val="63"/>
          <w:jc w:val="center"/>
        </w:trPr>
        <w:tc>
          <w:tcPr>
            <w:tcW w:w="562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vMerge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Working days</w:t>
            </w: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Annual income (L.E./year)</w:t>
            </w: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Working days</w:t>
            </w: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Activities</w:t>
            </w: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Annual income (L.E./year)</w:t>
            </w: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1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2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3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4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6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7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8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9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  <w:tr w:rsidR="005B3F08" w:rsidRPr="00990230" w:rsidTr="00F576CA">
        <w:trPr>
          <w:trHeight w:val="60"/>
          <w:jc w:val="center"/>
        </w:trPr>
        <w:tc>
          <w:tcPr>
            <w:tcW w:w="56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5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90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60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64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1232" w:type="dxa"/>
            <w:tcMar>
              <w:left w:w="86" w:type="dxa"/>
              <w:right w:w="86" w:type="dxa"/>
            </w:tcMar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  <w:tc>
          <w:tcPr>
            <w:tcW w:w="2388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sz w:val="20"/>
                <w:szCs w:val="20"/>
              </w:rPr>
            </w:pP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sz w:val="20"/>
          <w:szCs w:val="20"/>
          <w:u w:val="single"/>
          <w:lang w:bidi="ar-EG"/>
        </w:rPr>
        <w:t>Codes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 xml:space="preserve"> (1)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Sex: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F576CA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F576CA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1= male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2= female</w:t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>(2)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Relation to Head of HH: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1= self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2= wife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3= son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4= daughter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5= grandson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6= granddaughter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7= father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8= mother</w:t>
      </w:r>
      <w:r w:rsidR="00F576CA"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9= </w:t>
      </w:r>
      <w:r w:rsidRPr="00990230">
        <w:rPr>
          <w:rFonts w:ascii="Calibri" w:hAnsi="Calibri"/>
          <w:sz w:val="20"/>
          <w:szCs w:val="20"/>
        </w:rPr>
        <w:t>other (specify)</w:t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hAnsi="Calibri"/>
          <w:sz w:val="20"/>
          <w:szCs w:val="20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>(3)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Education level: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F576CA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1= </w:t>
      </w:r>
      <w:r w:rsidRPr="00990230">
        <w:rPr>
          <w:rFonts w:ascii="Calibri" w:hAnsi="Calibri"/>
          <w:sz w:val="20"/>
          <w:szCs w:val="20"/>
        </w:rPr>
        <w:t>illiterate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2= </w:t>
      </w:r>
      <w:r w:rsidRPr="00990230">
        <w:rPr>
          <w:rFonts w:ascii="Calibri" w:hAnsi="Calibri"/>
          <w:sz w:val="20"/>
          <w:szCs w:val="20"/>
        </w:rPr>
        <w:t>can read and write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3= </w:t>
      </w:r>
      <w:r w:rsidRPr="00990230">
        <w:rPr>
          <w:rFonts w:ascii="Calibri" w:hAnsi="Calibri"/>
          <w:sz w:val="20"/>
          <w:szCs w:val="20"/>
        </w:rPr>
        <w:t>primary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4= </w:t>
      </w:r>
      <w:r w:rsidRPr="00990230">
        <w:rPr>
          <w:rFonts w:ascii="Calibri" w:hAnsi="Calibri"/>
          <w:sz w:val="20"/>
          <w:szCs w:val="20"/>
        </w:rPr>
        <w:t>preparatory (prep.)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5= agricultural technical </w:t>
      </w:r>
      <w:r w:rsidRPr="00990230">
        <w:rPr>
          <w:rFonts w:ascii="Calibri" w:hAnsi="Calibri"/>
          <w:sz w:val="20"/>
          <w:szCs w:val="20"/>
        </w:rPr>
        <w:t>prep.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6= other technical </w:t>
      </w:r>
      <w:r w:rsidRPr="00990230">
        <w:rPr>
          <w:rFonts w:ascii="Calibri" w:hAnsi="Calibri"/>
          <w:sz w:val="20"/>
          <w:szCs w:val="20"/>
        </w:rPr>
        <w:t>prep.</w:t>
      </w:r>
    </w:p>
    <w:p w:rsidR="005B3F08" w:rsidRPr="00990230" w:rsidRDefault="005B3F08" w:rsidP="00DB304B">
      <w:pPr>
        <w:keepNext/>
        <w:keepLines/>
        <w:spacing w:after="0" w:line="240" w:lineRule="auto"/>
        <w:ind w:left="2160" w:firstLine="360"/>
        <w:jc w:val="lowKashida"/>
        <w:rPr>
          <w:rFonts w:ascii="Calibri" w:eastAsia="Arial Unicode MS" w:hAnsi="Calibri" w:cs="Arial Unicode MS"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7= </w:t>
      </w:r>
      <w:r w:rsidRPr="00990230">
        <w:rPr>
          <w:rFonts w:ascii="Calibri" w:hAnsi="Calibri"/>
          <w:sz w:val="20"/>
          <w:szCs w:val="20"/>
        </w:rPr>
        <w:t>high school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8= agricultural technical </w:t>
      </w:r>
      <w:r w:rsidRPr="00990230">
        <w:rPr>
          <w:rFonts w:ascii="Calibri" w:hAnsi="Calibri"/>
          <w:sz w:val="20"/>
          <w:szCs w:val="20"/>
        </w:rPr>
        <w:t>high school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9= other technical </w:t>
      </w:r>
      <w:r w:rsidRPr="00990230">
        <w:rPr>
          <w:rFonts w:ascii="Calibri" w:hAnsi="Calibri"/>
          <w:sz w:val="20"/>
          <w:szCs w:val="20"/>
        </w:rPr>
        <w:t>high school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10= technical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institute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11= </w:t>
      </w:r>
      <w:r w:rsidRPr="00990230">
        <w:rPr>
          <w:rFonts w:ascii="Calibri" w:hAnsi="Calibri"/>
          <w:sz w:val="20"/>
          <w:szCs w:val="20"/>
        </w:rPr>
        <w:t>college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12= child (1-6yrs)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>(4)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</w:rPr>
        <w:t>Marital status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="00F576CA"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1= single</w:t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2= married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3= widow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4= divorced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5= child (&lt;16 </w:t>
      </w:r>
      <w:proofErr w:type="spellStart"/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yrs</w:t>
      </w:r>
      <w:proofErr w:type="spellEnd"/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)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6= </w:t>
      </w:r>
      <w:r w:rsidRPr="00990230">
        <w:rPr>
          <w:rFonts w:ascii="Calibri" w:hAnsi="Calibri"/>
          <w:sz w:val="20"/>
          <w:szCs w:val="20"/>
        </w:rPr>
        <w:t>other (specify)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 xml:space="preserve"> _______</w:t>
      </w:r>
    </w:p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>(5)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</w:rPr>
        <w:t>Main profession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1= None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2= crop farming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3= animal husbandry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4= technician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5= trade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6= off-farm employment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</w:p>
    <w:p w:rsidR="005B3F08" w:rsidRPr="00990230" w:rsidRDefault="005B3F08" w:rsidP="00DB304B">
      <w:pPr>
        <w:keepNext/>
        <w:keepLines/>
        <w:spacing w:after="0" w:line="240" w:lineRule="auto"/>
        <w:ind w:left="2160" w:firstLine="360"/>
        <w:jc w:val="lowKashida"/>
        <w:rPr>
          <w:rFonts w:ascii="Calibri" w:eastAsia="Arial Unicode MS" w:hAnsi="Calibri" w:cs="Arial Unicode MS"/>
          <w:sz w:val="20"/>
          <w:szCs w:val="20"/>
          <w:lang w:bidi="ar-EG"/>
        </w:rPr>
      </w:pP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7= student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8= housekeeping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 w:hint="cs"/>
          <w:sz w:val="20"/>
          <w:szCs w:val="20"/>
          <w:rtl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9= </w:t>
      </w:r>
      <w:r w:rsidRPr="00990230">
        <w:rPr>
          <w:rFonts w:ascii="Calibri" w:hAnsi="Calibri"/>
          <w:sz w:val="20"/>
          <w:szCs w:val="20"/>
        </w:rPr>
        <w:t>other (specify)</w:t>
      </w:r>
      <w:r w:rsidRPr="00990230">
        <w:rPr>
          <w:rFonts w:ascii="Calibri" w:eastAsia="Arial Unicode MS" w:hAnsi="Calibri" w:cs="Arial Unicode MS" w:hint="cs"/>
          <w:b/>
          <w:bCs/>
          <w:color w:val="D9D5BD"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sz w:val="20"/>
          <w:szCs w:val="20"/>
          <w:rtl/>
          <w:lang w:bidi="ar-EG"/>
        </w:rPr>
        <w:t>____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>__</w:t>
      </w: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0"/>
        <w:rPr>
          <w:rFonts w:ascii="Calibri" w:hAnsi="Calibri" w:cs="Arial"/>
          <w:b/>
          <w:bCs/>
        </w:rPr>
      </w:pPr>
      <w:r w:rsidRPr="00990230">
        <w:rPr>
          <w:rFonts w:ascii="Calibri" w:hAnsi="Calibri" w:cs="Arial"/>
          <w:b/>
          <w:bCs/>
        </w:rPr>
        <w:t>8.1.2. Existing income-generating activities</w:t>
      </w:r>
    </w:p>
    <w:tbl>
      <w:tblPr>
        <w:tblW w:w="485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64"/>
        <w:gridCol w:w="615"/>
        <w:gridCol w:w="1142"/>
        <w:gridCol w:w="1303"/>
        <w:gridCol w:w="1626"/>
        <w:gridCol w:w="739"/>
        <w:gridCol w:w="739"/>
        <w:gridCol w:w="940"/>
        <w:gridCol w:w="708"/>
        <w:gridCol w:w="851"/>
        <w:gridCol w:w="709"/>
        <w:gridCol w:w="708"/>
        <w:gridCol w:w="993"/>
        <w:gridCol w:w="425"/>
        <w:gridCol w:w="1083"/>
      </w:tblGrid>
      <w:tr w:rsidR="005B3F08" w:rsidRPr="00990230" w:rsidTr="00F576CA">
        <w:trPr>
          <w:trHeight w:val="193"/>
          <w:jc w:val="center"/>
        </w:trPr>
        <w:tc>
          <w:tcPr>
            <w:tcW w:w="1664" w:type="dxa"/>
            <w:vMerge w:val="restart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  <w:t>Activities</w:t>
            </w:r>
          </w:p>
        </w:tc>
        <w:tc>
          <w:tcPr>
            <w:tcW w:w="615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  <w:lang w:bidi="ar-EG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No. of unit</w:t>
            </w:r>
            <w:r w:rsidRPr="00990230">
              <w:rPr>
                <w:rFonts w:ascii="Calibri" w:hAnsi="Calibri" w:cs="Arial"/>
                <w:b/>
                <w:bCs/>
                <w:sz w:val="18"/>
                <w:szCs w:val="18"/>
                <w:lang w:bidi="ar-EG"/>
              </w:rPr>
              <w:t>s</w:t>
            </w:r>
          </w:p>
        </w:tc>
        <w:tc>
          <w:tcPr>
            <w:tcW w:w="1142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% of women sharing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Year of establishment</w:t>
            </w:r>
          </w:p>
        </w:tc>
        <w:tc>
          <w:tcPr>
            <w:tcW w:w="1626" w:type="dxa"/>
            <w:vMerge w:val="restar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Investment costs per unit</w:t>
            </w: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(L.E.)</w:t>
            </w:r>
          </w:p>
        </w:tc>
        <w:tc>
          <w:tcPr>
            <w:tcW w:w="1478" w:type="dxa"/>
            <w:gridSpan w:val="2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Fixed costs</w:t>
            </w: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(L.E.)</w:t>
            </w:r>
          </w:p>
        </w:tc>
        <w:tc>
          <w:tcPr>
            <w:tcW w:w="3916" w:type="dxa"/>
            <w:gridSpan w:val="5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Operating costs per month</w:t>
            </w: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(L.E.)</w:t>
            </w:r>
          </w:p>
        </w:tc>
        <w:tc>
          <w:tcPr>
            <w:tcW w:w="2501" w:type="dxa"/>
            <w:gridSpan w:val="3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Revenue per month</w:t>
            </w: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(L.E.)</w:t>
            </w:r>
          </w:p>
        </w:tc>
      </w:tr>
      <w:tr w:rsidR="00563D15" w:rsidRPr="00990230" w:rsidTr="00F576CA">
        <w:trPr>
          <w:trHeight w:val="157"/>
          <w:jc w:val="center"/>
        </w:trPr>
        <w:tc>
          <w:tcPr>
            <w:tcW w:w="1664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615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142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303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626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Rent</w:t>
            </w:r>
          </w:p>
        </w:tc>
        <w:tc>
          <w:tcPr>
            <w:tcW w:w="739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Others</w:t>
            </w:r>
          </w:p>
        </w:tc>
        <w:tc>
          <w:tcPr>
            <w:tcW w:w="940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Electricity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Water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Raw materials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Labour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Others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production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18"/>
                <w:szCs w:val="18"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unit</w:t>
            </w:r>
          </w:p>
        </w:tc>
        <w:tc>
          <w:tcPr>
            <w:tcW w:w="1083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color w:val="0000FF"/>
                <w:sz w:val="18"/>
                <w:szCs w:val="18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18"/>
                <w:szCs w:val="18"/>
              </w:rPr>
              <w:t>Price/unit (L.E.)</w:t>
            </w:r>
          </w:p>
        </w:tc>
      </w:tr>
      <w:tr w:rsidR="00563D15" w:rsidRPr="00990230" w:rsidTr="00F576CA">
        <w:trPr>
          <w:trHeight w:val="85"/>
          <w:jc w:val="center"/>
        </w:trPr>
        <w:tc>
          <w:tcPr>
            <w:tcW w:w="1664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rtl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  <w:t>Honey production</w:t>
            </w:r>
          </w:p>
        </w:tc>
        <w:tc>
          <w:tcPr>
            <w:tcW w:w="615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42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30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626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</w:tr>
      <w:tr w:rsidR="00563D15" w:rsidRPr="00990230" w:rsidTr="00F576CA">
        <w:trPr>
          <w:trHeight w:val="85"/>
          <w:jc w:val="center"/>
        </w:trPr>
        <w:tc>
          <w:tcPr>
            <w:tcW w:w="1664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  <w:t>Rabbit breeding</w:t>
            </w:r>
          </w:p>
        </w:tc>
        <w:tc>
          <w:tcPr>
            <w:tcW w:w="615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42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30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626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</w:tr>
      <w:tr w:rsidR="00563D15" w:rsidRPr="00990230" w:rsidTr="00F576CA">
        <w:trPr>
          <w:trHeight w:val="85"/>
          <w:jc w:val="center"/>
        </w:trPr>
        <w:tc>
          <w:tcPr>
            <w:tcW w:w="1664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  <w:t>Textile production</w:t>
            </w:r>
          </w:p>
        </w:tc>
        <w:tc>
          <w:tcPr>
            <w:tcW w:w="615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42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30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626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</w:tr>
      <w:tr w:rsidR="00563D15" w:rsidRPr="00990230" w:rsidTr="00F576CA">
        <w:trPr>
          <w:trHeight w:val="85"/>
          <w:jc w:val="center"/>
        </w:trPr>
        <w:tc>
          <w:tcPr>
            <w:tcW w:w="1664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  <w:t>Pottery production</w:t>
            </w:r>
          </w:p>
        </w:tc>
        <w:tc>
          <w:tcPr>
            <w:tcW w:w="615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42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30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626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</w:tr>
      <w:tr w:rsidR="00563D15" w:rsidRPr="00990230" w:rsidTr="00F576CA">
        <w:trPr>
          <w:trHeight w:val="85"/>
          <w:jc w:val="center"/>
        </w:trPr>
        <w:tc>
          <w:tcPr>
            <w:tcW w:w="1664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  <w:t>Leather production</w:t>
            </w:r>
          </w:p>
        </w:tc>
        <w:tc>
          <w:tcPr>
            <w:tcW w:w="615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42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30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626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</w:tr>
      <w:tr w:rsidR="00563D15" w:rsidRPr="00990230" w:rsidTr="00F576CA">
        <w:trPr>
          <w:trHeight w:val="85"/>
          <w:jc w:val="center"/>
        </w:trPr>
        <w:tc>
          <w:tcPr>
            <w:tcW w:w="1664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lang w:bidi="ar-EG"/>
              </w:rPr>
              <w:t>Fish farming</w:t>
            </w:r>
          </w:p>
        </w:tc>
        <w:tc>
          <w:tcPr>
            <w:tcW w:w="615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42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30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626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</w:tr>
      <w:tr w:rsidR="00563D15" w:rsidRPr="00990230" w:rsidTr="00F576CA">
        <w:trPr>
          <w:trHeight w:val="64"/>
          <w:jc w:val="center"/>
        </w:trPr>
        <w:tc>
          <w:tcPr>
            <w:tcW w:w="1664" w:type="dxa"/>
            <w:shd w:val="clear" w:color="auto" w:fill="auto"/>
            <w:noWrap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color w:val="D9D5BD"/>
                <w:sz w:val="18"/>
                <w:szCs w:val="18"/>
                <w:lang w:bidi="ar-EG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other (specify)</w:t>
            </w:r>
          </w:p>
        </w:tc>
        <w:tc>
          <w:tcPr>
            <w:tcW w:w="615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142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30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626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3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40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  <w:tc>
          <w:tcPr>
            <w:tcW w:w="1083" w:type="dxa"/>
            <w:shd w:val="clear" w:color="auto" w:fill="auto"/>
            <w:noWrap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color w:val="0000FF"/>
                <w:sz w:val="18"/>
                <w:szCs w:val="18"/>
              </w:rPr>
            </w:pPr>
          </w:p>
        </w:tc>
      </w:tr>
    </w:tbl>
    <w:p w:rsidR="00F576CA" w:rsidRPr="00990230" w:rsidRDefault="00F576CA" w:rsidP="00DB304B">
      <w:pPr>
        <w:keepNext/>
        <w:keepLines/>
        <w:spacing w:after="0" w:line="240" w:lineRule="auto"/>
        <w:ind w:left="289"/>
        <w:jc w:val="lowKashida"/>
        <w:rPr>
          <w:rFonts w:ascii="Calibri" w:hAnsi="Calibri" w:cs="Arial"/>
          <w:b/>
          <w:bCs/>
          <w:sz w:val="28"/>
          <w:szCs w:val="28"/>
        </w:rPr>
      </w:pP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lastRenderedPageBreak/>
        <w:t>Do you want to conduct other income-generating activities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these activities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</w:t>
      </w:r>
      <w:r w:rsidR="00F576CA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the problems/obstacles you faced and didn't let you conduct these activates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</w:t>
      </w:r>
      <w:r w:rsidR="00F576CA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What are your suggestions to overcome these problems/obstacles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</w:t>
      </w:r>
      <w:r w:rsidR="00F576CA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/>
          <w:b/>
          <w:bCs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Head of Household's</w:t>
      </w:r>
      <w:r w:rsidRPr="00990230">
        <w:rPr>
          <w:rFonts w:ascii="Calibri" w:hAnsi="Calibri"/>
          <w:b/>
          <w:bCs/>
        </w:rPr>
        <w:t xml:space="preserve"> number of farming years of experience:</w:t>
      </w:r>
      <w:r w:rsidRPr="00990230">
        <w:rPr>
          <w:rFonts w:ascii="Calibri" w:hAnsi="Calibri" w:cs="Arial"/>
          <w:b/>
          <w:bCs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/>
          <w:b/>
          <w:bCs/>
        </w:rPr>
        <w:t xml:space="preserve"> </w:t>
      </w:r>
      <w:r w:rsidRPr="00990230">
        <w:rPr>
          <w:rFonts w:ascii="Calibri" w:hAnsi="Calibri"/>
        </w:rPr>
        <w:t>years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color w:val="FF0000"/>
          <w:sz w:val="28"/>
          <w:szCs w:val="28"/>
        </w:rPr>
      </w:pPr>
      <w:r w:rsidRPr="00990230">
        <w:rPr>
          <w:rFonts w:ascii="Calibri" w:hAnsi="Calibri" w:cs="Arial"/>
          <w:b/>
          <w:bCs/>
          <w:color w:val="FF0000"/>
          <w:sz w:val="28"/>
          <w:szCs w:val="28"/>
        </w:rPr>
        <w:t>A question for farmers located in the salt-affected site: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Do you have a fish farm in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 xml:space="preserve">What was the total area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of this fish farm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b/>
          <w:bCs/>
          <w:rtl/>
        </w:rPr>
        <w:t xml:space="preserve"> </w:t>
      </w:r>
      <w:r w:rsidR="00CF61E9">
        <w:rPr>
          <w:rFonts w:ascii="Calibri" w:hAnsi="Calibri" w:cs="Arial"/>
        </w:rPr>
        <w:t>one Ha</w:t>
      </w:r>
      <w:r w:rsidR="00B13292" w:rsidRPr="00990230">
        <w:rPr>
          <w:rFonts w:ascii="Calibri" w:hAnsi="Calibri" w:cs="Arial"/>
        </w:rPr>
        <w:t>s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"No":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Why not?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="00F576CA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tabs>
          <w:tab w:val="num" w:pos="500"/>
        </w:tabs>
        <w:spacing w:after="0" w:line="240" w:lineRule="auto"/>
        <w:rPr>
          <w:rFonts w:ascii="Calibri" w:eastAsia="Arial Unicode MS" w:hAnsi="Calibri" w:cs="Arial Unicode MS"/>
          <w:b/>
          <w:bCs/>
        </w:rPr>
      </w:pPr>
      <w:r w:rsidRPr="00990230">
        <w:rPr>
          <w:rFonts w:ascii="Calibri" w:eastAsia="Arial Unicode MS" w:hAnsi="Calibri" w:cs="Arial Unicode MS"/>
          <w:b/>
          <w:bCs/>
        </w:rPr>
        <w:tab/>
        <w:t>- Are you interested in conducting fish farming in your land? Why?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</w:t>
      </w:r>
      <w:r w:rsidR="00F576CA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spacing w:after="0" w:line="240" w:lineRule="auto"/>
        <w:rPr>
          <w:rFonts w:ascii="Calibri" w:hAnsi="Calibri" w:cs="Arial"/>
          <w:b/>
          <w:bCs/>
          <w:color w:val="000000"/>
          <w:sz w:val="28"/>
          <w:szCs w:val="28"/>
          <w:u w:val="single"/>
        </w:rPr>
      </w:pPr>
      <w:r w:rsidRPr="00990230">
        <w:rPr>
          <w:rFonts w:ascii="Calibri" w:hAnsi="Calibri" w:cs="Arial"/>
          <w:b/>
          <w:bCs/>
          <w:color w:val="000000"/>
          <w:sz w:val="28"/>
          <w:szCs w:val="28"/>
        </w:rPr>
        <w:t xml:space="preserve">8.2. </w:t>
      </w:r>
      <w:r w:rsidRPr="00990230">
        <w:rPr>
          <w:rFonts w:ascii="Calibri" w:hAnsi="Calibri" w:cs="Arial"/>
          <w:b/>
          <w:bCs/>
          <w:color w:val="000000"/>
          <w:sz w:val="28"/>
          <w:szCs w:val="28"/>
          <w:u w:val="single"/>
        </w:rPr>
        <w:t>Household Assets:</w:t>
      </w: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u w:val="single"/>
        </w:rPr>
      </w:pPr>
      <w:r w:rsidRPr="00990230">
        <w:rPr>
          <w:rFonts w:ascii="Calibri" w:hAnsi="Calibri" w:cs="Arial"/>
          <w:b/>
          <w:bCs/>
          <w:u w:val="single"/>
        </w:rPr>
        <w:t>8.2.1. House and storing capacity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Ownership of the house: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owned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rented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="00617169" w:rsidRPr="00990230">
        <w:rPr>
          <w:rFonts w:ascii="Calibri" w:eastAsia="Arial Unicode MS" w:hAnsi="Calibri" w:cs="Arial Unicode MS"/>
        </w:rPr>
        <w:tab/>
      </w:r>
      <w:r w:rsidR="00617169"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other (specify)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Wall material of the house: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concrete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bricks and cement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bricks only</w:t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other (specify)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Total number of floors:</w:t>
      </w:r>
      <w:r w:rsidRPr="00990230">
        <w:rPr>
          <w:rFonts w:ascii="Calibri" w:hAnsi="Calibri" w:cs="Arial"/>
          <w:b/>
          <w:bCs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Total number of rooms:</w:t>
      </w:r>
      <w:r w:rsidRPr="00990230">
        <w:rPr>
          <w:rFonts w:ascii="Calibri" w:hAnsi="Calibri" w:cs="Arial"/>
          <w:b/>
          <w:bCs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Do you have stores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tbl>
      <w:tblPr>
        <w:tblW w:w="485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5"/>
        <w:gridCol w:w="705"/>
        <w:gridCol w:w="1806"/>
        <w:gridCol w:w="1644"/>
        <w:gridCol w:w="3702"/>
        <w:gridCol w:w="3702"/>
      </w:tblGrid>
      <w:tr w:rsidR="005B3F08" w:rsidRPr="00990230" w:rsidTr="00DC6031">
        <w:trPr>
          <w:cantSplit/>
          <w:trHeight w:val="23"/>
          <w:jc w:val="center"/>
        </w:trPr>
        <w:tc>
          <w:tcPr>
            <w:tcW w:w="3067" w:type="dxa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757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1980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Area</w:t>
            </w: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 xml:space="preserve"> (m</w:t>
            </w: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  <w:vertAlign w:val="superscript"/>
              </w:rPr>
              <w:t>2</w:t>
            </w: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Ownership</w:t>
            </w: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vertAlign w:val="superscript"/>
                <w:lang w:bidi="ar-EG"/>
              </w:rPr>
              <w:t xml:space="preserve"> (1)</w:t>
            </w:r>
          </w:p>
        </w:tc>
        <w:tc>
          <w:tcPr>
            <w:tcW w:w="4085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If owned: what is its present value? (L.E.)</w:t>
            </w:r>
          </w:p>
        </w:tc>
        <w:tc>
          <w:tcPr>
            <w:tcW w:w="4085" w:type="dxa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If rented: what is its annual rent? (L.E.)</w:t>
            </w:r>
          </w:p>
        </w:tc>
      </w:tr>
      <w:tr w:rsidR="005B3F08" w:rsidRPr="00990230" w:rsidTr="00DC6031">
        <w:trPr>
          <w:cantSplit/>
          <w:trHeight w:val="54"/>
          <w:jc w:val="center"/>
        </w:trPr>
        <w:tc>
          <w:tcPr>
            <w:tcW w:w="3067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lang w:bidi="ar-EG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  <w:lang w:bidi="ar-EG"/>
              </w:rPr>
              <w:t>Grain store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</w:tr>
      <w:tr w:rsidR="005B3F08" w:rsidRPr="00990230" w:rsidTr="00DC6031">
        <w:trPr>
          <w:cantSplit/>
          <w:trHeight w:val="219"/>
          <w:jc w:val="center"/>
        </w:trPr>
        <w:tc>
          <w:tcPr>
            <w:tcW w:w="3067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lang w:bidi="ar-EG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  <w:lang w:bidi="ar-EG"/>
              </w:rPr>
              <w:t>Store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</w:tr>
      <w:tr w:rsidR="005B3F08" w:rsidRPr="00990230" w:rsidTr="00DC6031">
        <w:trPr>
          <w:cantSplit/>
          <w:trHeight w:val="219"/>
          <w:jc w:val="center"/>
        </w:trPr>
        <w:tc>
          <w:tcPr>
            <w:tcW w:w="3067" w:type="dxa"/>
            <w:tcBorders>
              <w:top w:val="single" w:sz="6" w:space="0" w:color="auto"/>
              <w:left w:val="thinThickSmallGap" w:sz="12" w:space="0" w:color="auto"/>
              <w:bottom w:val="thinThickSmallGap" w:sz="12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Sultan bold"/>
                <w:b/>
                <w:bCs/>
                <w:sz w:val="20"/>
                <w:szCs w:val="20"/>
                <w:lang w:bidi="ar-EG"/>
              </w:rPr>
            </w:pPr>
            <w:r w:rsidRPr="00990230">
              <w:rPr>
                <w:rFonts w:ascii="Calibri" w:eastAsia="Arial Unicode MS" w:hAnsi="Calibri" w:cs="Sultan bold"/>
                <w:b/>
                <w:bCs/>
                <w:sz w:val="20"/>
                <w:szCs w:val="20"/>
                <w:lang w:bidi="ar-EG"/>
              </w:rPr>
              <w:t>Traditional silo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thickThinSmallGap" w:sz="12" w:space="0" w:color="auto"/>
            </w:tcBorders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sz w:val="20"/>
                <w:szCs w:val="20"/>
              </w:rPr>
            </w:pP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sz w:val="20"/>
          <w:szCs w:val="20"/>
          <w:u w:val="single"/>
          <w:lang w:bidi="ar-EG"/>
        </w:rPr>
        <w:t>Codes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 xml:space="preserve"> (1)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/>
          <w:b/>
          <w:bCs/>
          <w:sz w:val="20"/>
          <w:szCs w:val="20"/>
        </w:rPr>
        <w:t>Ownership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1= owned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2= rented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3= shared</w:t>
      </w:r>
      <w:r w:rsidRPr="00990230">
        <w:rPr>
          <w:rFonts w:ascii="Calibri" w:hAnsi="Calibri"/>
          <w:sz w:val="20"/>
          <w:szCs w:val="20"/>
        </w:rPr>
        <w:t xml:space="preserve"> </w:t>
      </w:r>
      <w:r w:rsidRPr="00990230">
        <w:rPr>
          <w:rFonts w:ascii="Calibri" w:hAnsi="Calibri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 xml:space="preserve">4= </w:t>
      </w:r>
      <w:r w:rsidRPr="00990230">
        <w:rPr>
          <w:rFonts w:ascii="Calibri" w:hAnsi="Calibri"/>
          <w:sz w:val="20"/>
          <w:szCs w:val="20"/>
        </w:rPr>
        <w:t>other (specify)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 xml:space="preserve"> _______</w:t>
      </w: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u w:val="single"/>
        </w:rPr>
      </w:pPr>
      <w:r w:rsidRPr="00990230">
        <w:rPr>
          <w:rFonts w:ascii="Calibri" w:hAnsi="Calibri" w:cs="Arial"/>
          <w:b/>
          <w:bCs/>
          <w:u w:val="single"/>
        </w:rPr>
        <w:t xml:space="preserve">8.2.2. </w:t>
      </w:r>
      <w:smartTag w:uri="urn:schemas-microsoft-com:office:smarttags" w:element="PlaceType">
        <w:r w:rsidRPr="00990230">
          <w:rPr>
            <w:rFonts w:ascii="Calibri" w:hAnsi="Calibri" w:cs="Arial"/>
            <w:b/>
            <w:bCs/>
            <w:u w:val="single"/>
          </w:rPr>
          <w:t>Land</w:t>
        </w:r>
      </w:smartTag>
    </w:p>
    <w:tbl>
      <w:tblPr>
        <w:tblW w:w="485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2"/>
        <w:gridCol w:w="833"/>
        <w:gridCol w:w="833"/>
        <w:gridCol w:w="1642"/>
        <w:gridCol w:w="4392"/>
        <w:gridCol w:w="2886"/>
        <w:gridCol w:w="2886"/>
      </w:tblGrid>
      <w:tr w:rsidR="005B3F08" w:rsidRPr="00990230" w:rsidTr="00DC6031">
        <w:trPr>
          <w:cantSplit/>
          <w:trHeight w:val="60"/>
          <w:jc w:val="center"/>
        </w:trPr>
        <w:tc>
          <w:tcPr>
            <w:tcW w:w="944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Plot #:</w:t>
            </w: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  <w:r w:rsidRPr="00990230">
              <w:rPr>
                <w:rFonts w:ascii="Calibri" w:eastAsia="Arial Unicode MS" w:hAnsi="Calibri" w:cs="Arial Unicode MS"/>
                <w:b/>
                <w:bCs/>
                <w:color w:val="D9D5BD"/>
                <w:sz w:val="20"/>
                <w:szCs w:val="20"/>
                <w:rtl/>
                <w:lang w:bidi="ar-EG"/>
              </w:rPr>
              <w:t>____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Area</w:t>
            </w:r>
          </w:p>
        </w:tc>
        <w:tc>
          <w:tcPr>
            <w:tcW w:w="1800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 xml:space="preserve">Land tenure </w:t>
            </w: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  <w:vertAlign w:val="superscript"/>
                <w:lang w:bidi="ar-EG"/>
              </w:rPr>
              <w:t>(1)</w:t>
            </w:r>
          </w:p>
        </w:tc>
        <w:tc>
          <w:tcPr>
            <w:tcW w:w="4860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If the land (including its buildings) is for sale, what one can pay to purchase it? (L.E.)</w:t>
            </w:r>
          </w:p>
        </w:tc>
        <w:tc>
          <w:tcPr>
            <w:tcW w:w="3185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Annual tax (L.E.)</w:t>
            </w:r>
          </w:p>
        </w:tc>
        <w:tc>
          <w:tcPr>
            <w:tcW w:w="3185" w:type="dxa"/>
            <w:vMerge w:val="restar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20"/>
                <w:szCs w:val="20"/>
              </w:rPr>
              <w:t>Annual rent (L.E.)</w:t>
            </w:r>
          </w:p>
        </w:tc>
      </w:tr>
      <w:tr w:rsidR="005B3F08" w:rsidRPr="00990230" w:rsidTr="00DC6031">
        <w:trPr>
          <w:cantSplit/>
          <w:trHeight w:val="124"/>
          <w:jc w:val="center"/>
        </w:trPr>
        <w:tc>
          <w:tcPr>
            <w:tcW w:w="944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B3F08" w:rsidRPr="00990230" w:rsidRDefault="00CF61E9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Arial Unicode MS"/>
                <w:color w:val="0000FF"/>
                <w:sz w:val="20"/>
                <w:szCs w:val="20"/>
                <w:rtl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One Ha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 w:cs="Arial"/>
                <w:b/>
                <w:bCs/>
                <w:sz w:val="20"/>
                <w:szCs w:val="20"/>
              </w:rPr>
              <w:t>Carat</w:t>
            </w:r>
          </w:p>
        </w:tc>
        <w:tc>
          <w:tcPr>
            <w:tcW w:w="1800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4860" w:type="dxa"/>
            <w:vMerge/>
            <w:vAlign w:val="center"/>
          </w:tcPr>
          <w:p w:rsidR="005B3F08" w:rsidRPr="00990230" w:rsidRDefault="005B3F08" w:rsidP="00DB304B">
            <w:pPr>
              <w:pStyle w:val="Header"/>
              <w:keepNext/>
              <w:keepLines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3185" w:type="dxa"/>
            <w:vMerge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3185" w:type="dxa"/>
            <w:vMerge/>
            <w:vAlign w:val="center"/>
          </w:tcPr>
          <w:p w:rsidR="005B3F08" w:rsidRPr="00990230" w:rsidRDefault="005B3F08" w:rsidP="00DB304B">
            <w:pPr>
              <w:pStyle w:val="Header"/>
              <w:keepNext/>
              <w:keepLines/>
              <w:jc w:val="center"/>
              <w:rPr>
                <w:rFonts w:ascii="Calibri" w:eastAsia="Arial Unicode MS" w:hAnsi="Calibri" w:cs="Sultan bold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cantSplit/>
          <w:trHeight w:val="57"/>
          <w:jc w:val="center"/>
        </w:trPr>
        <w:tc>
          <w:tcPr>
            <w:tcW w:w="944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/>
                <w:b/>
                <w:bCs/>
                <w:sz w:val="20"/>
                <w:szCs w:val="20"/>
              </w:rPr>
            </w:pPr>
          </w:p>
        </w:tc>
        <w:tc>
          <w:tcPr>
            <w:tcW w:w="3185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3185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cantSplit/>
          <w:trHeight w:val="57"/>
          <w:jc w:val="center"/>
        </w:trPr>
        <w:tc>
          <w:tcPr>
            <w:tcW w:w="944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3185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3185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cantSplit/>
          <w:trHeight w:val="57"/>
          <w:jc w:val="center"/>
        </w:trPr>
        <w:tc>
          <w:tcPr>
            <w:tcW w:w="944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3185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3185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</w:tr>
      <w:tr w:rsidR="005B3F08" w:rsidRPr="00990230" w:rsidTr="00DC6031">
        <w:trPr>
          <w:cantSplit/>
          <w:trHeight w:val="57"/>
          <w:jc w:val="center"/>
        </w:trPr>
        <w:tc>
          <w:tcPr>
            <w:tcW w:w="944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</w:pPr>
            <w:r w:rsidRPr="00990230">
              <w:rPr>
                <w:rFonts w:ascii="Calibri" w:eastAsia="Arial Unicode MS" w:hAnsi="Calibri" w:cs="Arial Unicode MS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4860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3185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  <w:tc>
          <w:tcPr>
            <w:tcW w:w="3185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20"/>
                <w:szCs w:val="20"/>
              </w:rPr>
            </w:pP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sz w:val="20"/>
          <w:szCs w:val="20"/>
          <w:u w:val="single"/>
          <w:lang w:bidi="ar-EG"/>
        </w:rPr>
        <w:t>Codes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 xml:space="preserve"> (1)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/>
          <w:b/>
          <w:bCs/>
          <w:sz w:val="20"/>
          <w:szCs w:val="20"/>
        </w:rPr>
        <w:t>Land tenure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1= owns the land and exploits it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2= owns the land and leases it to others</w:t>
      </w:r>
      <w:r w:rsidR="00DD44C1"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3= shares the land with others</w:t>
      </w:r>
      <w:r w:rsidRPr="00990230">
        <w:rPr>
          <w:rFonts w:ascii="Calibri" w:hAnsi="Calibri"/>
          <w:sz w:val="20"/>
          <w:szCs w:val="20"/>
        </w:rPr>
        <w:t xml:space="preserve"> </w:t>
      </w:r>
      <w:r w:rsidR="00DD44C1" w:rsidRPr="00990230">
        <w:rPr>
          <w:rFonts w:ascii="Calibri" w:hAnsi="Calibri"/>
          <w:sz w:val="20"/>
          <w:szCs w:val="20"/>
        </w:rPr>
        <w:tab/>
      </w:r>
      <w:r w:rsidRPr="00990230">
        <w:rPr>
          <w:rFonts w:ascii="Calibri" w:hAnsi="Calibri"/>
          <w:sz w:val="20"/>
          <w:szCs w:val="20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 xml:space="preserve">4= </w:t>
      </w:r>
      <w:r w:rsidRPr="00990230">
        <w:rPr>
          <w:rFonts w:ascii="Calibri" w:hAnsi="Calibri"/>
          <w:sz w:val="20"/>
          <w:szCs w:val="20"/>
        </w:rPr>
        <w:t>other (specify)</w:t>
      </w:r>
      <w:r w:rsidRPr="00990230">
        <w:rPr>
          <w:rFonts w:ascii="Calibri" w:eastAsia="Arial Unicode MS" w:hAnsi="Calibri" w:cs="Arial Unicode MS"/>
          <w:b/>
          <w:bCs/>
          <w:color w:val="D9D5BD"/>
          <w:sz w:val="20"/>
          <w:szCs w:val="20"/>
          <w:rtl/>
          <w:lang w:bidi="ar-EG"/>
        </w:rPr>
        <w:t xml:space="preserve"> 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lastRenderedPageBreak/>
        <w:t>Do you think that bad exploitation of land leads to soil problems?</w:t>
      </w:r>
      <w:r w:rsidRPr="00990230">
        <w:rPr>
          <w:rFonts w:ascii="Calibri" w:hAnsi="Calibri" w:cs="Arial"/>
          <w:b/>
          <w:bCs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  <w:r w:rsidRPr="00990230">
        <w:rPr>
          <w:rFonts w:ascii="Calibri" w:hAnsi="Calibri" w:cs="Arial"/>
          <w:sz w:val="20"/>
          <w:szCs w:val="20"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3= I'm not sure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>Can we solve these problems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</w:rPr>
        <w:t xml:space="preserve"> How?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</w:t>
      </w:r>
      <w:r w:rsidR="00617169"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Do you think </w:t>
      </w:r>
      <w:r w:rsidRPr="00990230">
        <w:rPr>
          <w:rFonts w:ascii="Calibri" w:eastAsia="Arial Unicode MS" w:hAnsi="Calibri" w:cs="Arial Unicode MS"/>
          <w:b/>
          <w:bCs/>
        </w:rPr>
        <w:t>that the over-use of chemicals (</w:t>
      </w:r>
      <w:r w:rsidRPr="00990230">
        <w:rPr>
          <w:rFonts w:ascii="Calibri" w:eastAsia="Arial Unicode MS" w:hAnsi="Calibri" w:cs="Arial Unicode MS"/>
          <w:b/>
          <w:bCs/>
          <w:sz w:val="18"/>
          <w:szCs w:val="18"/>
        </w:rPr>
        <w:t>fertilizers &amp; pesticides</w:t>
      </w:r>
      <w:r w:rsidRPr="00990230">
        <w:rPr>
          <w:rFonts w:ascii="Calibri" w:eastAsia="Arial Unicode MS" w:hAnsi="Calibri" w:cs="Arial Unicode MS"/>
          <w:b/>
          <w:bCs/>
        </w:rPr>
        <w:t>) in agriculture leads to environmental and health problems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?</w:t>
      </w:r>
      <w:r w:rsidRPr="00990230">
        <w:rPr>
          <w:rFonts w:ascii="Calibri" w:hAnsi="Calibri" w:cs="Arial"/>
          <w:b/>
          <w:bCs/>
        </w:rPr>
        <w:t xml:space="preserve">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 w:hint="cs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1= Yes</w:t>
      </w:r>
      <w:r w:rsidR="00617169" w:rsidRPr="00990230">
        <w:rPr>
          <w:rFonts w:ascii="Calibri" w:hAnsi="Calibri" w:cs="Arial" w:hint="cs"/>
          <w:sz w:val="20"/>
          <w:szCs w:val="20"/>
          <w:rtl/>
        </w:rPr>
        <w:t xml:space="preserve"> </w:t>
      </w:r>
      <w:r w:rsidRPr="00990230">
        <w:rPr>
          <w:rFonts w:ascii="Calibri" w:hAnsi="Calibri" w:cs="Arial"/>
          <w:sz w:val="20"/>
          <w:szCs w:val="20"/>
        </w:rPr>
        <w:t>2= No</w:t>
      </w:r>
      <w:r w:rsidR="00617169"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3= I'm not sure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</w:rPr>
        <w:t>Can we solve these problems</w:t>
      </w:r>
      <w:r w:rsidRPr="00990230">
        <w:rPr>
          <w:rFonts w:ascii="Calibri" w:hAnsi="Calibri" w:cs="Arial"/>
          <w:b/>
          <w:bCs/>
        </w:rPr>
        <w:t>?</w:t>
      </w:r>
      <w:r w:rsidRPr="00990230">
        <w:rPr>
          <w:rFonts w:ascii="Calibri" w:eastAsia="Arial Unicode MS" w:hAnsi="Calibri" w:cs="Arial Unicode MS"/>
          <w:b/>
          <w:bCs/>
        </w:rPr>
        <w:t xml:space="preserve"> How?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 xml:space="preserve"> __________________________</w:t>
      </w:r>
      <w:r w:rsidR="00617169"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</w:t>
      </w:r>
      <w:r w:rsidRPr="00990230">
        <w:rPr>
          <w:rFonts w:ascii="Calibri" w:eastAsia="Arial Unicode MS" w:hAnsi="Calibri" w:cs="Arial Unicode MS" w:hint="cs"/>
          <w:b/>
          <w:bCs/>
          <w:color w:val="D9D5BD"/>
          <w:rtl/>
          <w:lang w:bidi="ar-EG"/>
        </w:rPr>
        <w:t>____________________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__________</w:t>
      </w:r>
    </w:p>
    <w:p w:rsidR="00DD44C1" w:rsidRPr="00990230" w:rsidRDefault="00DD44C1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u w:val="single"/>
        </w:rPr>
      </w:pPr>
      <w:r w:rsidRPr="00990230">
        <w:rPr>
          <w:rFonts w:ascii="Calibri" w:hAnsi="Calibri" w:cs="Arial"/>
          <w:b/>
          <w:bCs/>
          <w:u w:val="single"/>
        </w:rPr>
        <w:t xml:space="preserve">8.2.3. </w:t>
      </w:r>
      <w:smartTag w:uri="urn:schemas-microsoft-com:office:smarttags" w:element="PlaceType">
        <w:r w:rsidRPr="00990230">
          <w:rPr>
            <w:rFonts w:ascii="Calibri" w:hAnsi="Calibri" w:cs="Arial"/>
            <w:b/>
            <w:bCs/>
            <w:u w:val="single"/>
          </w:rPr>
          <w:t>Land</w:t>
        </w:r>
      </w:smartTag>
      <w:r w:rsidRPr="00990230">
        <w:rPr>
          <w:rFonts w:ascii="Calibri" w:hAnsi="Calibri" w:cs="Arial"/>
          <w:b/>
          <w:bCs/>
          <w:u w:val="single"/>
        </w:rPr>
        <w:t xml:space="preserve"> </w:t>
      </w:r>
      <w:r w:rsidRPr="00990230">
        <w:rPr>
          <w:rFonts w:ascii="Calibri" w:hAnsi="Calibri"/>
          <w:b/>
          <w:bCs/>
          <w:u w:val="single"/>
        </w:rPr>
        <w:t>rental value / price of the land according to the level of soil salinity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How do you describe the level of soil salinity in your land?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low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moderate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high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>What is the average rental value of your land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  <w:rtl/>
        </w:rPr>
        <w:t xml:space="preserve"> </w:t>
      </w:r>
      <w:r w:rsidRPr="00990230">
        <w:rPr>
          <w:rFonts w:ascii="Calibri" w:hAnsi="Calibri" w:cs="Arial"/>
        </w:rPr>
        <w:t>L.E./</w:t>
      </w:r>
      <w:r w:rsidR="00CF61E9">
        <w:rPr>
          <w:rFonts w:ascii="Calibri" w:hAnsi="Calibri" w:cs="Arial"/>
        </w:rPr>
        <w:t>one Ha</w:t>
      </w:r>
      <w:r w:rsidRPr="00990230">
        <w:rPr>
          <w:rFonts w:ascii="Calibri" w:hAnsi="Calibri" w:cs="Arial"/>
          <w:b/>
          <w:bCs/>
        </w:rPr>
        <w:t>.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How far is water table in your land?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="00617169"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="00617169"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="00617169"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low</w:t>
      </w:r>
      <w:r w:rsidRPr="00990230">
        <w:rPr>
          <w:rFonts w:ascii="Calibri" w:hAnsi="Calibri" w:cs="Arial"/>
        </w:rPr>
        <w:tab/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moderate</w:t>
      </w:r>
      <w:r w:rsidRPr="00990230">
        <w:rPr>
          <w:rFonts w:ascii="Calibri" w:hAnsi="Calibri" w:cs="Arial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tab/>
      </w:r>
      <w:r w:rsidRPr="00990230">
        <w:rPr>
          <w:rFonts w:ascii="Calibri" w:eastAsia="Arial Unicode MS" w:hAnsi="Calibri" w:cs="Arial Unicode MS"/>
        </w:rPr>
        <w:sym w:font="Wingdings 2" w:char="F02A"/>
      </w:r>
      <w:r w:rsidRPr="00990230">
        <w:rPr>
          <w:rFonts w:ascii="Calibri" w:hAnsi="Calibri"/>
        </w:rPr>
        <w:t xml:space="preserve"> high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 xml:space="preserve"> 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lang w:bidi="ar-EG"/>
        </w:rPr>
        <w:tab/>
        <w:t>"</w:t>
      </w:r>
      <w:r w:rsidRPr="00990230">
        <w:rPr>
          <w:rFonts w:ascii="Calibri" w:hAnsi="Calibri" w:cs="Arial"/>
        </w:rPr>
        <w:t>about 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  <w:rtl/>
        </w:rPr>
        <w:t xml:space="preserve"> </w:t>
      </w:r>
      <w:r w:rsidRPr="00990230">
        <w:rPr>
          <w:rFonts w:ascii="Calibri" w:hAnsi="Calibri" w:cs="Arial"/>
        </w:rPr>
        <w:t>m</w:t>
      </w:r>
      <w:r w:rsidRPr="00990230">
        <w:rPr>
          <w:rFonts w:ascii="Calibri" w:eastAsia="Arial Unicode MS" w:hAnsi="Calibri" w:cs="Arial Unicode MS"/>
          <w:b/>
          <w:bCs/>
          <w:lang w:bidi="ar-EG"/>
        </w:rPr>
        <w:t>"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eastAsia="Arial Unicode MS" w:hAnsi="Calibri" w:cs="Arial Unicode MS"/>
          <w:b/>
          <w:bCs/>
          <w:lang w:bidi="ar-EG"/>
        </w:rPr>
      </w:pPr>
      <w:r w:rsidRPr="00990230">
        <w:rPr>
          <w:rFonts w:ascii="Calibri" w:eastAsia="Arial Unicode MS" w:hAnsi="Calibri" w:cs="Arial Unicode MS"/>
          <w:b/>
          <w:bCs/>
        </w:rPr>
        <w:t xml:space="preserve">How far is your land to the nearest urban </w:t>
      </w:r>
      <w:proofErr w:type="spellStart"/>
      <w:r w:rsidRPr="00990230">
        <w:rPr>
          <w:rFonts w:ascii="Calibri" w:eastAsia="Arial Unicode MS" w:hAnsi="Calibri" w:cs="Arial Unicode MS"/>
          <w:b/>
          <w:bCs/>
        </w:rPr>
        <w:t>centre</w:t>
      </w:r>
      <w:proofErr w:type="spellEnd"/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_________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b/>
          <w:bCs/>
          <w:rtl/>
        </w:rPr>
        <w:t xml:space="preserve"> </w:t>
      </w:r>
      <w:r w:rsidRPr="00990230">
        <w:rPr>
          <w:rFonts w:ascii="Calibri" w:hAnsi="Calibri" w:cs="Arial"/>
        </w:rPr>
        <w:t>Km</w:t>
      </w:r>
      <w:r w:rsidRPr="00990230">
        <w:rPr>
          <w:rFonts w:ascii="Calibri" w:hAnsi="Calibri" w:cs="Arial"/>
          <w:b/>
          <w:bCs/>
        </w:rPr>
        <w:t>.</w:t>
      </w:r>
    </w:p>
    <w:p w:rsidR="00DD44C1" w:rsidRPr="00990230" w:rsidRDefault="00DD44C1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u w:val="single"/>
        </w:rPr>
      </w:pPr>
      <w:r w:rsidRPr="00990230">
        <w:rPr>
          <w:rFonts w:ascii="Calibri" w:hAnsi="Calibri" w:cs="Arial"/>
          <w:b/>
          <w:bCs/>
          <w:u w:val="single"/>
        </w:rPr>
        <w:t>8.2.4. Machines &amp; equipment of production and home appliances</w:t>
      </w:r>
    </w:p>
    <w:tbl>
      <w:tblPr>
        <w:tblW w:w="500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822"/>
        <w:gridCol w:w="731"/>
        <w:gridCol w:w="997"/>
        <w:gridCol w:w="997"/>
        <w:gridCol w:w="997"/>
        <w:gridCol w:w="997"/>
        <w:gridCol w:w="997"/>
        <w:gridCol w:w="719"/>
        <w:gridCol w:w="719"/>
        <w:gridCol w:w="529"/>
        <w:gridCol w:w="1260"/>
        <w:gridCol w:w="1071"/>
        <w:gridCol w:w="1071"/>
        <w:gridCol w:w="1071"/>
      </w:tblGrid>
      <w:tr w:rsidR="005B3F08" w:rsidRPr="00990230" w:rsidTr="006302DC">
        <w:trPr>
          <w:trHeight w:val="458"/>
          <w:jc w:val="center"/>
        </w:trPr>
        <w:tc>
          <w:tcPr>
            <w:tcW w:w="61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Machine/equipment</w:t>
            </w:r>
          </w:p>
        </w:tc>
        <w:tc>
          <w:tcPr>
            <w:tcW w:w="27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Tractor</w:t>
            </w:r>
          </w:p>
        </w:tc>
        <w:tc>
          <w:tcPr>
            <w:tcW w:w="24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Plow</w:t>
            </w: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Irrigation pumps</w:t>
            </w: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Irrigation wheel</w:t>
            </w: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Harvesting machine</w:t>
            </w: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Threshing machine</w:t>
            </w: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 xml:space="preserve">Motorized sprayer </w:t>
            </w:r>
          </w:p>
        </w:tc>
        <w:tc>
          <w:tcPr>
            <w:tcW w:w="243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Trailer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Pickup</w:t>
            </w:r>
          </w:p>
        </w:tc>
        <w:tc>
          <w:tcPr>
            <w:tcW w:w="179" w:type="pc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Cart</w:t>
            </w:r>
          </w:p>
        </w:tc>
        <w:tc>
          <w:tcPr>
            <w:tcW w:w="426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Refrigerator</w:t>
            </w: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Washing machine</w:t>
            </w: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T.V. set</w:t>
            </w: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other (specify)</w:t>
            </w:r>
          </w:p>
        </w:tc>
      </w:tr>
      <w:tr w:rsidR="005B3F08" w:rsidRPr="00990230" w:rsidTr="006302DC">
        <w:trPr>
          <w:trHeight w:val="60"/>
          <w:jc w:val="center"/>
        </w:trPr>
        <w:tc>
          <w:tcPr>
            <w:tcW w:w="61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27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rtl/>
                <w:lang w:bidi="ar-EG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Arial" w:hAnsi="Arial"/>
                <w:sz w:val="18"/>
                <w:szCs w:val="18"/>
                <w:rtl/>
                <w:lang w:bidi="ar-EG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3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426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</w:tr>
      <w:tr w:rsidR="005B3F08" w:rsidRPr="00990230" w:rsidTr="006302DC">
        <w:trPr>
          <w:trHeight w:val="111"/>
          <w:jc w:val="center"/>
        </w:trPr>
        <w:tc>
          <w:tcPr>
            <w:tcW w:w="61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eastAsia="Arial Unicode MS" w:hAnsi="Calibri" w:cs="Arial Unicode MS"/>
                <w:b/>
                <w:bCs/>
                <w:sz w:val="18"/>
                <w:szCs w:val="18"/>
              </w:rPr>
            </w:pPr>
            <w:r w:rsidRPr="00990230">
              <w:rPr>
                <w:rFonts w:ascii="Calibri" w:eastAsia="Arial Unicode MS" w:hAnsi="Calibri"/>
                <w:b/>
                <w:bCs/>
                <w:sz w:val="18"/>
                <w:szCs w:val="18"/>
              </w:rPr>
              <w:t>Ownership</w:t>
            </w:r>
            <w:r w:rsidRPr="00990230">
              <w:rPr>
                <w:rFonts w:ascii="Calibri" w:eastAsia="Arial Unicode MS" w:hAnsi="Calibri" w:cs="Arial Unicode MS"/>
                <w:b/>
                <w:bCs/>
                <w:sz w:val="18"/>
                <w:szCs w:val="18"/>
                <w:vertAlign w:val="superscript"/>
                <w:lang w:bidi="ar-EG"/>
              </w:rPr>
              <w:t xml:space="preserve"> (1)</w:t>
            </w:r>
          </w:p>
        </w:tc>
        <w:tc>
          <w:tcPr>
            <w:tcW w:w="27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3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426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</w:tr>
      <w:tr w:rsidR="005B3F08" w:rsidRPr="00990230" w:rsidTr="006302DC">
        <w:trPr>
          <w:trHeight w:val="60"/>
          <w:jc w:val="center"/>
        </w:trPr>
        <w:tc>
          <w:tcPr>
            <w:tcW w:w="61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Market value (L.E.)</w:t>
            </w:r>
          </w:p>
        </w:tc>
        <w:tc>
          <w:tcPr>
            <w:tcW w:w="278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37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3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179" w:type="pct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426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  <w:tc>
          <w:tcPr>
            <w:tcW w:w="362" w:type="pct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  <w:sz w:val="18"/>
                <w:szCs w:val="18"/>
              </w:rPr>
            </w:pPr>
          </w:p>
        </w:tc>
      </w:tr>
    </w:tbl>
    <w:p w:rsidR="005B3F08" w:rsidRPr="00990230" w:rsidRDefault="005B3F08" w:rsidP="00DB304B">
      <w:pPr>
        <w:keepNext/>
        <w:keepLines/>
        <w:spacing w:after="0" w:line="240" w:lineRule="auto"/>
        <w:ind w:firstLine="180"/>
        <w:jc w:val="lowKashida"/>
        <w:rPr>
          <w:rFonts w:ascii="Calibri" w:hAnsi="Calibri"/>
          <w:sz w:val="20"/>
          <w:szCs w:val="20"/>
        </w:rPr>
      </w:pPr>
      <w:r w:rsidRPr="00990230">
        <w:rPr>
          <w:rFonts w:ascii="Calibri" w:eastAsia="Arial Unicode MS" w:hAnsi="Calibri" w:cs="Arial Unicode MS"/>
          <w:b/>
          <w:bCs/>
          <w:sz w:val="20"/>
          <w:szCs w:val="20"/>
          <w:u w:val="single"/>
          <w:lang w:bidi="ar-EG"/>
        </w:rPr>
        <w:t>Codes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>:</w:t>
      </w:r>
      <w:r w:rsidRPr="00990230">
        <w:rPr>
          <w:rFonts w:ascii="Calibri" w:eastAsia="Arial Unicode MS" w:hAnsi="Calibri" w:cs="Arial Unicode MS"/>
          <w:sz w:val="20"/>
          <w:szCs w:val="20"/>
          <w:vertAlign w:val="superscript"/>
          <w:lang w:bidi="ar-EG"/>
        </w:rPr>
        <w:t xml:space="preserve"> (1)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rtl/>
          <w:lang w:bidi="ar-EG"/>
        </w:rPr>
        <w:t xml:space="preserve"> </w:t>
      </w:r>
      <w:r w:rsidRPr="00990230">
        <w:rPr>
          <w:rFonts w:ascii="Calibri" w:eastAsia="Arial Unicode MS" w:hAnsi="Calibri"/>
          <w:b/>
          <w:bCs/>
          <w:sz w:val="20"/>
          <w:szCs w:val="20"/>
        </w:rPr>
        <w:t>Ownership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 xml:space="preserve">: </w:t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ab/>
        <w:t>1= owned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2= rented</w:t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b/>
          <w:bCs/>
          <w:sz w:val="20"/>
          <w:szCs w:val="20"/>
          <w:lang w:bidi="ar-EG"/>
        </w:rPr>
        <w:tab/>
      </w:r>
      <w:r w:rsidRPr="00990230">
        <w:rPr>
          <w:rFonts w:ascii="Calibri" w:eastAsia="Arial Unicode MS" w:hAnsi="Calibri" w:cs="Arial Unicode MS"/>
          <w:sz w:val="20"/>
          <w:szCs w:val="20"/>
          <w:lang w:bidi="ar-EG"/>
        </w:rPr>
        <w:t>3= shared</w:t>
      </w:r>
      <w:r w:rsidRPr="00990230">
        <w:rPr>
          <w:rFonts w:ascii="Calibri" w:hAnsi="Calibri"/>
          <w:sz w:val="20"/>
          <w:szCs w:val="20"/>
        </w:rPr>
        <w:t xml:space="preserve"> (% of sharing)</w:t>
      </w:r>
    </w:p>
    <w:p w:rsidR="00DD44C1" w:rsidRPr="00990230" w:rsidRDefault="00DD44C1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u w:val="single"/>
        </w:rPr>
      </w:pPr>
    </w:p>
    <w:p w:rsidR="005B3F08" w:rsidRPr="00990230" w:rsidRDefault="005B3F08" w:rsidP="00DB304B">
      <w:pPr>
        <w:keepNext/>
        <w:keepLines/>
        <w:autoSpaceDE w:val="0"/>
        <w:autoSpaceDN w:val="0"/>
        <w:spacing w:after="0" w:line="240" w:lineRule="auto"/>
        <w:ind w:firstLine="181"/>
        <w:rPr>
          <w:rFonts w:ascii="Calibri" w:hAnsi="Calibri" w:cs="Arial"/>
          <w:b/>
          <w:bCs/>
          <w:u w:val="single"/>
        </w:rPr>
      </w:pPr>
      <w:r w:rsidRPr="00990230">
        <w:rPr>
          <w:rFonts w:ascii="Calibri" w:hAnsi="Calibri" w:cs="Arial"/>
          <w:b/>
          <w:bCs/>
          <w:u w:val="single"/>
        </w:rPr>
        <w:t xml:space="preserve">8.2.5. </w:t>
      </w:r>
      <w:r w:rsidRPr="00990230">
        <w:rPr>
          <w:rFonts w:ascii="Calibri" w:hAnsi="Calibri" w:cs="Arial"/>
          <w:b/>
          <w:bCs/>
          <w:caps/>
          <w:u w:val="single"/>
        </w:rPr>
        <w:t>s</w:t>
      </w:r>
      <w:r w:rsidRPr="00990230">
        <w:rPr>
          <w:rFonts w:ascii="Calibri" w:hAnsi="Calibri" w:cs="Arial"/>
          <w:b/>
          <w:bCs/>
          <w:u w:val="single"/>
        </w:rPr>
        <w:t>ources of credit</w:t>
      </w:r>
    </w:p>
    <w:p w:rsidR="005B3F08" w:rsidRPr="00990230" w:rsidRDefault="005B3F08" w:rsidP="00DB304B">
      <w:pPr>
        <w:keepNext/>
        <w:keepLines/>
        <w:numPr>
          <w:ilvl w:val="0"/>
          <w:numId w:val="9"/>
        </w:numPr>
        <w:tabs>
          <w:tab w:val="clear" w:pos="720"/>
          <w:tab w:val="num" w:pos="206"/>
        </w:tabs>
        <w:spacing w:after="0" w:line="240" w:lineRule="auto"/>
        <w:ind w:left="289" w:hanging="289"/>
        <w:jc w:val="lowKashida"/>
        <w:rPr>
          <w:rFonts w:ascii="Calibri" w:hAnsi="Calibri" w:cs="Arial"/>
          <w:b/>
          <w:bCs/>
          <w:sz w:val="28"/>
          <w:szCs w:val="28"/>
        </w:rPr>
      </w:pPr>
      <w:r w:rsidRPr="00990230">
        <w:rPr>
          <w:rFonts w:ascii="Calibri" w:eastAsia="Arial Unicode MS" w:hAnsi="Calibri" w:cs="Arial Unicode MS"/>
          <w:b/>
          <w:bCs/>
          <w:lang w:bidi="ar-EG"/>
        </w:rPr>
        <w:t>Did you borrow from any of the following sources of credit during last 12 months</w:t>
      </w:r>
      <w:r w:rsidRPr="00990230">
        <w:rPr>
          <w:rFonts w:ascii="Calibri" w:hAnsi="Calibri" w:cs="Arial"/>
          <w:b/>
          <w:bCs/>
        </w:rPr>
        <w:t xml:space="preserve">? </w:t>
      </w:r>
      <w:r w:rsidRPr="00990230">
        <w:rPr>
          <w:rFonts w:ascii="Calibri" w:hAnsi="Calibri" w:cs="Arial"/>
        </w:rPr>
        <w:t>(</w:t>
      </w:r>
      <w:r w:rsidRPr="00990230">
        <w:rPr>
          <w:rFonts w:ascii="Calibri" w:eastAsia="Arial Unicode MS" w:hAnsi="Calibri" w:cs="Arial Unicode MS"/>
          <w:b/>
          <w:bCs/>
          <w:color w:val="D9D5BD"/>
          <w:rtl/>
          <w:lang w:bidi="ar-EG"/>
        </w:rPr>
        <w:t>__</w:t>
      </w:r>
      <w:r w:rsidRPr="00990230">
        <w:rPr>
          <w:rFonts w:ascii="Calibri" w:hAnsi="Calibri" w:cs="Arial"/>
        </w:rPr>
        <w:t>)</w:t>
      </w:r>
      <w:r w:rsidRPr="00990230">
        <w:rPr>
          <w:rFonts w:ascii="Calibri" w:hAnsi="Calibri" w:cs="Arial"/>
          <w:sz w:val="20"/>
          <w:szCs w:val="20"/>
        </w:rPr>
        <w:t>1= Yes</w:t>
      </w:r>
      <w:r w:rsidRPr="00990230">
        <w:rPr>
          <w:rFonts w:ascii="Calibri" w:hAnsi="Calibri" w:cs="Arial" w:hint="cs"/>
          <w:sz w:val="20"/>
          <w:szCs w:val="20"/>
          <w:rtl/>
        </w:rPr>
        <w:tab/>
      </w:r>
      <w:r w:rsidRPr="00990230">
        <w:rPr>
          <w:rFonts w:ascii="Calibri" w:hAnsi="Calibri" w:cs="Arial"/>
          <w:sz w:val="20"/>
          <w:szCs w:val="20"/>
        </w:rPr>
        <w:t>2= No</w:t>
      </w:r>
    </w:p>
    <w:p w:rsidR="005B3F08" w:rsidRPr="00990230" w:rsidRDefault="005B3F08" w:rsidP="00DB304B">
      <w:pPr>
        <w:keepNext/>
        <w:keepLines/>
        <w:numPr>
          <w:ilvl w:val="0"/>
          <w:numId w:val="10"/>
        </w:numPr>
        <w:tabs>
          <w:tab w:val="clear" w:pos="720"/>
          <w:tab w:val="num" w:pos="500"/>
        </w:tabs>
        <w:spacing w:after="0" w:line="240" w:lineRule="auto"/>
        <w:ind w:left="323" w:hanging="181"/>
        <w:jc w:val="lowKashida"/>
        <w:rPr>
          <w:rFonts w:ascii="Calibri" w:eastAsia="Arial Unicode MS" w:hAnsi="Calibri" w:cs="Sultan bold"/>
          <w:b/>
          <w:bCs/>
          <w:u w:val="single"/>
        </w:rPr>
      </w:pPr>
      <w:r w:rsidRPr="00990230">
        <w:rPr>
          <w:rFonts w:ascii="Calibri" w:eastAsia="Arial Unicode MS" w:hAnsi="Calibri" w:cs="Sultan bold"/>
          <w:b/>
          <w:bCs/>
          <w:u w:val="single"/>
        </w:rPr>
        <w:t>If the answer is "Yes":</w:t>
      </w:r>
      <w:r w:rsidRPr="00990230">
        <w:rPr>
          <w:rFonts w:ascii="Calibri" w:eastAsia="Arial Unicode MS" w:hAnsi="Calibri" w:cs="Sultan bold"/>
          <w:b/>
          <w:bCs/>
        </w:rPr>
        <w:t xml:space="preserve"> </w:t>
      </w:r>
    </w:p>
    <w:tbl>
      <w:tblPr>
        <w:tblW w:w="5000" w:type="pct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2191"/>
        <w:gridCol w:w="1540"/>
        <w:gridCol w:w="1865"/>
        <w:gridCol w:w="1865"/>
        <w:gridCol w:w="1652"/>
        <w:gridCol w:w="1856"/>
        <w:gridCol w:w="2088"/>
      </w:tblGrid>
      <w:tr w:rsidR="005B3F08" w:rsidRPr="00990230" w:rsidTr="006302DC">
        <w:trPr>
          <w:trHeight w:val="200"/>
          <w:jc w:val="center"/>
        </w:trPr>
        <w:tc>
          <w:tcPr>
            <w:tcW w:w="1844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Source of loan</w:t>
            </w:r>
          </w:p>
        </w:tc>
        <w:tc>
          <w:tcPr>
            <w:tcW w:w="234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The purpose of the loan</w:t>
            </w:r>
          </w:p>
        </w:tc>
        <w:tc>
          <w:tcPr>
            <w:tcW w:w="164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Loan sum (L.E.)</w:t>
            </w:r>
          </w:p>
        </w:tc>
        <w:tc>
          <w:tcPr>
            <w:tcW w:w="199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Loan duration (month)</w:t>
            </w:r>
          </w:p>
        </w:tc>
        <w:tc>
          <w:tcPr>
            <w:tcW w:w="199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Annual interest rate %</w:t>
            </w:r>
          </w:p>
        </w:tc>
        <w:tc>
          <w:tcPr>
            <w:tcW w:w="176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Guarantee</w:t>
            </w:r>
          </w:p>
        </w:tc>
        <w:tc>
          <w:tcPr>
            <w:tcW w:w="198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Method of repayment</w:t>
            </w:r>
          </w:p>
        </w:tc>
        <w:tc>
          <w:tcPr>
            <w:tcW w:w="2230" w:type="dxa"/>
            <w:shd w:val="clear" w:color="auto" w:fill="auto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18"/>
                <w:szCs w:val="18"/>
                <w:rtl/>
              </w:rPr>
            </w:pPr>
            <w:r w:rsidRPr="00990230">
              <w:rPr>
                <w:rFonts w:ascii="Calibri" w:hAnsi="Calibri"/>
                <w:b/>
                <w:bCs/>
                <w:sz w:val="18"/>
                <w:szCs w:val="18"/>
              </w:rPr>
              <w:t>% of repayment until now</w:t>
            </w:r>
          </w:p>
        </w:tc>
      </w:tr>
      <w:tr w:rsidR="005B3F08" w:rsidRPr="00990230" w:rsidTr="006302DC">
        <w:trPr>
          <w:trHeight w:val="200"/>
          <w:jc w:val="center"/>
        </w:trPr>
        <w:tc>
          <w:tcPr>
            <w:tcW w:w="1844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Relatives</w:t>
            </w:r>
          </w:p>
        </w:tc>
        <w:tc>
          <w:tcPr>
            <w:tcW w:w="234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64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9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76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5B3F08" w:rsidRPr="00990230" w:rsidTr="006302DC">
        <w:trPr>
          <w:trHeight w:val="200"/>
          <w:jc w:val="center"/>
        </w:trPr>
        <w:tc>
          <w:tcPr>
            <w:tcW w:w="1844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Village merchant</w:t>
            </w:r>
          </w:p>
        </w:tc>
        <w:tc>
          <w:tcPr>
            <w:tcW w:w="234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64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76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8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223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</w:tr>
      <w:tr w:rsidR="005B3F08" w:rsidRPr="00990230" w:rsidTr="006302DC">
        <w:trPr>
          <w:trHeight w:val="200"/>
          <w:jc w:val="center"/>
        </w:trPr>
        <w:tc>
          <w:tcPr>
            <w:tcW w:w="1844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Banks</w:t>
            </w:r>
          </w:p>
        </w:tc>
        <w:tc>
          <w:tcPr>
            <w:tcW w:w="234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64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76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8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223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</w:tr>
      <w:tr w:rsidR="005B3F08" w:rsidRPr="00990230" w:rsidTr="006302DC">
        <w:trPr>
          <w:trHeight w:val="200"/>
          <w:jc w:val="center"/>
        </w:trPr>
        <w:tc>
          <w:tcPr>
            <w:tcW w:w="1844" w:type="dxa"/>
            <w:vAlign w:val="center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90230">
              <w:rPr>
                <w:rFonts w:ascii="Calibri" w:hAnsi="Calibri"/>
                <w:b/>
                <w:bCs/>
                <w:caps/>
                <w:sz w:val="20"/>
                <w:szCs w:val="20"/>
              </w:rPr>
              <w:t>ngo</w:t>
            </w: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34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64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90" w:type="dxa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76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8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2230" w:type="dxa"/>
            <w:shd w:val="clear" w:color="auto" w:fill="auto"/>
          </w:tcPr>
          <w:p w:rsidR="005B3F08" w:rsidRPr="00990230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</w:tr>
      <w:tr w:rsidR="005B3F08" w:rsidRPr="00B201B4" w:rsidTr="006302DC">
        <w:trPr>
          <w:trHeight w:val="200"/>
          <w:jc w:val="center"/>
        </w:trPr>
        <w:tc>
          <w:tcPr>
            <w:tcW w:w="1844" w:type="dxa"/>
            <w:vAlign w:val="center"/>
          </w:tcPr>
          <w:p w:rsidR="005B3F08" w:rsidRPr="00774974" w:rsidRDefault="005B3F08" w:rsidP="00DB304B">
            <w:pPr>
              <w:keepNext/>
              <w:keepLines/>
              <w:spacing w:after="0" w:line="240" w:lineRule="auto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990230">
              <w:rPr>
                <w:rFonts w:ascii="Calibri" w:hAnsi="Calibri"/>
                <w:b/>
                <w:bCs/>
                <w:sz w:val="20"/>
                <w:szCs w:val="20"/>
              </w:rPr>
              <w:t>other (specify)</w:t>
            </w:r>
          </w:p>
        </w:tc>
        <w:tc>
          <w:tcPr>
            <w:tcW w:w="2340" w:type="dxa"/>
          </w:tcPr>
          <w:p w:rsidR="005B3F08" w:rsidRPr="00B201B4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640" w:type="dxa"/>
          </w:tcPr>
          <w:p w:rsidR="005B3F08" w:rsidRPr="00B201B4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90" w:type="dxa"/>
          </w:tcPr>
          <w:p w:rsidR="005B3F08" w:rsidRPr="00B201B4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90" w:type="dxa"/>
          </w:tcPr>
          <w:p w:rsidR="005B3F08" w:rsidRPr="00B201B4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760" w:type="dxa"/>
            <w:shd w:val="clear" w:color="auto" w:fill="auto"/>
          </w:tcPr>
          <w:p w:rsidR="005B3F08" w:rsidRPr="00B201B4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1980" w:type="dxa"/>
            <w:shd w:val="clear" w:color="auto" w:fill="auto"/>
          </w:tcPr>
          <w:p w:rsidR="005B3F08" w:rsidRPr="00B201B4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  <w:tc>
          <w:tcPr>
            <w:tcW w:w="2230" w:type="dxa"/>
            <w:shd w:val="clear" w:color="auto" w:fill="auto"/>
          </w:tcPr>
          <w:p w:rsidR="005B3F08" w:rsidRPr="00B201B4" w:rsidRDefault="005B3F08" w:rsidP="00DB304B">
            <w:pPr>
              <w:keepNext/>
              <w:keepLines/>
              <w:spacing w:after="0" w:line="240" w:lineRule="auto"/>
              <w:rPr>
                <w:rFonts w:ascii="Calibri" w:hAnsi="Calibri" w:cs="Sultan bold"/>
                <w:color w:val="0000FF"/>
              </w:rPr>
            </w:pPr>
          </w:p>
        </w:tc>
      </w:tr>
    </w:tbl>
    <w:p w:rsidR="00BB617C" w:rsidRDefault="00BB617C" w:rsidP="00DB304B">
      <w:pPr>
        <w:keepNext/>
        <w:keepLines/>
        <w:spacing w:after="0" w:line="240" w:lineRule="auto"/>
        <w:jc w:val="both"/>
        <w:rPr>
          <w:rFonts w:cs="Arial"/>
        </w:rPr>
        <w:sectPr w:rsidR="00BB617C" w:rsidSect="00094C91">
          <w:headerReference w:type="even" r:id="rId112"/>
          <w:footerReference w:type="even" r:id="rId113"/>
          <w:footerReference w:type="default" r:id="rId114"/>
          <w:type w:val="nextColumn"/>
          <w:pgSz w:w="16840" w:h="11907" w:orient="landscape" w:code="9"/>
          <w:pgMar w:top="1134" w:right="1134" w:bottom="1134" w:left="1134" w:header="720" w:footer="720" w:gutter="0"/>
          <w:cols w:space="720"/>
          <w:noEndnote/>
        </w:sectPr>
      </w:pPr>
    </w:p>
    <w:p w:rsidR="00E66C61" w:rsidRPr="00094C91" w:rsidRDefault="00E66C61" w:rsidP="00094C91">
      <w:pPr>
        <w:pStyle w:val="Heading1"/>
        <w:spacing w:before="0" w:line="240" w:lineRule="auto"/>
        <w:jc w:val="both"/>
        <w:rPr>
          <w:rFonts w:cs="Calibri"/>
          <w:color w:val="FF0000"/>
          <w:sz w:val="2"/>
          <w:szCs w:val="2"/>
          <w:lang w:bidi="ar-EG"/>
        </w:rPr>
      </w:pPr>
    </w:p>
    <w:sectPr w:rsidR="00E66C61" w:rsidRPr="00094C91" w:rsidSect="00094C91">
      <w:type w:val="nextColumn"/>
      <w:pgSz w:w="16840" w:h="11907" w:orient="landscape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21" w:rsidRDefault="005F4A21">
      <w:r>
        <w:separator/>
      </w:r>
    </w:p>
  </w:endnote>
  <w:endnote w:type="continuationSeparator" w:id="0">
    <w:p w:rsidR="005F4A21" w:rsidRDefault="005F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Franklin Gothic Medium">
    <w:altName w:val="Franklin Gothic Medium"/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Malik Lt B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952" w:rsidRDefault="00082952" w:rsidP="004F0645">
    <w:pPr>
      <w:pStyle w:val="Footer"/>
      <w:tabs>
        <w:tab w:val="clear" w:pos="4680"/>
        <w:tab w:val="clear" w:pos="9360"/>
        <w:tab w:val="right" w:pos="9027"/>
      </w:tabs>
    </w:pPr>
    <w:r w:rsidRPr="004F0645">
      <w:t>[Type text]</w:t>
    </w:r>
    <w:r w:rsidRPr="005F3472">
      <w:tab/>
    </w:r>
    <w:r w:rsidRPr="004F0645">
      <w:t xml:space="preserve">Page </w:t>
    </w:r>
    <w:r w:rsidRPr="004F0645">
      <w:fldChar w:fldCharType="begin"/>
    </w:r>
    <w:r>
      <w:instrText xml:space="preserve"> PAGE   \* MERGEFORMAT </w:instrText>
    </w:r>
    <w:r w:rsidRPr="004F0645">
      <w:fldChar w:fldCharType="separate"/>
    </w:r>
    <w:r w:rsidRPr="004F0645">
      <w:rPr>
        <w:noProof/>
      </w:rPr>
      <w:t>4</w:t>
    </w:r>
    <w:r w:rsidRPr="004F0645">
      <w:rPr>
        <w:noProof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42880" behindDoc="0" locked="0" layoutInCell="0" allowOverlap="1" wp14:anchorId="14702581" wp14:editId="2D5B8BEC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7160" cy="822960"/>
              <wp:effectExtent l="0" t="0" r="0" b="0"/>
              <wp:wrapNone/>
              <wp:docPr id="441" name="Group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7160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oup 441" o:spid="_x0000_s1026" style="position:absolute;margin-left:0;margin-top:0;width:610.8pt;height:64.8pt;flip:y;z-index:251642880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Ccs6+OlwMAAJ8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IqsccAAADcAAAADwAAAGRycy9kb3ducmV2LnhtbESPQWsCMRSE7wX/Q3hCL1KzLlupq1Fs&#10;QWhpKWh78PjYPDeLm5clibr11zcFocdhZr5hFqvetuJMPjSOFUzGGQjiyumGawXfX5uHJxAhImts&#10;HZOCHwqwWg7uFlhqd+EtnXexFgnCoUQFJsaulDJUhiyGseuIk3dw3mJM0tdSe7wkuG1lnmVTabHh&#10;tGCwoxdD1XF3sgqe3zfX4rH+nPkTvY2u5iPb591Rqfthv56DiNTH//Ct/aoVFEUOf2fS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YiqxxwAAANwAAAAPAAAAAAAA&#10;AAAAAAAAAKECAABkcnMvZG93bnJldi54bWxQSwUGAAAAAAQABAD5AAAAlQMAAAAA&#10;" strokecolor="#31849b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2C13B035" wp14:editId="0A5BA21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90805" cy="822960"/>
              <wp:effectExtent l="0" t="0" r="23495" b="1524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rgbClr val="94734E"/>
                      </a:solidFill>
                      <a:ln w="9525">
                        <a:solidFill>
                          <a:srgbClr val="C6695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4" o:spid="_x0000_s1026" style="position:absolute;margin-left:0;margin-top:0;width:7.15pt;height:64.8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" fillcolor="#94734e" strokecolor="#c66951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78654495" wp14:editId="6005033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91440" cy="822960"/>
              <wp:effectExtent l="0" t="0" r="22860" b="1524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rgbClr val="94734E"/>
                      </a:solidFill>
                      <a:ln w="9525">
                        <a:solidFill>
                          <a:srgbClr val="C6695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445" o:spid="_x0000_s1026" style="position:absolute;margin-left:0;margin-top:0;width:7.2pt;height:64.8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" fillcolor="#94734e" strokecolor="#c66951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952" w:rsidRDefault="0008295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3B59FF6C" wp14:editId="06A897EC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634842" cy="740410"/>
              <wp:effectExtent l="0" t="0" r="0" b="0"/>
              <wp:wrapNone/>
              <wp:docPr id="459" name="Rectangle 4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34842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952" w:rsidRDefault="00082952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id="Rectangle 459" o:spid="_x0000_s1027" style="position:absolute;margin-left:0;margin-top:0;width:443.7pt;height:58.3pt;z-index:251652096;visibility:visible;mso-wrap-style:square;mso-width-percent: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" filled="f" stroked="f">
              <v:textbox inset=",0">
                <w:txbxContent>
                  <w:p w:rsidR="00082952" w:rsidRDefault="00082952">
                    <w:pPr>
                      <w:jc w:val="right"/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0CD8E95E" wp14:editId="787D6A33">
              <wp:simplePos x="0" y="0"/>
              <wp:positionH relativeFrom="page">
                <wp:posOffset>6646545</wp:posOffset>
              </wp:positionH>
              <wp:positionV relativeFrom="page">
                <wp:posOffset>9979660</wp:posOffset>
              </wp:positionV>
              <wp:extent cx="76200" cy="702310"/>
              <wp:effectExtent l="0" t="0" r="19050" b="21590"/>
              <wp:wrapNone/>
              <wp:docPr id="460" name="Group 4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702310"/>
                        <a:chOff x="2820" y="4935"/>
                        <a:chExt cx="120" cy="1320"/>
                      </a:xfrm>
                    </wpg:grpSpPr>
                    <wps:wsp>
                      <wps:cNvPr id="461" name="AutoShap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2" name="AutoShap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3" name="AutoShap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group id="Group 460" o:spid="_x0000_s1026" style="position:absolute;margin-left:523.35pt;margin-top:785.8pt;width:6pt;height:55.3pt;z-index:251651072;mso-position-horizontal-relative:page;mso-position-vertical-relative:page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282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7VJssUAAADcAAAADwAAAGRycy9kb3ducmV2LnhtbESP3WrCQBSE74W+w3IK3hTdKDbV6Coi&#10;iKUtFH8e4LB7TILZsyG70fj2bqHg5TAz3zCLVWcrcaXGl44VjIYJCGLtTMm5gtNxO5iC8AHZYOWY&#10;FNzJw2r50ltgZtyN93Q9hFxECPsMFRQh1JmUXhdk0Q9dTRy9s2sshiibXJoGbxFuKzlOklRaLDku&#10;FFjTpiB9ObRWwXv31up7utcf5eXbtubn/LWb/SrVf+3WcxCBuvAM/7c/jYJJOoK/M/EIyO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7VJssUAAADcAAAADwAAAAAAAAAA&#10;AAAAAAChAgAAZHJzL2Rvd25yZXYueG1sUEsFBgAAAAAEAAQA+QAAAJMDAAAAAA==&#10;" strokecolor="#4f81bd"/>
              <v:shape id="AutoShape 3" o:spid="_x0000_s1028" type="#_x0000_t32" style="position:absolute;left:288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fXxcUAAADcAAAADwAAAGRycy9kb3ducmV2LnhtbESP0WrCQBRE34X+w3ILvkjdKDat0VVE&#10;EKUtFG0/4LJ7TYLZuyG70fj3riD4OMzMGWa+7GwlztT40rGC0TABQaydKTlX8P+3efsE4QOywcox&#10;KbiSh+XipTfHzLgL7+l8CLmIEPYZKihCqDMpvS7Ioh+6mjh6R9dYDFE2uTQNXiLcVnKcJKm0WHJc&#10;KLCmdUH6dGitgvdu0Oprutcf5enbtubn+LWd/irVf+1WMxCBuvAMP9o7o2CSjuF+Jh4B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2fXxcUAAADcAAAADwAAAAAAAAAA&#10;AAAAAAChAgAAZHJzL2Rvd25yZXYueG1sUEsFBgAAAAAEAAQA+QAAAJMDAAAAAA==&#10;" strokecolor="#4f81bd"/>
              <v:shape id="AutoShape 4" o:spid="_x0000_s1029" type="#_x0000_t32" style="position:absolute;left:2940;top:4935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tyXsYAAADcAAAADwAAAGRycy9kb3ducmV2LnhtbESP0WrCQBRE34X+w3ILvohutDa2qauI&#10;IC1tQdR+wGX3mgSzd0N2o/Hvu4Lg4zAzZ5j5srOVOFPjS8cKxqMEBLF2puRcwd9hM3wD4QOywcox&#10;KbiSh+XiqTfHzLgL7+i8D7mIEPYZKihCqDMpvS7Ioh+5mjh6R9dYDFE2uTQNXiLcVnKSJKm0WHJc&#10;KLCmdUH6tG+tgtdu0OprutOz8vRjW/N7/P583yrVf+5WHyACdeERvre/jIJp+gK3M/EIyM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grcl7GAAAA3AAAAA8AAAAAAAAA&#10;AAAAAAAAoQIAAGRycy9kb3ducmV2LnhtbFBLBQYAAAAABAAEAPkAAACUAwAAAAA=&#10;" strokecolor="#4f81bd"/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21" w:rsidRDefault="005F4A21">
      <w:r>
        <w:separator/>
      </w:r>
    </w:p>
  </w:footnote>
  <w:footnote w:type="continuationSeparator" w:id="0">
    <w:p w:rsidR="005F4A21" w:rsidRDefault="005F4A21">
      <w:r>
        <w:separator/>
      </w:r>
    </w:p>
  </w:footnote>
  <w:footnote w:type="continuationNotice" w:id="1">
    <w:p w:rsidR="005F4A21" w:rsidRDefault="005F4A21">
      <w:pPr>
        <w:rPr>
          <w:i/>
          <w:sz w:val="18"/>
        </w:rPr>
      </w:pPr>
      <w:r>
        <w:rPr>
          <w:i/>
          <w:sz w:val="18"/>
        </w:rPr>
        <w:t>(</w:t>
      </w:r>
      <w:proofErr w:type="gramStart"/>
      <w:r>
        <w:rPr>
          <w:i/>
          <w:sz w:val="18"/>
        </w:rPr>
        <w:t>footnote</w:t>
      </w:r>
      <w:proofErr w:type="gramEnd"/>
      <w:r>
        <w:rPr>
          <w:i/>
          <w:sz w:val="18"/>
        </w:rPr>
        <w:t xml:space="preserve"> continued)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952" w:rsidRPr="004F0645" w:rsidRDefault="00082952">
    <w:pPr>
      <w:pStyle w:val="Header"/>
    </w:pPr>
    <w:r w:rsidRPr="004F0645">
      <w:t>Adventure Works Marketing Plan</w:t>
    </w:r>
  </w:p>
  <w:p w:rsidR="00082952" w:rsidRDefault="0008295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48000" behindDoc="0" locked="0" layoutInCell="1" allowOverlap="1" wp14:anchorId="7AD8D345" wp14:editId="6B2E01F0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id="Group 468" o:spid="_x0000_s1026" style="position:absolute;margin-left:0;margin-top:0;width:791.15pt;height:1in;z-index:251648000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PkoMYAAADcAAAADwAAAGRycy9kb3ducmV2LnhtbESPT2sCMRTE74V+h/CEXkrNVlTq1iht&#10;QVAsgn8OPT42z83i5mVJoq5+eiMIPQ4z8xtmPG1tLU7kQ+VYwXs3A0FcOF1xqWC3nb19gAgRWWPt&#10;mBRcKMB08vw0xly7M6/ptImlSBAOOSowMTa5lKEwZDF0XUOcvL3zFmOSvpTa4znBbS17WTaUFitO&#10;CwYb+jFUHDZHq+B7Obv2B+Vq5I+0eL2a3+yv1xyUeum0X58gIrXxP/xoz7WC/nAE9zPpCMjJ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xz5KDGAAAA3AAAAA8AAAAAAAAA&#10;AAAAAAAAoQIAAGRycy9kb3ducmV2LnhtbFBLBQYAAAAABAAEAPkAAACUAwAAAAA=&#10;" strokecolor="#31849b"/>
              <v:rect id="Rectangle 470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68MA&#10;AADcAAAADwAAAGRycy9kb3ducmV2LnhtbERPTWvCQBC9F/oflil4Ed1YxJY0GymCNEhBmlTPQ3aa&#10;hGZnY3ZN4r93D4UeH+872U6mFQP1rrGsYLWMQBCXVjdcKfgu9otXEM4ja2wtk4IbOdimjw8JxtqO&#10;/EVD7isRQtjFqKD2vouldGVNBt3SdsSB+7G9QR9gX0nd4xjCTSufo2gjDTYcGmrsaFdT+ZtfjYKx&#10;PA7n4vNDHufnzPIlu+zy00Gp2dP0/gbC0+T/xX/uTCtYv4T54Uw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pL68MAAADc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F0D4866" wp14:editId="1B9F66C5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90805" cy="822960"/>
              <wp:effectExtent l="0" t="0" r="23495" b="15240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rgbClr val="94734E"/>
                      </a:solidFill>
                      <a:ln w="9525">
                        <a:solidFill>
                          <a:srgbClr val="C6695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id="Rectangle 471" o:spid="_x0000_s1026" style="position:absolute;margin-left:0;margin-top:0;width:7.15pt;height:64.8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" fillcolor="#94734e" strokecolor="#c66951"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4D3654C1" wp14:editId="385E4B0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90805" cy="822960"/>
              <wp:effectExtent l="0" t="0" r="23495" b="15240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rgbClr val="94734E"/>
                      </a:solidFill>
                      <a:ln w="9525">
                        <a:solidFill>
                          <a:srgbClr val="C6695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rect id="Rectangle 472" o:spid="_x0000_s1026" style="position:absolute;margin-left:0;margin-top:0;width:7.15pt;height:64.8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" fillcolor="#94734e" strokecolor="#c66951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Bullet"/>
      <w:lvlText w:val="*"/>
      <w:lvlJc w:val="left"/>
    </w:lvl>
  </w:abstractNum>
  <w:abstractNum w:abstractNumId="1">
    <w:nsid w:val="028C71BE"/>
    <w:multiLevelType w:val="hybridMultilevel"/>
    <w:tmpl w:val="A560FF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785067"/>
    <w:multiLevelType w:val="hybridMultilevel"/>
    <w:tmpl w:val="897A81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B249F"/>
    <w:multiLevelType w:val="hybridMultilevel"/>
    <w:tmpl w:val="2B4C8A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8D77ED"/>
    <w:multiLevelType w:val="hybridMultilevel"/>
    <w:tmpl w:val="3C1A1BE0"/>
    <w:lvl w:ilvl="0" w:tplc="CCD83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color w:val="auto"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C70EE"/>
    <w:multiLevelType w:val="hybridMultilevel"/>
    <w:tmpl w:val="F74265D0"/>
    <w:lvl w:ilvl="0" w:tplc="4F82A3FC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F87C89"/>
    <w:multiLevelType w:val="hybridMultilevel"/>
    <w:tmpl w:val="D374C0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4230ED"/>
    <w:multiLevelType w:val="hybridMultilevel"/>
    <w:tmpl w:val="C4FA6712"/>
    <w:lvl w:ilvl="0" w:tplc="F490FE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4E61E2"/>
    <w:multiLevelType w:val="hybridMultilevel"/>
    <w:tmpl w:val="ACD269DE"/>
    <w:lvl w:ilvl="0" w:tplc="DFDE0C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EA19FF"/>
    <w:multiLevelType w:val="hybridMultilevel"/>
    <w:tmpl w:val="9AF4F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053C32"/>
    <w:multiLevelType w:val="multilevel"/>
    <w:tmpl w:val="1A601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6B381C"/>
    <w:multiLevelType w:val="hybridMultilevel"/>
    <w:tmpl w:val="8B944108"/>
    <w:lvl w:ilvl="0" w:tplc="A27E5C06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589F7E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Arial Unicode MS" w:hAnsi="Calibri" w:cs="Arial Unicode M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BC5691"/>
    <w:multiLevelType w:val="hybridMultilevel"/>
    <w:tmpl w:val="251E48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E46F0D"/>
    <w:multiLevelType w:val="multilevel"/>
    <w:tmpl w:val="5B4E37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262D4020"/>
    <w:multiLevelType w:val="hybridMultilevel"/>
    <w:tmpl w:val="7F36A5B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320ADC"/>
    <w:multiLevelType w:val="hybridMultilevel"/>
    <w:tmpl w:val="E6A60516"/>
    <w:lvl w:ilvl="0" w:tplc="7BBEA1BC">
      <w:start w:val="1"/>
      <w:numFmt w:val="bullet"/>
      <w:pStyle w:val="ListBulletNegative"/>
      <w:lvlText w:val=""/>
      <w:lvlJc w:val="left"/>
      <w:pPr>
        <w:ind w:left="576" w:hanging="432"/>
      </w:pPr>
      <w:rPr>
        <w:rFonts w:ascii="Wingdings 3" w:hAnsi="Wingdings 3" w:hint="default"/>
        <w:color w:val="7F7F7F"/>
        <w:position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DD46C7"/>
    <w:multiLevelType w:val="hybridMultilevel"/>
    <w:tmpl w:val="1C7C2C80"/>
    <w:lvl w:ilvl="0" w:tplc="46544FC8">
      <w:start w:val="6"/>
      <w:numFmt w:val="bullet"/>
      <w:lvlText w:val="-"/>
      <w:lvlJc w:val="left"/>
      <w:pPr>
        <w:ind w:left="644" w:hanging="360"/>
      </w:pPr>
      <w:rPr>
        <w:rFonts w:ascii="Franklin Gothic Medium" w:eastAsia="Times New Roman" w:hAnsi="Franklin Gothic Medium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3BD7658B"/>
    <w:multiLevelType w:val="hybridMultilevel"/>
    <w:tmpl w:val="8C4CC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C20773"/>
    <w:multiLevelType w:val="hybridMultilevel"/>
    <w:tmpl w:val="C72801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5CF2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E8C314B"/>
    <w:multiLevelType w:val="hybridMultilevel"/>
    <w:tmpl w:val="509017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283B80"/>
    <w:multiLevelType w:val="hybridMultilevel"/>
    <w:tmpl w:val="E000F998"/>
    <w:lvl w:ilvl="0" w:tplc="5BE48C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86505F"/>
    <w:multiLevelType w:val="hybridMultilevel"/>
    <w:tmpl w:val="00BA22FE"/>
    <w:lvl w:ilvl="0" w:tplc="CFB01E4E">
      <w:start w:val="5"/>
      <w:numFmt w:val="bullet"/>
      <w:lvlText w:val="-"/>
      <w:lvlJc w:val="left"/>
      <w:pPr>
        <w:ind w:left="720" w:hanging="360"/>
      </w:pPr>
      <w:rPr>
        <w:rFonts w:ascii="Franklin Gothic Medium" w:eastAsia="Times New Roman" w:hAnsi="Franklin Gothic Medium" w:cs="Arial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FB6907"/>
    <w:multiLevelType w:val="hybridMultilevel"/>
    <w:tmpl w:val="02EED1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62479"/>
    <w:multiLevelType w:val="hybridMultilevel"/>
    <w:tmpl w:val="62560ED0"/>
    <w:lvl w:ilvl="0" w:tplc="8EA014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1282DC9"/>
    <w:multiLevelType w:val="hybridMultilevel"/>
    <w:tmpl w:val="7AA2F52A"/>
    <w:lvl w:ilvl="0" w:tplc="20CA3FE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1323189"/>
    <w:multiLevelType w:val="hybridMultilevel"/>
    <w:tmpl w:val="2F38E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E473B2"/>
    <w:multiLevelType w:val="multilevel"/>
    <w:tmpl w:val="C4F6A5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59393365"/>
    <w:multiLevelType w:val="hybridMultilevel"/>
    <w:tmpl w:val="1080510C"/>
    <w:lvl w:ilvl="0" w:tplc="3580E378">
      <w:start w:val="1"/>
      <w:numFmt w:val="bullet"/>
      <w:lvlText w:val="-"/>
      <w:lvlJc w:val="left"/>
      <w:pPr>
        <w:ind w:left="720" w:hanging="360"/>
      </w:pPr>
      <w:rPr>
        <w:rFonts w:ascii="Franklin Gothic Medium" w:eastAsia="Times New Roman" w:hAnsi="Franklin Gothic Medium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1F0BEB"/>
    <w:multiLevelType w:val="hybridMultilevel"/>
    <w:tmpl w:val="AA9C9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8E59F9"/>
    <w:multiLevelType w:val="hybridMultilevel"/>
    <w:tmpl w:val="F6CA4B64"/>
    <w:lvl w:ilvl="0" w:tplc="20CA3FE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FFFFFFFF">
      <w:start w:val="1"/>
      <w:numFmt w:val="irohaFullWidth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irohaFullWidth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FFFFFFFF">
      <w:start w:val="1"/>
      <w:numFmt w:val="irohaFullWidth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FFFFFFFF">
      <w:start w:val="1"/>
      <w:numFmt w:val="irohaFullWidth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irohaFullWidth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FFFFFFF">
      <w:start w:val="1"/>
      <w:numFmt w:val="irohaFullWidth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FFFFFFFF">
      <w:start w:val="1"/>
      <w:numFmt w:val="irohaFullWidth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irohaFullWidth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1">
    <w:nsid w:val="66C909D2"/>
    <w:multiLevelType w:val="hybridMultilevel"/>
    <w:tmpl w:val="FA5C57FE"/>
    <w:lvl w:ilvl="0" w:tplc="04090015">
      <w:start w:val="1"/>
      <w:numFmt w:val="upperLetter"/>
      <w:lvlText w:val="%1."/>
      <w:lvlJc w:val="left"/>
      <w:pPr>
        <w:tabs>
          <w:tab w:val="num" w:pos="757"/>
        </w:tabs>
        <w:ind w:left="757" w:hanging="360"/>
      </w:pPr>
    </w:lvl>
    <w:lvl w:ilvl="1" w:tplc="04090005">
      <w:start w:val="1"/>
      <w:numFmt w:val="bullet"/>
      <w:lvlText w:val=""/>
      <w:lvlJc w:val="left"/>
      <w:pPr>
        <w:tabs>
          <w:tab w:val="num" w:pos="1477"/>
        </w:tabs>
        <w:ind w:left="1477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32">
    <w:nsid w:val="6AE65451"/>
    <w:multiLevelType w:val="hybridMultilevel"/>
    <w:tmpl w:val="9E828D5E"/>
    <w:lvl w:ilvl="0" w:tplc="20CA3FE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1F80E9F"/>
    <w:multiLevelType w:val="hybridMultilevel"/>
    <w:tmpl w:val="45AC3F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3B2EDF"/>
    <w:multiLevelType w:val="hybridMultilevel"/>
    <w:tmpl w:val="AAA04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17307C"/>
    <w:multiLevelType w:val="hybridMultilevel"/>
    <w:tmpl w:val="6138F6F2"/>
    <w:lvl w:ilvl="0" w:tplc="2B24870C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D33505D"/>
    <w:multiLevelType w:val="hybridMultilevel"/>
    <w:tmpl w:val="BC1E8312"/>
    <w:lvl w:ilvl="0" w:tplc="7670398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432EC0"/>
    <w:multiLevelType w:val="hybridMultilevel"/>
    <w:tmpl w:val="7B529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2">
    <w:abstractNumId w:val="11"/>
  </w:num>
  <w:num w:numId="3">
    <w:abstractNumId w:val="16"/>
  </w:num>
  <w:num w:numId="4">
    <w:abstractNumId w:val="36"/>
  </w:num>
  <w:num w:numId="5">
    <w:abstractNumId w:val="18"/>
  </w:num>
  <w:num w:numId="6">
    <w:abstractNumId w:val="27"/>
  </w:num>
  <w:num w:numId="7">
    <w:abstractNumId w:val="8"/>
  </w:num>
  <w:num w:numId="8">
    <w:abstractNumId w:val="21"/>
  </w:num>
  <w:num w:numId="9">
    <w:abstractNumId w:val="9"/>
  </w:num>
  <w:num w:numId="10">
    <w:abstractNumId w:val="12"/>
  </w:num>
  <w:num w:numId="11">
    <w:abstractNumId w:val="22"/>
  </w:num>
  <w:num w:numId="12">
    <w:abstractNumId w:val="28"/>
  </w:num>
  <w:num w:numId="13">
    <w:abstractNumId w:val="31"/>
  </w:num>
  <w:num w:numId="14">
    <w:abstractNumId w:val="24"/>
  </w:num>
  <w:num w:numId="15">
    <w:abstractNumId w:val="34"/>
  </w:num>
  <w:num w:numId="16">
    <w:abstractNumId w:val="3"/>
  </w:num>
  <w:num w:numId="17">
    <w:abstractNumId w:val="15"/>
  </w:num>
  <w:num w:numId="18">
    <w:abstractNumId w:val="19"/>
  </w:num>
  <w:num w:numId="19">
    <w:abstractNumId w:val="13"/>
  </w:num>
  <w:num w:numId="20">
    <w:abstractNumId w:val="32"/>
  </w:num>
  <w:num w:numId="21">
    <w:abstractNumId w:val="5"/>
  </w:num>
  <w:num w:numId="22">
    <w:abstractNumId w:val="2"/>
  </w:num>
  <w:num w:numId="23">
    <w:abstractNumId w:val="33"/>
  </w:num>
  <w:num w:numId="24">
    <w:abstractNumId w:val="4"/>
  </w:num>
  <w:num w:numId="25">
    <w:abstractNumId w:val="25"/>
  </w:num>
  <w:num w:numId="26">
    <w:abstractNumId w:val="35"/>
  </w:num>
  <w:num w:numId="27">
    <w:abstractNumId w:val="20"/>
  </w:num>
  <w:num w:numId="28">
    <w:abstractNumId w:val="14"/>
  </w:num>
  <w:num w:numId="29">
    <w:abstractNumId w:val="37"/>
  </w:num>
  <w:num w:numId="30">
    <w:abstractNumId w:val="6"/>
  </w:num>
  <w:num w:numId="31">
    <w:abstractNumId w:val="29"/>
  </w:num>
  <w:num w:numId="32">
    <w:abstractNumId w:val="1"/>
  </w:num>
  <w:num w:numId="33">
    <w:abstractNumId w:val="23"/>
  </w:num>
  <w:num w:numId="34">
    <w:abstractNumId w:val="7"/>
  </w:num>
  <w:num w:numId="35">
    <w:abstractNumId w:val="10"/>
  </w:num>
  <w:num w:numId="36">
    <w:abstractNumId w:val="17"/>
  </w:num>
  <w:num w:numId="3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efaultTableStyle w:val="MediumList1-Accent2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A7"/>
    <w:rsid w:val="00000374"/>
    <w:rsid w:val="00000974"/>
    <w:rsid w:val="00000D12"/>
    <w:rsid w:val="000012BC"/>
    <w:rsid w:val="0000143E"/>
    <w:rsid w:val="00001BF4"/>
    <w:rsid w:val="00001D92"/>
    <w:rsid w:val="00001FBF"/>
    <w:rsid w:val="00002E82"/>
    <w:rsid w:val="0000324B"/>
    <w:rsid w:val="000035BB"/>
    <w:rsid w:val="0000376E"/>
    <w:rsid w:val="00004A1E"/>
    <w:rsid w:val="000057BB"/>
    <w:rsid w:val="00005C5B"/>
    <w:rsid w:val="000064D3"/>
    <w:rsid w:val="00006551"/>
    <w:rsid w:val="00006739"/>
    <w:rsid w:val="00006B77"/>
    <w:rsid w:val="0000706F"/>
    <w:rsid w:val="000074F0"/>
    <w:rsid w:val="00007E17"/>
    <w:rsid w:val="000106F3"/>
    <w:rsid w:val="00010E4E"/>
    <w:rsid w:val="00011C93"/>
    <w:rsid w:val="00012961"/>
    <w:rsid w:val="00013680"/>
    <w:rsid w:val="000139CF"/>
    <w:rsid w:val="00014012"/>
    <w:rsid w:val="000140DE"/>
    <w:rsid w:val="0001439D"/>
    <w:rsid w:val="000148C0"/>
    <w:rsid w:val="00014E55"/>
    <w:rsid w:val="0001558B"/>
    <w:rsid w:val="00015AD1"/>
    <w:rsid w:val="00016DAA"/>
    <w:rsid w:val="000170E2"/>
    <w:rsid w:val="000173BD"/>
    <w:rsid w:val="000174D8"/>
    <w:rsid w:val="0001772A"/>
    <w:rsid w:val="00017933"/>
    <w:rsid w:val="00020361"/>
    <w:rsid w:val="000203E7"/>
    <w:rsid w:val="000206B7"/>
    <w:rsid w:val="0002088B"/>
    <w:rsid w:val="0002095A"/>
    <w:rsid w:val="00020BBD"/>
    <w:rsid w:val="00020E84"/>
    <w:rsid w:val="000214D7"/>
    <w:rsid w:val="00021B61"/>
    <w:rsid w:val="00021D7E"/>
    <w:rsid w:val="00022FCB"/>
    <w:rsid w:val="0002359A"/>
    <w:rsid w:val="00024829"/>
    <w:rsid w:val="00024C92"/>
    <w:rsid w:val="000250DE"/>
    <w:rsid w:val="00025E10"/>
    <w:rsid w:val="00026203"/>
    <w:rsid w:val="00026862"/>
    <w:rsid w:val="00026B52"/>
    <w:rsid w:val="00027B43"/>
    <w:rsid w:val="00027B9F"/>
    <w:rsid w:val="00030217"/>
    <w:rsid w:val="0003023E"/>
    <w:rsid w:val="00030266"/>
    <w:rsid w:val="00030EBD"/>
    <w:rsid w:val="00031C31"/>
    <w:rsid w:val="000323FE"/>
    <w:rsid w:val="000326DC"/>
    <w:rsid w:val="00032713"/>
    <w:rsid w:val="0003275E"/>
    <w:rsid w:val="0003291A"/>
    <w:rsid w:val="00033AC8"/>
    <w:rsid w:val="00033F9B"/>
    <w:rsid w:val="000345D5"/>
    <w:rsid w:val="000347E1"/>
    <w:rsid w:val="0003548E"/>
    <w:rsid w:val="000356CF"/>
    <w:rsid w:val="00035F90"/>
    <w:rsid w:val="00036B75"/>
    <w:rsid w:val="00036E09"/>
    <w:rsid w:val="000371EE"/>
    <w:rsid w:val="00037E58"/>
    <w:rsid w:val="000403A5"/>
    <w:rsid w:val="00040995"/>
    <w:rsid w:val="00041551"/>
    <w:rsid w:val="00041F3A"/>
    <w:rsid w:val="00042659"/>
    <w:rsid w:val="000431F1"/>
    <w:rsid w:val="000433A3"/>
    <w:rsid w:val="00043D9C"/>
    <w:rsid w:val="00044736"/>
    <w:rsid w:val="00044867"/>
    <w:rsid w:val="00045451"/>
    <w:rsid w:val="000458F2"/>
    <w:rsid w:val="00045F00"/>
    <w:rsid w:val="000463E9"/>
    <w:rsid w:val="00047D9F"/>
    <w:rsid w:val="00050340"/>
    <w:rsid w:val="00050C55"/>
    <w:rsid w:val="00050F37"/>
    <w:rsid w:val="00050F66"/>
    <w:rsid w:val="000511DC"/>
    <w:rsid w:val="000521A9"/>
    <w:rsid w:val="00052236"/>
    <w:rsid w:val="00052571"/>
    <w:rsid w:val="00052A49"/>
    <w:rsid w:val="00052C06"/>
    <w:rsid w:val="00052C89"/>
    <w:rsid w:val="00053484"/>
    <w:rsid w:val="00053CC1"/>
    <w:rsid w:val="00053FE0"/>
    <w:rsid w:val="000548E1"/>
    <w:rsid w:val="00055560"/>
    <w:rsid w:val="00055F8F"/>
    <w:rsid w:val="0005688B"/>
    <w:rsid w:val="000569E6"/>
    <w:rsid w:val="00056DF7"/>
    <w:rsid w:val="00056F7B"/>
    <w:rsid w:val="000609C5"/>
    <w:rsid w:val="00060DC6"/>
    <w:rsid w:val="00061205"/>
    <w:rsid w:val="00061407"/>
    <w:rsid w:val="00062270"/>
    <w:rsid w:val="0006234D"/>
    <w:rsid w:val="0006260F"/>
    <w:rsid w:val="00062866"/>
    <w:rsid w:val="00063274"/>
    <w:rsid w:val="00063B84"/>
    <w:rsid w:val="00064635"/>
    <w:rsid w:val="00064847"/>
    <w:rsid w:val="00064920"/>
    <w:rsid w:val="00064A2C"/>
    <w:rsid w:val="00064FEF"/>
    <w:rsid w:val="0006513E"/>
    <w:rsid w:val="00065ADD"/>
    <w:rsid w:val="00065F47"/>
    <w:rsid w:val="00067F42"/>
    <w:rsid w:val="00070179"/>
    <w:rsid w:val="00071CCC"/>
    <w:rsid w:val="00071F5C"/>
    <w:rsid w:val="000725FB"/>
    <w:rsid w:val="00073E1B"/>
    <w:rsid w:val="00074E51"/>
    <w:rsid w:val="0007509E"/>
    <w:rsid w:val="0007571D"/>
    <w:rsid w:val="00076E6F"/>
    <w:rsid w:val="00076FB0"/>
    <w:rsid w:val="00077096"/>
    <w:rsid w:val="000772B1"/>
    <w:rsid w:val="00077437"/>
    <w:rsid w:val="000776B8"/>
    <w:rsid w:val="0007792E"/>
    <w:rsid w:val="00077A02"/>
    <w:rsid w:val="0008054F"/>
    <w:rsid w:val="00080EB4"/>
    <w:rsid w:val="00081083"/>
    <w:rsid w:val="00081B82"/>
    <w:rsid w:val="00082952"/>
    <w:rsid w:val="00082B59"/>
    <w:rsid w:val="00083116"/>
    <w:rsid w:val="000832CB"/>
    <w:rsid w:val="00083457"/>
    <w:rsid w:val="00084350"/>
    <w:rsid w:val="000845C2"/>
    <w:rsid w:val="00085B66"/>
    <w:rsid w:val="00085BA9"/>
    <w:rsid w:val="000860F2"/>
    <w:rsid w:val="000877FF"/>
    <w:rsid w:val="00087800"/>
    <w:rsid w:val="000879B9"/>
    <w:rsid w:val="00087C03"/>
    <w:rsid w:val="000901C2"/>
    <w:rsid w:val="000902B5"/>
    <w:rsid w:val="00090BE0"/>
    <w:rsid w:val="000910FA"/>
    <w:rsid w:val="0009145F"/>
    <w:rsid w:val="000914E8"/>
    <w:rsid w:val="000919EA"/>
    <w:rsid w:val="00092409"/>
    <w:rsid w:val="0009252D"/>
    <w:rsid w:val="00092630"/>
    <w:rsid w:val="00092D67"/>
    <w:rsid w:val="00093245"/>
    <w:rsid w:val="00093398"/>
    <w:rsid w:val="000933FF"/>
    <w:rsid w:val="00093D16"/>
    <w:rsid w:val="00094219"/>
    <w:rsid w:val="000944F8"/>
    <w:rsid w:val="00094977"/>
    <w:rsid w:val="00094C91"/>
    <w:rsid w:val="00094EA3"/>
    <w:rsid w:val="000952F4"/>
    <w:rsid w:val="000955F3"/>
    <w:rsid w:val="00095759"/>
    <w:rsid w:val="00095F72"/>
    <w:rsid w:val="000963B6"/>
    <w:rsid w:val="00096817"/>
    <w:rsid w:val="00097564"/>
    <w:rsid w:val="000A04D2"/>
    <w:rsid w:val="000A0E7A"/>
    <w:rsid w:val="000A1206"/>
    <w:rsid w:val="000A1768"/>
    <w:rsid w:val="000A183E"/>
    <w:rsid w:val="000A1EB8"/>
    <w:rsid w:val="000A1F90"/>
    <w:rsid w:val="000A285B"/>
    <w:rsid w:val="000A394F"/>
    <w:rsid w:val="000A3B72"/>
    <w:rsid w:val="000A3E91"/>
    <w:rsid w:val="000A4E9F"/>
    <w:rsid w:val="000A5003"/>
    <w:rsid w:val="000A5CCD"/>
    <w:rsid w:val="000A6591"/>
    <w:rsid w:val="000A6DEF"/>
    <w:rsid w:val="000A7105"/>
    <w:rsid w:val="000A7661"/>
    <w:rsid w:val="000A7C10"/>
    <w:rsid w:val="000B009D"/>
    <w:rsid w:val="000B0B3E"/>
    <w:rsid w:val="000B1F46"/>
    <w:rsid w:val="000B233E"/>
    <w:rsid w:val="000B2450"/>
    <w:rsid w:val="000B24B9"/>
    <w:rsid w:val="000B25EA"/>
    <w:rsid w:val="000B3194"/>
    <w:rsid w:val="000B35CE"/>
    <w:rsid w:val="000B365B"/>
    <w:rsid w:val="000B3D2E"/>
    <w:rsid w:val="000B41DE"/>
    <w:rsid w:val="000B4D31"/>
    <w:rsid w:val="000B4DA0"/>
    <w:rsid w:val="000B5830"/>
    <w:rsid w:val="000B5B63"/>
    <w:rsid w:val="000B6813"/>
    <w:rsid w:val="000B6828"/>
    <w:rsid w:val="000B6985"/>
    <w:rsid w:val="000B69BE"/>
    <w:rsid w:val="000B6CB0"/>
    <w:rsid w:val="000B70C7"/>
    <w:rsid w:val="000B74F1"/>
    <w:rsid w:val="000B75F2"/>
    <w:rsid w:val="000B7701"/>
    <w:rsid w:val="000C0819"/>
    <w:rsid w:val="000C0A67"/>
    <w:rsid w:val="000C1068"/>
    <w:rsid w:val="000C1187"/>
    <w:rsid w:val="000C15C8"/>
    <w:rsid w:val="000C1605"/>
    <w:rsid w:val="000C170E"/>
    <w:rsid w:val="000C1811"/>
    <w:rsid w:val="000C1A4D"/>
    <w:rsid w:val="000C2ABF"/>
    <w:rsid w:val="000C309F"/>
    <w:rsid w:val="000C3495"/>
    <w:rsid w:val="000C35FF"/>
    <w:rsid w:val="000C39C5"/>
    <w:rsid w:val="000C4C00"/>
    <w:rsid w:val="000C4DD8"/>
    <w:rsid w:val="000C55A8"/>
    <w:rsid w:val="000C598D"/>
    <w:rsid w:val="000C5CA5"/>
    <w:rsid w:val="000C60A6"/>
    <w:rsid w:val="000C62C8"/>
    <w:rsid w:val="000C6438"/>
    <w:rsid w:val="000C6E19"/>
    <w:rsid w:val="000C6E30"/>
    <w:rsid w:val="000C70FD"/>
    <w:rsid w:val="000C7FD7"/>
    <w:rsid w:val="000D0772"/>
    <w:rsid w:val="000D0C2D"/>
    <w:rsid w:val="000D1155"/>
    <w:rsid w:val="000D14A5"/>
    <w:rsid w:val="000D158F"/>
    <w:rsid w:val="000D15B2"/>
    <w:rsid w:val="000D185E"/>
    <w:rsid w:val="000D25B1"/>
    <w:rsid w:val="000D2AD7"/>
    <w:rsid w:val="000D4151"/>
    <w:rsid w:val="000D491B"/>
    <w:rsid w:val="000D4D43"/>
    <w:rsid w:val="000D5183"/>
    <w:rsid w:val="000D5A45"/>
    <w:rsid w:val="000D60C5"/>
    <w:rsid w:val="000D673D"/>
    <w:rsid w:val="000D6758"/>
    <w:rsid w:val="000D7332"/>
    <w:rsid w:val="000D7853"/>
    <w:rsid w:val="000D7B8C"/>
    <w:rsid w:val="000D7F03"/>
    <w:rsid w:val="000E0257"/>
    <w:rsid w:val="000E0780"/>
    <w:rsid w:val="000E0B87"/>
    <w:rsid w:val="000E0DFE"/>
    <w:rsid w:val="000E17A9"/>
    <w:rsid w:val="000E187A"/>
    <w:rsid w:val="000E1F82"/>
    <w:rsid w:val="000E2B16"/>
    <w:rsid w:val="000E2E7B"/>
    <w:rsid w:val="000E38E0"/>
    <w:rsid w:val="000E3BCF"/>
    <w:rsid w:val="000E3EA0"/>
    <w:rsid w:val="000E569F"/>
    <w:rsid w:val="000E5D90"/>
    <w:rsid w:val="000E6A52"/>
    <w:rsid w:val="000E6D86"/>
    <w:rsid w:val="000E7290"/>
    <w:rsid w:val="000E7401"/>
    <w:rsid w:val="000E7634"/>
    <w:rsid w:val="000E7703"/>
    <w:rsid w:val="000F0F26"/>
    <w:rsid w:val="000F306F"/>
    <w:rsid w:val="000F3387"/>
    <w:rsid w:val="000F34D4"/>
    <w:rsid w:val="000F36E0"/>
    <w:rsid w:val="000F3FD8"/>
    <w:rsid w:val="000F4446"/>
    <w:rsid w:val="000F46A8"/>
    <w:rsid w:val="000F4B45"/>
    <w:rsid w:val="000F5AB9"/>
    <w:rsid w:val="000F5CFB"/>
    <w:rsid w:val="000F5D96"/>
    <w:rsid w:val="000F5DC6"/>
    <w:rsid w:val="000F62FC"/>
    <w:rsid w:val="000F6607"/>
    <w:rsid w:val="000F6CA4"/>
    <w:rsid w:val="000F7CB9"/>
    <w:rsid w:val="0010043F"/>
    <w:rsid w:val="00102E70"/>
    <w:rsid w:val="001035AC"/>
    <w:rsid w:val="0010370D"/>
    <w:rsid w:val="001041BE"/>
    <w:rsid w:val="0010427C"/>
    <w:rsid w:val="0010517C"/>
    <w:rsid w:val="00105656"/>
    <w:rsid w:val="00105BD7"/>
    <w:rsid w:val="00105EA8"/>
    <w:rsid w:val="00106188"/>
    <w:rsid w:val="0010666C"/>
    <w:rsid w:val="001067AD"/>
    <w:rsid w:val="00106891"/>
    <w:rsid w:val="0010720D"/>
    <w:rsid w:val="00107279"/>
    <w:rsid w:val="0010769C"/>
    <w:rsid w:val="00107774"/>
    <w:rsid w:val="00107DCD"/>
    <w:rsid w:val="001108A9"/>
    <w:rsid w:val="0011096F"/>
    <w:rsid w:val="00110A4A"/>
    <w:rsid w:val="00110A60"/>
    <w:rsid w:val="00110ACD"/>
    <w:rsid w:val="00111A4C"/>
    <w:rsid w:val="001124D8"/>
    <w:rsid w:val="0011304D"/>
    <w:rsid w:val="001135BE"/>
    <w:rsid w:val="00113DB3"/>
    <w:rsid w:val="00114C5C"/>
    <w:rsid w:val="0011526E"/>
    <w:rsid w:val="00116150"/>
    <w:rsid w:val="001162F9"/>
    <w:rsid w:val="0011636A"/>
    <w:rsid w:val="001167B5"/>
    <w:rsid w:val="001171C3"/>
    <w:rsid w:val="0011779B"/>
    <w:rsid w:val="00117BAE"/>
    <w:rsid w:val="00120093"/>
    <w:rsid w:val="00120879"/>
    <w:rsid w:val="00120D7F"/>
    <w:rsid w:val="00120E53"/>
    <w:rsid w:val="001211C5"/>
    <w:rsid w:val="00121447"/>
    <w:rsid w:val="00121B06"/>
    <w:rsid w:val="0012224A"/>
    <w:rsid w:val="001226AE"/>
    <w:rsid w:val="00122D65"/>
    <w:rsid w:val="00123CDB"/>
    <w:rsid w:val="00124A28"/>
    <w:rsid w:val="00124C5A"/>
    <w:rsid w:val="00125087"/>
    <w:rsid w:val="00126311"/>
    <w:rsid w:val="001266A1"/>
    <w:rsid w:val="0012691F"/>
    <w:rsid w:val="001274F9"/>
    <w:rsid w:val="001278D6"/>
    <w:rsid w:val="00127E2D"/>
    <w:rsid w:val="001300CE"/>
    <w:rsid w:val="00130908"/>
    <w:rsid w:val="00130CD3"/>
    <w:rsid w:val="0013136A"/>
    <w:rsid w:val="00131864"/>
    <w:rsid w:val="00131A0F"/>
    <w:rsid w:val="00131A1C"/>
    <w:rsid w:val="00131BD6"/>
    <w:rsid w:val="001327A2"/>
    <w:rsid w:val="00132A5F"/>
    <w:rsid w:val="00133155"/>
    <w:rsid w:val="00133549"/>
    <w:rsid w:val="00133A3E"/>
    <w:rsid w:val="00133ABB"/>
    <w:rsid w:val="00133C8A"/>
    <w:rsid w:val="00134294"/>
    <w:rsid w:val="001353B3"/>
    <w:rsid w:val="00135FA1"/>
    <w:rsid w:val="00136288"/>
    <w:rsid w:val="0013677B"/>
    <w:rsid w:val="00137025"/>
    <w:rsid w:val="0013709C"/>
    <w:rsid w:val="001374BD"/>
    <w:rsid w:val="001379FC"/>
    <w:rsid w:val="00137C17"/>
    <w:rsid w:val="00137D02"/>
    <w:rsid w:val="00137DB3"/>
    <w:rsid w:val="00137DBE"/>
    <w:rsid w:val="001404DC"/>
    <w:rsid w:val="00140908"/>
    <w:rsid w:val="001414F9"/>
    <w:rsid w:val="00141FBB"/>
    <w:rsid w:val="001424DB"/>
    <w:rsid w:val="00142884"/>
    <w:rsid w:val="0014289C"/>
    <w:rsid w:val="001430FA"/>
    <w:rsid w:val="001432FD"/>
    <w:rsid w:val="00143A9C"/>
    <w:rsid w:val="00144556"/>
    <w:rsid w:val="00144F7D"/>
    <w:rsid w:val="00145224"/>
    <w:rsid w:val="0014530D"/>
    <w:rsid w:val="001456AC"/>
    <w:rsid w:val="00145954"/>
    <w:rsid w:val="00145B72"/>
    <w:rsid w:val="00145CEA"/>
    <w:rsid w:val="0014627D"/>
    <w:rsid w:val="00146792"/>
    <w:rsid w:val="00146B08"/>
    <w:rsid w:val="00146DFC"/>
    <w:rsid w:val="00150680"/>
    <w:rsid w:val="00150BFE"/>
    <w:rsid w:val="00151D77"/>
    <w:rsid w:val="001521CD"/>
    <w:rsid w:val="00152563"/>
    <w:rsid w:val="00152D9D"/>
    <w:rsid w:val="0015392C"/>
    <w:rsid w:val="00153E94"/>
    <w:rsid w:val="00154258"/>
    <w:rsid w:val="0015486F"/>
    <w:rsid w:val="0015513E"/>
    <w:rsid w:val="00155247"/>
    <w:rsid w:val="00155A08"/>
    <w:rsid w:val="00155B6D"/>
    <w:rsid w:val="00155F6F"/>
    <w:rsid w:val="001560E8"/>
    <w:rsid w:val="001573F8"/>
    <w:rsid w:val="001579ED"/>
    <w:rsid w:val="001606C9"/>
    <w:rsid w:val="001609CC"/>
    <w:rsid w:val="0016138D"/>
    <w:rsid w:val="001613C5"/>
    <w:rsid w:val="00161D0D"/>
    <w:rsid w:val="001621A2"/>
    <w:rsid w:val="0016244E"/>
    <w:rsid w:val="00162B89"/>
    <w:rsid w:val="00162F58"/>
    <w:rsid w:val="00163126"/>
    <w:rsid w:val="0016332F"/>
    <w:rsid w:val="00163EF9"/>
    <w:rsid w:val="001648C9"/>
    <w:rsid w:val="00165877"/>
    <w:rsid w:val="00165BF1"/>
    <w:rsid w:val="00165E23"/>
    <w:rsid w:val="00165F87"/>
    <w:rsid w:val="00165F8D"/>
    <w:rsid w:val="00167704"/>
    <w:rsid w:val="001702C5"/>
    <w:rsid w:val="00170571"/>
    <w:rsid w:val="001706E9"/>
    <w:rsid w:val="00170C10"/>
    <w:rsid w:val="001711A1"/>
    <w:rsid w:val="0017179A"/>
    <w:rsid w:val="00171B64"/>
    <w:rsid w:val="00172F87"/>
    <w:rsid w:val="0017362C"/>
    <w:rsid w:val="001741C5"/>
    <w:rsid w:val="0017425E"/>
    <w:rsid w:val="0017488E"/>
    <w:rsid w:val="00174E89"/>
    <w:rsid w:val="00174EC3"/>
    <w:rsid w:val="0017501D"/>
    <w:rsid w:val="001753A7"/>
    <w:rsid w:val="00175650"/>
    <w:rsid w:val="00175EDF"/>
    <w:rsid w:val="00175FCF"/>
    <w:rsid w:val="001760E6"/>
    <w:rsid w:val="00176EFD"/>
    <w:rsid w:val="00177678"/>
    <w:rsid w:val="0017767B"/>
    <w:rsid w:val="00180BE0"/>
    <w:rsid w:val="00181388"/>
    <w:rsid w:val="001816FA"/>
    <w:rsid w:val="00181810"/>
    <w:rsid w:val="00181EFA"/>
    <w:rsid w:val="001821B3"/>
    <w:rsid w:val="0018222C"/>
    <w:rsid w:val="00183DE5"/>
    <w:rsid w:val="00183F9D"/>
    <w:rsid w:val="00183FFA"/>
    <w:rsid w:val="00184572"/>
    <w:rsid w:val="00184597"/>
    <w:rsid w:val="00184A18"/>
    <w:rsid w:val="00184BA7"/>
    <w:rsid w:val="0018546F"/>
    <w:rsid w:val="00185638"/>
    <w:rsid w:val="00185A92"/>
    <w:rsid w:val="0018676E"/>
    <w:rsid w:val="001867DF"/>
    <w:rsid w:val="00186D64"/>
    <w:rsid w:val="00187243"/>
    <w:rsid w:val="00187955"/>
    <w:rsid w:val="00187F29"/>
    <w:rsid w:val="00190BD1"/>
    <w:rsid w:val="00191541"/>
    <w:rsid w:val="00192431"/>
    <w:rsid w:val="0019260A"/>
    <w:rsid w:val="001933DA"/>
    <w:rsid w:val="0019365E"/>
    <w:rsid w:val="00193AB2"/>
    <w:rsid w:val="00194E91"/>
    <w:rsid w:val="0019526F"/>
    <w:rsid w:val="00195E22"/>
    <w:rsid w:val="00196566"/>
    <w:rsid w:val="001971E1"/>
    <w:rsid w:val="001A027C"/>
    <w:rsid w:val="001A04B0"/>
    <w:rsid w:val="001A0B1C"/>
    <w:rsid w:val="001A14AE"/>
    <w:rsid w:val="001A17BB"/>
    <w:rsid w:val="001A184B"/>
    <w:rsid w:val="001A23AE"/>
    <w:rsid w:val="001A2D9F"/>
    <w:rsid w:val="001A40BC"/>
    <w:rsid w:val="001A4ED9"/>
    <w:rsid w:val="001A568E"/>
    <w:rsid w:val="001A65FE"/>
    <w:rsid w:val="001A74E9"/>
    <w:rsid w:val="001A7CD6"/>
    <w:rsid w:val="001B0CB5"/>
    <w:rsid w:val="001B197A"/>
    <w:rsid w:val="001B19CB"/>
    <w:rsid w:val="001B1F99"/>
    <w:rsid w:val="001B3091"/>
    <w:rsid w:val="001B3340"/>
    <w:rsid w:val="001B47C9"/>
    <w:rsid w:val="001B540A"/>
    <w:rsid w:val="001B5C38"/>
    <w:rsid w:val="001B5F13"/>
    <w:rsid w:val="001B62F1"/>
    <w:rsid w:val="001B6714"/>
    <w:rsid w:val="001B7E8F"/>
    <w:rsid w:val="001C0AF5"/>
    <w:rsid w:val="001C1412"/>
    <w:rsid w:val="001C1CD5"/>
    <w:rsid w:val="001C2134"/>
    <w:rsid w:val="001C248F"/>
    <w:rsid w:val="001C2747"/>
    <w:rsid w:val="001C3554"/>
    <w:rsid w:val="001C3574"/>
    <w:rsid w:val="001C35E3"/>
    <w:rsid w:val="001C40BF"/>
    <w:rsid w:val="001C4440"/>
    <w:rsid w:val="001C46E5"/>
    <w:rsid w:val="001C5013"/>
    <w:rsid w:val="001C51C4"/>
    <w:rsid w:val="001C614B"/>
    <w:rsid w:val="001C66BB"/>
    <w:rsid w:val="001C6AF0"/>
    <w:rsid w:val="001C6D52"/>
    <w:rsid w:val="001C6FCB"/>
    <w:rsid w:val="001D0586"/>
    <w:rsid w:val="001D0956"/>
    <w:rsid w:val="001D1254"/>
    <w:rsid w:val="001D1662"/>
    <w:rsid w:val="001D2888"/>
    <w:rsid w:val="001D3B9E"/>
    <w:rsid w:val="001D3BCA"/>
    <w:rsid w:val="001D3CF9"/>
    <w:rsid w:val="001D4272"/>
    <w:rsid w:val="001D4B9F"/>
    <w:rsid w:val="001D5154"/>
    <w:rsid w:val="001D5F84"/>
    <w:rsid w:val="001D6027"/>
    <w:rsid w:val="001D6081"/>
    <w:rsid w:val="001D6826"/>
    <w:rsid w:val="001D6D79"/>
    <w:rsid w:val="001D78F1"/>
    <w:rsid w:val="001D7F0C"/>
    <w:rsid w:val="001E081D"/>
    <w:rsid w:val="001E0899"/>
    <w:rsid w:val="001E0C94"/>
    <w:rsid w:val="001E0D31"/>
    <w:rsid w:val="001E166C"/>
    <w:rsid w:val="001E1C78"/>
    <w:rsid w:val="001E203C"/>
    <w:rsid w:val="001E2C52"/>
    <w:rsid w:val="001E33C9"/>
    <w:rsid w:val="001E3AF0"/>
    <w:rsid w:val="001E3C6F"/>
    <w:rsid w:val="001E45E0"/>
    <w:rsid w:val="001E4C78"/>
    <w:rsid w:val="001E5AF4"/>
    <w:rsid w:val="001E6969"/>
    <w:rsid w:val="001E69EB"/>
    <w:rsid w:val="001E6D95"/>
    <w:rsid w:val="001E720B"/>
    <w:rsid w:val="001E7486"/>
    <w:rsid w:val="001E7709"/>
    <w:rsid w:val="001E7B2F"/>
    <w:rsid w:val="001E7E1C"/>
    <w:rsid w:val="001F05D4"/>
    <w:rsid w:val="001F0F30"/>
    <w:rsid w:val="001F1863"/>
    <w:rsid w:val="001F1BF2"/>
    <w:rsid w:val="001F1F35"/>
    <w:rsid w:val="001F22D8"/>
    <w:rsid w:val="001F382E"/>
    <w:rsid w:val="001F3BB0"/>
    <w:rsid w:val="001F408C"/>
    <w:rsid w:val="001F47F4"/>
    <w:rsid w:val="001F4F08"/>
    <w:rsid w:val="001F5892"/>
    <w:rsid w:val="001F5A05"/>
    <w:rsid w:val="001F5B4A"/>
    <w:rsid w:val="001F6071"/>
    <w:rsid w:val="001F6677"/>
    <w:rsid w:val="001F66F1"/>
    <w:rsid w:val="001F68D6"/>
    <w:rsid w:val="001F6DAE"/>
    <w:rsid w:val="001F788D"/>
    <w:rsid w:val="001F7C85"/>
    <w:rsid w:val="001F7DBB"/>
    <w:rsid w:val="002003B4"/>
    <w:rsid w:val="00200574"/>
    <w:rsid w:val="002006E8"/>
    <w:rsid w:val="00200941"/>
    <w:rsid w:val="00201090"/>
    <w:rsid w:val="00201169"/>
    <w:rsid w:val="00201938"/>
    <w:rsid w:val="0020242B"/>
    <w:rsid w:val="0020310C"/>
    <w:rsid w:val="0020434B"/>
    <w:rsid w:val="00204AB2"/>
    <w:rsid w:val="00204B70"/>
    <w:rsid w:val="00204BA6"/>
    <w:rsid w:val="00205401"/>
    <w:rsid w:val="0020559F"/>
    <w:rsid w:val="002055EB"/>
    <w:rsid w:val="002058B5"/>
    <w:rsid w:val="0020593B"/>
    <w:rsid w:val="00205CB7"/>
    <w:rsid w:val="00206037"/>
    <w:rsid w:val="00206088"/>
    <w:rsid w:val="002079B6"/>
    <w:rsid w:val="00207B52"/>
    <w:rsid w:val="00210132"/>
    <w:rsid w:val="0021072A"/>
    <w:rsid w:val="0021073B"/>
    <w:rsid w:val="0021079A"/>
    <w:rsid w:val="00210863"/>
    <w:rsid w:val="00211664"/>
    <w:rsid w:val="002119C4"/>
    <w:rsid w:val="00211BFB"/>
    <w:rsid w:val="00212325"/>
    <w:rsid w:val="00212634"/>
    <w:rsid w:val="00212C3F"/>
    <w:rsid w:val="00213238"/>
    <w:rsid w:val="0021413A"/>
    <w:rsid w:val="0021453A"/>
    <w:rsid w:val="00214B32"/>
    <w:rsid w:val="0021518A"/>
    <w:rsid w:val="00215864"/>
    <w:rsid w:val="002166C2"/>
    <w:rsid w:val="002167AD"/>
    <w:rsid w:val="00216925"/>
    <w:rsid w:val="0021768E"/>
    <w:rsid w:val="002179D5"/>
    <w:rsid w:val="00217FB8"/>
    <w:rsid w:val="00217FE5"/>
    <w:rsid w:val="002201E7"/>
    <w:rsid w:val="00220A33"/>
    <w:rsid w:val="00221905"/>
    <w:rsid w:val="00221B8C"/>
    <w:rsid w:val="00222181"/>
    <w:rsid w:val="002227A7"/>
    <w:rsid w:val="00222F22"/>
    <w:rsid w:val="002234A1"/>
    <w:rsid w:val="00224223"/>
    <w:rsid w:val="002246D9"/>
    <w:rsid w:val="0022485A"/>
    <w:rsid w:val="00224EA5"/>
    <w:rsid w:val="00225147"/>
    <w:rsid w:val="0022576F"/>
    <w:rsid w:val="00226CD3"/>
    <w:rsid w:val="00227F0F"/>
    <w:rsid w:val="00230148"/>
    <w:rsid w:val="002308EB"/>
    <w:rsid w:val="00230A52"/>
    <w:rsid w:val="00230D74"/>
    <w:rsid w:val="00231650"/>
    <w:rsid w:val="00231F8D"/>
    <w:rsid w:val="002324F5"/>
    <w:rsid w:val="00234025"/>
    <w:rsid w:val="00234C3A"/>
    <w:rsid w:val="00234F8E"/>
    <w:rsid w:val="00237A1E"/>
    <w:rsid w:val="00237BCE"/>
    <w:rsid w:val="00237F39"/>
    <w:rsid w:val="00237F86"/>
    <w:rsid w:val="00237F9C"/>
    <w:rsid w:val="00240DAD"/>
    <w:rsid w:val="00240FED"/>
    <w:rsid w:val="00241256"/>
    <w:rsid w:val="002418E9"/>
    <w:rsid w:val="002421CC"/>
    <w:rsid w:val="00242BAA"/>
    <w:rsid w:val="002430EF"/>
    <w:rsid w:val="00243126"/>
    <w:rsid w:val="00243372"/>
    <w:rsid w:val="00244393"/>
    <w:rsid w:val="0024483F"/>
    <w:rsid w:val="00246E18"/>
    <w:rsid w:val="002470FE"/>
    <w:rsid w:val="00250729"/>
    <w:rsid w:val="00250A65"/>
    <w:rsid w:val="00250EAE"/>
    <w:rsid w:val="002514B8"/>
    <w:rsid w:val="00251E04"/>
    <w:rsid w:val="0025206C"/>
    <w:rsid w:val="00252FAF"/>
    <w:rsid w:val="002535DD"/>
    <w:rsid w:val="00253F86"/>
    <w:rsid w:val="00254601"/>
    <w:rsid w:val="0025465F"/>
    <w:rsid w:val="002548B3"/>
    <w:rsid w:val="00254B22"/>
    <w:rsid w:val="00254E80"/>
    <w:rsid w:val="00254F08"/>
    <w:rsid w:val="0025507D"/>
    <w:rsid w:val="00255448"/>
    <w:rsid w:val="00255C3C"/>
    <w:rsid w:val="00256757"/>
    <w:rsid w:val="00256A94"/>
    <w:rsid w:val="002577B8"/>
    <w:rsid w:val="002579EB"/>
    <w:rsid w:val="00257AFD"/>
    <w:rsid w:val="00257F02"/>
    <w:rsid w:val="00260EB0"/>
    <w:rsid w:val="002611C0"/>
    <w:rsid w:val="00262D2D"/>
    <w:rsid w:val="00262D60"/>
    <w:rsid w:val="00262F84"/>
    <w:rsid w:val="00264318"/>
    <w:rsid w:val="00264853"/>
    <w:rsid w:val="00264D30"/>
    <w:rsid w:val="002653E6"/>
    <w:rsid w:val="00265516"/>
    <w:rsid w:val="00265765"/>
    <w:rsid w:val="00265903"/>
    <w:rsid w:val="00266182"/>
    <w:rsid w:val="002664B9"/>
    <w:rsid w:val="002667CA"/>
    <w:rsid w:val="00266F1D"/>
    <w:rsid w:val="00267F18"/>
    <w:rsid w:val="0027087E"/>
    <w:rsid w:val="00270D1D"/>
    <w:rsid w:val="00270EDC"/>
    <w:rsid w:val="00271A90"/>
    <w:rsid w:val="00271ACD"/>
    <w:rsid w:val="002720C7"/>
    <w:rsid w:val="00272FC4"/>
    <w:rsid w:val="002734A8"/>
    <w:rsid w:val="00273A02"/>
    <w:rsid w:val="00273A63"/>
    <w:rsid w:val="00273ABE"/>
    <w:rsid w:val="0027432E"/>
    <w:rsid w:val="00274ED1"/>
    <w:rsid w:val="00276470"/>
    <w:rsid w:val="0027656C"/>
    <w:rsid w:val="002768D4"/>
    <w:rsid w:val="0027717F"/>
    <w:rsid w:val="00277440"/>
    <w:rsid w:val="0027763C"/>
    <w:rsid w:val="002776FA"/>
    <w:rsid w:val="0027774D"/>
    <w:rsid w:val="00277982"/>
    <w:rsid w:val="00277E5D"/>
    <w:rsid w:val="00280506"/>
    <w:rsid w:val="002809DC"/>
    <w:rsid w:val="002814E2"/>
    <w:rsid w:val="002819DB"/>
    <w:rsid w:val="00281D4E"/>
    <w:rsid w:val="00282769"/>
    <w:rsid w:val="00282A5E"/>
    <w:rsid w:val="00283230"/>
    <w:rsid w:val="002833EC"/>
    <w:rsid w:val="0028380A"/>
    <w:rsid w:val="0028414F"/>
    <w:rsid w:val="00284916"/>
    <w:rsid w:val="00285A14"/>
    <w:rsid w:val="00285D14"/>
    <w:rsid w:val="00286927"/>
    <w:rsid w:val="00286A51"/>
    <w:rsid w:val="00286C30"/>
    <w:rsid w:val="00287B66"/>
    <w:rsid w:val="00290041"/>
    <w:rsid w:val="00290AB1"/>
    <w:rsid w:val="00290BC4"/>
    <w:rsid w:val="0029149C"/>
    <w:rsid w:val="00291604"/>
    <w:rsid w:val="00291886"/>
    <w:rsid w:val="00292303"/>
    <w:rsid w:val="00292406"/>
    <w:rsid w:val="00292CDE"/>
    <w:rsid w:val="00292CE8"/>
    <w:rsid w:val="00293208"/>
    <w:rsid w:val="00294248"/>
    <w:rsid w:val="00294E35"/>
    <w:rsid w:val="00295EB1"/>
    <w:rsid w:val="00296B6B"/>
    <w:rsid w:val="00296CB1"/>
    <w:rsid w:val="00296D2E"/>
    <w:rsid w:val="00297149"/>
    <w:rsid w:val="00297202"/>
    <w:rsid w:val="00297485"/>
    <w:rsid w:val="0029791F"/>
    <w:rsid w:val="00297BE7"/>
    <w:rsid w:val="002A035B"/>
    <w:rsid w:val="002A0546"/>
    <w:rsid w:val="002A07CB"/>
    <w:rsid w:val="002A0922"/>
    <w:rsid w:val="002A1313"/>
    <w:rsid w:val="002A187D"/>
    <w:rsid w:val="002A1A0B"/>
    <w:rsid w:val="002A1BAA"/>
    <w:rsid w:val="002A1F85"/>
    <w:rsid w:val="002A221A"/>
    <w:rsid w:val="002A2669"/>
    <w:rsid w:val="002A2C70"/>
    <w:rsid w:val="002A2CA1"/>
    <w:rsid w:val="002A39C5"/>
    <w:rsid w:val="002A61B4"/>
    <w:rsid w:val="002A674C"/>
    <w:rsid w:val="002A6799"/>
    <w:rsid w:val="002A7157"/>
    <w:rsid w:val="002A721D"/>
    <w:rsid w:val="002A75DE"/>
    <w:rsid w:val="002A774C"/>
    <w:rsid w:val="002A7BFB"/>
    <w:rsid w:val="002A7CC2"/>
    <w:rsid w:val="002A7D30"/>
    <w:rsid w:val="002B1400"/>
    <w:rsid w:val="002B1F0E"/>
    <w:rsid w:val="002B259F"/>
    <w:rsid w:val="002B271D"/>
    <w:rsid w:val="002B304F"/>
    <w:rsid w:val="002B36E7"/>
    <w:rsid w:val="002B3B65"/>
    <w:rsid w:val="002B4371"/>
    <w:rsid w:val="002B4CD5"/>
    <w:rsid w:val="002B5353"/>
    <w:rsid w:val="002B55E7"/>
    <w:rsid w:val="002B582E"/>
    <w:rsid w:val="002B6209"/>
    <w:rsid w:val="002B6365"/>
    <w:rsid w:val="002B65DB"/>
    <w:rsid w:val="002B700C"/>
    <w:rsid w:val="002B7493"/>
    <w:rsid w:val="002C04E0"/>
    <w:rsid w:val="002C0C9B"/>
    <w:rsid w:val="002C14C7"/>
    <w:rsid w:val="002C1E18"/>
    <w:rsid w:val="002C2C3A"/>
    <w:rsid w:val="002C3B1A"/>
    <w:rsid w:val="002C411F"/>
    <w:rsid w:val="002C4435"/>
    <w:rsid w:val="002C527B"/>
    <w:rsid w:val="002C5511"/>
    <w:rsid w:val="002C6163"/>
    <w:rsid w:val="002C76D0"/>
    <w:rsid w:val="002C7CE6"/>
    <w:rsid w:val="002C7E41"/>
    <w:rsid w:val="002D0018"/>
    <w:rsid w:val="002D0D37"/>
    <w:rsid w:val="002D1032"/>
    <w:rsid w:val="002D15FA"/>
    <w:rsid w:val="002D1E2E"/>
    <w:rsid w:val="002D240A"/>
    <w:rsid w:val="002D301F"/>
    <w:rsid w:val="002D35D2"/>
    <w:rsid w:val="002D3A7E"/>
    <w:rsid w:val="002D4466"/>
    <w:rsid w:val="002D4940"/>
    <w:rsid w:val="002D4A0E"/>
    <w:rsid w:val="002D54F7"/>
    <w:rsid w:val="002D55AF"/>
    <w:rsid w:val="002D5636"/>
    <w:rsid w:val="002D5B81"/>
    <w:rsid w:val="002D5CBD"/>
    <w:rsid w:val="002E0031"/>
    <w:rsid w:val="002E0D7B"/>
    <w:rsid w:val="002E0E91"/>
    <w:rsid w:val="002E0EA2"/>
    <w:rsid w:val="002E14D3"/>
    <w:rsid w:val="002E1DA3"/>
    <w:rsid w:val="002E21A6"/>
    <w:rsid w:val="002E2BFB"/>
    <w:rsid w:val="002E3F26"/>
    <w:rsid w:val="002E429C"/>
    <w:rsid w:val="002E4556"/>
    <w:rsid w:val="002E4B98"/>
    <w:rsid w:val="002E4CB4"/>
    <w:rsid w:val="002E4CCA"/>
    <w:rsid w:val="002E5278"/>
    <w:rsid w:val="002E5A12"/>
    <w:rsid w:val="002E5B30"/>
    <w:rsid w:val="002E5FAE"/>
    <w:rsid w:val="002E6059"/>
    <w:rsid w:val="002E68CA"/>
    <w:rsid w:val="002E721D"/>
    <w:rsid w:val="002F0250"/>
    <w:rsid w:val="002F02A8"/>
    <w:rsid w:val="002F116B"/>
    <w:rsid w:val="002F1AED"/>
    <w:rsid w:val="002F2C99"/>
    <w:rsid w:val="002F3281"/>
    <w:rsid w:val="002F404A"/>
    <w:rsid w:val="002F4187"/>
    <w:rsid w:val="002F483F"/>
    <w:rsid w:val="002F4A68"/>
    <w:rsid w:val="002F4E97"/>
    <w:rsid w:val="002F50C5"/>
    <w:rsid w:val="002F515D"/>
    <w:rsid w:val="002F597A"/>
    <w:rsid w:val="002F72AA"/>
    <w:rsid w:val="002F7CA5"/>
    <w:rsid w:val="0030120E"/>
    <w:rsid w:val="00301805"/>
    <w:rsid w:val="00301BB6"/>
    <w:rsid w:val="003024CA"/>
    <w:rsid w:val="00302A37"/>
    <w:rsid w:val="00302E61"/>
    <w:rsid w:val="00302E9D"/>
    <w:rsid w:val="0030321F"/>
    <w:rsid w:val="0030350A"/>
    <w:rsid w:val="003041F5"/>
    <w:rsid w:val="00305F42"/>
    <w:rsid w:val="003063EC"/>
    <w:rsid w:val="0030678D"/>
    <w:rsid w:val="003068B1"/>
    <w:rsid w:val="00307B28"/>
    <w:rsid w:val="00307E6E"/>
    <w:rsid w:val="00310468"/>
    <w:rsid w:val="00311462"/>
    <w:rsid w:val="00311C72"/>
    <w:rsid w:val="00311C8C"/>
    <w:rsid w:val="00311D88"/>
    <w:rsid w:val="00312479"/>
    <w:rsid w:val="003129FD"/>
    <w:rsid w:val="0031391F"/>
    <w:rsid w:val="003141F7"/>
    <w:rsid w:val="003156A5"/>
    <w:rsid w:val="00315AE9"/>
    <w:rsid w:val="00315D53"/>
    <w:rsid w:val="003160C6"/>
    <w:rsid w:val="003166AD"/>
    <w:rsid w:val="00316B63"/>
    <w:rsid w:val="00317436"/>
    <w:rsid w:val="003175C7"/>
    <w:rsid w:val="003175F4"/>
    <w:rsid w:val="0031793F"/>
    <w:rsid w:val="00317A88"/>
    <w:rsid w:val="003200C8"/>
    <w:rsid w:val="00320A3E"/>
    <w:rsid w:val="00320F89"/>
    <w:rsid w:val="00321271"/>
    <w:rsid w:val="00321B4A"/>
    <w:rsid w:val="00321C99"/>
    <w:rsid w:val="00321E31"/>
    <w:rsid w:val="003225D4"/>
    <w:rsid w:val="0032289C"/>
    <w:rsid w:val="0032317F"/>
    <w:rsid w:val="00323E08"/>
    <w:rsid w:val="00324B7C"/>
    <w:rsid w:val="00324F9D"/>
    <w:rsid w:val="00325401"/>
    <w:rsid w:val="00325A2B"/>
    <w:rsid w:val="00326DA0"/>
    <w:rsid w:val="00326EB8"/>
    <w:rsid w:val="00326F3D"/>
    <w:rsid w:val="00327257"/>
    <w:rsid w:val="00327B75"/>
    <w:rsid w:val="00327E1E"/>
    <w:rsid w:val="00330441"/>
    <w:rsid w:val="00330FD2"/>
    <w:rsid w:val="00331101"/>
    <w:rsid w:val="00331746"/>
    <w:rsid w:val="00331DF2"/>
    <w:rsid w:val="00331F7C"/>
    <w:rsid w:val="0033254F"/>
    <w:rsid w:val="003333E7"/>
    <w:rsid w:val="003340D7"/>
    <w:rsid w:val="00334558"/>
    <w:rsid w:val="003347C8"/>
    <w:rsid w:val="00334D6F"/>
    <w:rsid w:val="00334E92"/>
    <w:rsid w:val="0033540F"/>
    <w:rsid w:val="00335E28"/>
    <w:rsid w:val="00335EE7"/>
    <w:rsid w:val="0033644E"/>
    <w:rsid w:val="00336A8D"/>
    <w:rsid w:val="00337609"/>
    <w:rsid w:val="00337720"/>
    <w:rsid w:val="003417B6"/>
    <w:rsid w:val="003424A9"/>
    <w:rsid w:val="00342834"/>
    <w:rsid w:val="003431CA"/>
    <w:rsid w:val="00344062"/>
    <w:rsid w:val="0034437A"/>
    <w:rsid w:val="003446C6"/>
    <w:rsid w:val="003447E5"/>
    <w:rsid w:val="00345005"/>
    <w:rsid w:val="003468B0"/>
    <w:rsid w:val="00346BA0"/>
    <w:rsid w:val="003477CA"/>
    <w:rsid w:val="00347801"/>
    <w:rsid w:val="003502AA"/>
    <w:rsid w:val="00350507"/>
    <w:rsid w:val="0035089E"/>
    <w:rsid w:val="00350AFA"/>
    <w:rsid w:val="0035191E"/>
    <w:rsid w:val="00353EF0"/>
    <w:rsid w:val="00354452"/>
    <w:rsid w:val="003548B0"/>
    <w:rsid w:val="00354D9C"/>
    <w:rsid w:val="00354F07"/>
    <w:rsid w:val="003559AC"/>
    <w:rsid w:val="00356E63"/>
    <w:rsid w:val="00356F5D"/>
    <w:rsid w:val="00357489"/>
    <w:rsid w:val="0036070A"/>
    <w:rsid w:val="00360B11"/>
    <w:rsid w:val="00360D35"/>
    <w:rsid w:val="00361464"/>
    <w:rsid w:val="00361E0E"/>
    <w:rsid w:val="0036330A"/>
    <w:rsid w:val="00363583"/>
    <w:rsid w:val="003640C8"/>
    <w:rsid w:val="00364A76"/>
    <w:rsid w:val="003665A7"/>
    <w:rsid w:val="00366B4D"/>
    <w:rsid w:val="00370F74"/>
    <w:rsid w:val="0037196A"/>
    <w:rsid w:val="00372758"/>
    <w:rsid w:val="00372930"/>
    <w:rsid w:val="00372DC2"/>
    <w:rsid w:val="00372F8E"/>
    <w:rsid w:val="0037349E"/>
    <w:rsid w:val="00373802"/>
    <w:rsid w:val="00373C6F"/>
    <w:rsid w:val="00373E3C"/>
    <w:rsid w:val="003741C9"/>
    <w:rsid w:val="003747E0"/>
    <w:rsid w:val="003748EF"/>
    <w:rsid w:val="00374AB7"/>
    <w:rsid w:val="0037530E"/>
    <w:rsid w:val="00375835"/>
    <w:rsid w:val="003764DD"/>
    <w:rsid w:val="003769CF"/>
    <w:rsid w:val="00376D62"/>
    <w:rsid w:val="00377111"/>
    <w:rsid w:val="003776D8"/>
    <w:rsid w:val="0037770C"/>
    <w:rsid w:val="00377EE0"/>
    <w:rsid w:val="00380022"/>
    <w:rsid w:val="003807ED"/>
    <w:rsid w:val="00380D2A"/>
    <w:rsid w:val="003815A1"/>
    <w:rsid w:val="00382C0A"/>
    <w:rsid w:val="00382FF5"/>
    <w:rsid w:val="0038329D"/>
    <w:rsid w:val="00383A3E"/>
    <w:rsid w:val="00383AAE"/>
    <w:rsid w:val="00383EED"/>
    <w:rsid w:val="00384A31"/>
    <w:rsid w:val="00384F64"/>
    <w:rsid w:val="003851B1"/>
    <w:rsid w:val="00385213"/>
    <w:rsid w:val="00385EC8"/>
    <w:rsid w:val="003861F7"/>
    <w:rsid w:val="003862AF"/>
    <w:rsid w:val="003862CA"/>
    <w:rsid w:val="00386315"/>
    <w:rsid w:val="00386ACE"/>
    <w:rsid w:val="0038714B"/>
    <w:rsid w:val="00387256"/>
    <w:rsid w:val="00387907"/>
    <w:rsid w:val="0039015A"/>
    <w:rsid w:val="00390461"/>
    <w:rsid w:val="00390582"/>
    <w:rsid w:val="00390C08"/>
    <w:rsid w:val="0039152D"/>
    <w:rsid w:val="003916B1"/>
    <w:rsid w:val="00392E16"/>
    <w:rsid w:val="0039331C"/>
    <w:rsid w:val="003935B9"/>
    <w:rsid w:val="0039372E"/>
    <w:rsid w:val="00393D27"/>
    <w:rsid w:val="0039476E"/>
    <w:rsid w:val="0039482A"/>
    <w:rsid w:val="00394C92"/>
    <w:rsid w:val="003955F8"/>
    <w:rsid w:val="003959D4"/>
    <w:rsid w:val="003962B3"/>
    <w:rsid w:val="003971FC"/>
    <w:rsid w:val="003A0525"/>
    <w:rsid w:val="003A0603"/>
    <w:rsid w:val="003A0B19"/>
    <w:rsid w:val="003A1544"/>
    <w:rsid w:val="003A2495"/>
    <w:rsid w:val="003A2CAB"/>
    <w:rsid w:val="003A2E5F"/>
    <w:rsid w:val="003A30F0"/>
    <w:rsid w:val="003A3740"/>
    <w:rsid w:val="003A3800"/>
    <w:rsid w:val="003A3BEC"/>
    <w:rsid w:val="003A3D28"/>
    <w:rsid w:val="003A40B8"/>
    <w:rsid w:val="003A419F"/>
    <w:rsid w:val="003A438E"/>
    <w:rsid w:val="003A4FAF"/>
    <w:rsid w:val="003A50FE"/>
    <w:rsid w:val="003A5B67"/>
    <w:rsid w:val="003A5D29"/>
    <w:rsid w:val="003A5E43"/>
    <w:rsid w:val="003A6791"/>
    <w:rsid w:val="003A67FF"/>
    <w:rsid w:val="003A690B"/>
    <w:rsid w:val="003A746B"/>
    <w:rsid w:val="003A74F5"/>
    <w:rsid w:val="003A7746"/>
    <w:rsid w:val="003B0C1A"/>
    <w:rsid w:val="003B1199"/>
    <w:rsid w:val="003B1698"/>
    <w:rsid w:val="003B1766"/>
    <w:rsid w:val="003B208A"/>
    <w:rsid w:val="003B2429"/>
    <w:rsid w:val="003B2C0F"/>
    <w:rsid w:val="003B4227"/>
    <w:rsid w:val="003B472A"/>
    <w:rsid w:val="003B4C32"/>
    <w:rsid w:val="003B5440"/>
    <w:rsid w:val="003B56E8"/>
    <w:rsid w:val="003B5767"/>
    <w:rsid w:val="003B5B55"/>
    <w:rsid w:val="003B620C"/>
    <w:rsid w:val="003B63D1"/>
    <w:rsid w:val="003B7F13"/>
    <w:rsid w:val="003C158A"/>
    <w:rsid w:val="003C1729"/>
    <w:rsid w:val="003C1FF2"/>
    <w:rsid w:val="003C2770"/>
    <w:rsid w:val="003C2CF1"/>
    <w:rsid w:val="003C4499"/>
    <w:rsid w:val="003C4DAE"/>
    <w:rsid w:val="003C547A"/>
    <w:rsid w:val="003C5814"/>
    <w:rsid w:val="003C59F6"/>
    <w:rsid w:val="003C61C1"/>
    <w:rsid w:val="003C6F82"/>
    <w:rsid w:val="003C757C"/>
    <w:rsid w:val="003C77FC"/>
    <w:rsid w:val="003C7CA1"/>
    <w:rsid w:val="003C7D7D"/>
    <w:rsid w:val="003C7F68"/>
    <w:rsid w:val="003D02E5"/>
    <w:rsid w:val="003D1B21"/>
    <w:rsid w:val="003D1F8B"/>
    <w:rsid w:val="003D226E"/>
    <w:rsid w:val="003D2BA6"/>
    <w:rsid w:val="003D2C37"/>
    <w:rsid w:val="003D3BE0"/>
    <w:rsid w:val="003D437F"/>
    <w:rsid w:val="003D61B7"/>
    <w:rsid w:val="003D68E5"/>
    <w:rsid w:val="003D6A9F"/>
    <w:rsid w:val="003D6E87"/>
    <w:rsid w:val="003D74B4"/>
    <w:rsid w:val="003D76A9"/>
    <w:rsid w:val="003E00D8"/>
    <w:rsid w:val="003E12B0"/>
    <w:rsid w:val="003E1E55"/>
    <w:rsid w:val="003E23FD"/>
    <w:rsid w:val="003E2B2E"/>
    <w:rsid w:val="003E353E"/>
    <w:rsid w:val="003E4052"/>
    <w:rsid w:val="003E58DE"/>
    <w:rsid w:val="003E5C01"/>
    <w:rsid w:val="003E60B4"/>
    <w:rsid w:val="003E6C6C"/>
    <w:rsid w:val="003E76BC"/>
    <w:rsid w:val="003E7DD3"/>
    <w:rsid w:val="003F045D"/>
    <w:rsid w:val="003F093E"/>
    <w:rsid w:val="003F09C4"/>
    <w:rsid w:val="003F1F66"/>
    <w:rsid w:val="003F2165"/>
    <w:rsid w:val="003F2519"/>
    <w:rsid w:val="003F2C47"/>
    <w:rsid w:val="003F2F56"/>
    <w:rsid w:val="003F300B"/>
    <w:rsid w:val="003F3119"/>
    <w:rsid w:val="003F33AA"/>
    <w:rsid w:val="003F38C0"/>
    <w:rsid w:val="003F479D"/>
    <w:rsid w:val="003F4AA9"/>
    <w:rsid w:val="003F54D1"/>
    <w:rsid w:val="003F5AF6"/>
    <w:rsid w:val="003F5BA7"/>
    <w:rsid w:val="003F61AC"/>
    <w:rsid w:val="003F67A8"/>
    <w:rsid w:val="003F6977"/>
    <w:rsid w:val="003F6A5F"/>
    <w:rsid w:val="003F6EE6"/>
    <w:rsid w:val="003F7DD6"/>
    <w:rsid w:val="00400324"/>
    <w:rsid w:val="004008A3"/>
    <w:rsid w:val="0040123A"/>
    <w:rsid w:val="0040139F"/>
    <w:rsid w:val="004016EB"/>
    <w:rsid w:val="004020E7"/>
    <w:rsid w:val="00404B35"/>
    <w:rsid w:val="004069E6"/>
    <w:rsid w:val="00407051"/>
    <w:rsid w:val="004079EA"/>
    <w:rsid w:val="00407CA8"/>
    <w:rsid w:val="00411454"/>
    <w:rsid w:val="004115C2"/>
    <w:rsid w:val="004115E2"/>
    <w:rsid w:val="00412453"/>
    <w:rsid w:val="00412BAF"/>
    <w:rsid w:val="00413988"/>
    <w:rsid w:val="00413E8B"/>
    <w:rsid w:val="00414094"/>
    <w:rsid w:val="004146EB"/>
    <w:rsid w:val="0041508A"/>
    <w:rsid w:val="004155C9"/>
    <w:rsid w:val="00415B04"/>
    <w:rsid w:val="00415E0F"/>
    <w:rsid w:val="00416597"/>
    <w:rsid w:val="00416962"/>
    <w:rsid w:val="00417A1E"/>
    <w:rsid w:val="00417A89"/>
    <w:rsid w:val="004209BC"/>
    <w:rsid w:val="00421540"/>
    <w:rsid w:val="00421A7D"/>
    <w:rsid w:val="00421EC9"/>
    <w:rsid w:val="004225E5"/>
    <w:rsid w:val="0042267B"/>
    <w:rsid w:val="00422AC5"/>
    <w:rsid w:val="00423474"/>
    <w:rsid w:val="00424655"/>
    <w:rsid w:val="00424779"/>
    <w:rsid w:val="00424A04"/>
    <w:rsid w:val="00424FE2"/>
    <w:rsid w:val="0042599F"/>
    <w:rsid w:val="00425DAB"/>
    <w:rsid w:val="00426075"/>
    <w:rsid w:val="004263FC"/>
    <w:rsid w:val="00426624"/>
    <w:rsid w:val="004269D1"/>
    <w:rsid w:val="00426A61"/>
    <w:rsid w:val="00426B1A"/>
    <w:rsid w:val="00426B4C"/>
    <w:rsid w:val="00427747"/>
    <w:rsid w:val="00427B00"/>
    <w:rsid w:val="00427B8D"/>
    <w:rsid w:val="00427C14"/>
    <w:rsid w:val="00427C36"/>
    <w:rsid w:val="004303C6"/>
    <w:rsid w:val="0043057B"/>
    <w:rsid w:val="0043085E"/>
    <w:rsid w:val="00430E3A"/>
    <w:rsid w:val="004312E6"/>
    <w:rsid w:val="004320F5"/>
    <w:rsid w:val="00432D71"/>
    <w:rsid w:val="004333E2"/>
    <w:rsid w:val="004334C7"/>
    <w:rsid w:val="00433748"/>
    <w:rsid w:val="00433CC5"/>
    <w:rsid w:val="00434673"/>
    <w:rsid w:val="00434AEF"/>
    <w:rsid w:val="00434BA4"/>
    <w:rsid w:val="00434F94"/>
    <w:rsid w:val="004357C6"/>
    <w:rsid w:val="00437E19"/>
    <w:rsid w:val="00440107"/>
    <w:rsid w:val="0044054B"/>
    <w:rsid w:val="004414DF"/>
    <w:rsid w:val="0044166C"/>
    <w:rsid w:val="00441B2F"/>
    <w:rsid w:val="00441CEE"/>
    <w:rsid w:val="00441D1A"/>
    <w:rsid w:val="00441D1E"/>
    <w:rsid w:val="00442C0E"/>
    <w:rsid w:val="0044305A"/>
    <w:rsid w:val="00443D7F"/>
    <w:rsid w:val="00444016"/>
    <w:rsid w:val="00444997"/>
    <w:rsid w:val="004459A3"/>
    <w:rsid w:val="00445C00"/>
    <w:rsid w:val="00445CB5"/>
    <w:rsid w:val="00447C92"/>
    <w:rsid w:val="0045136D"/>
    <w:rsid w:val="00451E7C"/>
    <w:rsid w:val="0045285D"/>
    <w:rsid w:val="004529A0"/>
    <w:rsid w:val="00453114"/>
    <w:rsid w:val="00453306"/>
    <w:rsid w:val="004534C1"/>
    <w:rsid w:val="00453EA6"/>
    <w:rsid w:val="004545A7"/>
    <w:rsid w:val="00454AF5"/>
    <w:rsid w:val="00455BE2"/>
    <w:rsid w:val="0045655F"/>
    <w:rsid w:val="004567EC"/>
    <w:rsid w:val="004569CF"/>
    <w:rsid w:val="00456B71"/>
    <w:rsid w:val="004571A8"/>
    <w:rsid w:val="00457C55"/>
    <w:rsid w:val="00457EE8"/>
    <w:rsid w:val="004603CD"/>
    <w:rsid w:val="00460CC1"/>
    <w:rsid w:val="00460D89"/>
    <w:rsid w:val="00461219"/>
    <w:rsid w:val="004615DF"/>
    <w:rsid w:val="00461CCB"/>
    <w:rsid w:val="00461CDC"/>
    <w:rsid w:val="00461EDA"/>
    <w:rsid w:val="00461FCF"/>
    <w:rsid w:val="004637CF"/>
    <w:rsid w:val="00463D55"/>
    <w:rsid w:val="00464925"/>
    <w:rsid w:val="0046492E"/>
    <w:rsid w:val="00465556"/>
    <w:rsid w:val="004665F4"/>
    <w:rsid w:val="00466E94"/>
    <w:rsid w:val="00466FFD"/>
    <w:rsid w:val="0046715A"/>
    <w:rsid w:val="00467793"/>
    <w:rsid w:val="00467BCB"/>
    <w:rsid w:val="004702D2"/>
    <w:rsid w:val="0047195B"/>
    <w:rsid w:val="0047196C"/>
    <w:rsid w:val="00471B26"/>
    <w:rsid w:val="00471DD6"/>
    <w:rsid w:val="00472A5E"/>
    <w:rsid w:val="00472A7F"/>
    <w:rsid w:val="00473457"/>
    <w:rsid w:val="00473479"/>
    <w:rsid w:val="0047380A"/>
    <w:rsid w:val="00473F35"/>
    <w:rsid w:val="00473FB6"/>
    <w:rsid w:val="00474AC3"/>
    <w:rsid w:val="00474FFA"/>
    <w:rsid w:val="00475685"/>
    <w:rsid w:val="00475802"/>
    <w:rsid w:val="00475844"/>
    <w:rsid w:val="00475E9D"/>
    <w:rsid w:val="00476192"/>
    <w:rsid w:val="0047670F"/>
    <w:rsid w:val="004779D0"/>
    <w:rsid w:val="00477A60"/>
    <w:rsid w:val="00477E87"/>
    <w:rsid w:val="00477EB0"/>
    <w:rsid w:val="004803B0"/>
    <w:rsid w:val="004804E9"/>
    <w:rsid w:val="00480603"/>
    <w:rsid w:val="00480914"/>
    <w:rsid w:val="00481376"/>
    <w:rsid w:val="00481432"/>
    <w:rsid w:val="00481D8A"/>
    <w:rsid w:val="0048280D"/>
    <w:rsid w:val="004828E7"/>
    <w:rsid w:val="0048296A"/>
    <w:rsid w:val="00482B33"/>
    <w:rsid w:val="004843FF"/>
    <w:rsid w:val="0048519F"/>
    <w:rsid w:val="0048559A"/>
    <w:rsid w:val="00485D39"/>
    <w:rsid w:val="0048608B"/>
    <w:rsid w:val="004864FA"/>
    <w:rsid w:val="00486873"/>
    <w:rsid w:val="00486C46"/>
    <w:rsid w:val="00486F04"/>
    <w:rsid w:val="00487541"/>
    <w:rsid w:val="0049031D"/>
    <w:rsid w:val="00490455"/>
    <w:rsid w:val="004909E1"/>
    <w:rsid w:val="00490A33"/>
    <w:rsid w:val="00490C1A"/>
    <w:rsid w:val="004916B3"/>
    <w:rsid w:val="00491894"/>
    <w:rsid w:val="00492D9C"/>
    <w:rsid w:val="004930B4"/>
    <w:rsid w:val="0049318F"/>
    <w:rsid w:val="004933EE"/>
    <w:rsid w:val="00493D97"/>
    <w:rsid w:val="00494D98"/>
    <w:rsid w:val="004950F1"/>
    <w:rsid w:val="00495502"/>
    <w:rsid w:val="00495AAF"/>
    <w:rsid w:val="00495E36"/>
    <w:rsid w:val="0049632F"/>
    <w:rsid w:val="004968B3"/>
    <w:rsid w:val="00496C3E"/>
    <w:rsid w:val="00496FB4"/>
    <w:rsid w:val="004971B1"/>
    <w:rsid w:val="004973A6"/>
    <w:rsid w:val="00497F8A"/>
    <w:rsid w:val="004A0AC6"/>
    <w:rsid w:val="004A0F01"/>
    <w:rsid w:val="004A1592"/>
    <w:rsid w:val="004A1947"/>
    <w:rsid w:val="004A1E39"/>
    <w:rsid w:val="004A2DCE"/>
    <w:rsid w:val="004A2E81"/>
    <w:rsid w:val="004A3465"/>
    <w:rsid w:val="004A39C6"/>
    <w:rsid w:val="004A3BF3"/>
    <w:rsid w:val="004A3FCC"/>
    <w:rsid w:val="004A51BD"/>
    <w:rsid w:val="004A569C"/>
    <w:rsid w:val="004A5F21"/>
    <w:rsid w:val="004A64CF"/>
    <w:rsid w:val="004A6C9B"/>
    <w:rsid w:val="004B00DC"/>
    <w:rsid w:val="004B0418"/>
    <w:rsid w:val="004B17B4"/>
    <w:rsid w:val="004B1E46"/>
    <w:rsid w:val="004B28BF"/>
    <w:rsid w:val="004B2C56"/>
    <w:rsid w:val="004B2E47"/>
    <w:rsid w:val="004B360A"/>
    <w:rsid w:val="004B3EFB"/>
    <w:rsid w:val="004B4058"/>
    <w:rsid w:val="004B4E57"/>
    <w:rsid w:val="004B507A"/>
    <w:rsid w:val="004B5099"/>
    <w:rsid w:val="004B54F5"/>
    <w:rsid w:val="004B5790"/>
    <w:rsid w:val="004B5C6C"/>
    <w:rsid w:val="004B601B"/>
    <w:rsid w:val="004B6FD4"/>
    <w:rsid w:val="004C1568"/>
    <w:rsid w:val="004C25A2"/>
    <w:rsid w:val="004C28F3"/>
    <w:rsid w:val="004C2D14"/>
    <w:rsid w:val="004C2FC5"/>
    <w:rsid w:val="004C31D9"/>
    <w:rsid w:val="004C3443"/>
    <w:rsid w:val="004C36AA"/>
    <w:rsid w:val="004C3C83"/>
    <w:rsid w:val="004C42B0"/>
    <w:rsid w:val="004C57BC"/>
    <w:rsid w:val="004C5D77"/>
    <w:rsid w:val="004C5F6C"/>
    <w:rsid w:val="004C6077"/>
    <w:rsid w:val="004C6F35"/>
    <w:rsid w:val="004C785D"/>
    <w:rsid w:val="004C7ADD"/>
    <w:rsid w:val="004C7CFE"/>
    <w:rsid w:val="004D0D65"/>
    <w:rsid w:val="004D1573"/>
    <w:rsid w:val="004D1B08"/>
    <w:rsid w:val="004D1B15"/>
    <w:rsid w:val="004D27BB"/>
    <w:rsid w:val="004D2B4F"/>
    <w:rsid w:val="004D2BF2"/>
    <w:rsid w:val="004D2C8F"/>
    <w:rsid w:val="004D2D7E"/>
    <w:rsid w:val="004D305E"/>
    <w:rsid w:val="004D3D26"/>
    <w:rsid w:val="004D5259"/>
    <w:rsid w:val="004D53BA"/>
    <w:rsid w:val="004D566E"/>
    <w:rsid w:val="004D6585"/>
    <w:rsid w:val="004D65ED"/>
    <w:rsid w:val="004D6BEC"/>
    <w:rsid w:val="004D7BBF"/>
    <w:rsid w:val="004D7D17"/>
    <w:rsid w:val="004D7E6A"/>
    <w:rsid w:val="004D7EC2"/>
    <w:rsid w:val="004E0818"/>
    <w:rsid w:val="004E1491"/>
    <w:rsid w:val="004E15D0"/>
    <w:rsid w:val="004E20E2"/>
    <w:rsid w:val="004E29D4"/>
    <w:rsid w:val="004E30AE"/>
    <w:rsid w:val="004E31C8"/>
    <w:rsid w:val="004E3EFC"/>
    <w:rsid w:val="004E4069"/>
    <w:rsid w:val="004E44AD"/>
    <w:rsid w:val="004E4777"/>
    <w:rsid w:val="004E5134"/>
    <w:rsid w:val="004E51A6"/>
    <w:rsid w:val="004E5DFC"/>
    <w:rsid w:val="004E6090"/>
    <w:rsid w:val="004E640E"/>
    <w:rsid w:val="004E766E"/>
    <w:rsid w:val="004E7687"/>
    <w:rsid w:val="004E798E"/>
    <w:rsid w:val="004E7B08"/>
    <w:rsid w:val="004F0645"/>
    <w:rsid w:val="004F0D7C"/>
    <w:rsid w:val="004F103C"/>
    <w:rsid w:val="004F11E9"/>
    <w:rsid w:val="004F1EBF"/>
    <w:rsid w:val="004F2310"/>
    <w:rsid w:val="004F2C2C"/>
    <w:rsid w:val="004F370C"/>
    <w:rsid w:val="004F3E5A"/>
    <w:rsid w:val="004F53E9"/>
    <w:rsid w:val="004F5D8E"/>
    <w:rsid w:val="004F6147"/>
    <w:rsid w:val="004F6AFD"/>
    <w:rsid w:val="004F6EC2"/>
    <w:rsid w:val="004F7007"/>
    <w:rsid w:val="004F7AC3"/>
    <w:rsid w:val="005001B1"/>
    <w:rsid w:val="00500CEB"/>
    <w:rsid w:val="00501206"/>
    <w:rsid w:val="0050199D"/>
    <w:rsid w:val="005020C9"/>
    <w:rsid w:val="00502299"/>
    <w:rsid w:val="005028FF"/>
    <w:rsid w:val="0050311F"/>
    <w:rsid w:val="005033DF"/>
    <w:rsid w:val="0050348B"/>
    <w:rsid w:val="0050354F"/>
    <w:rsid w:val="0050367D"/>
    <w:rsid w:val="00503C57"/>
    <w:rsid w:val="005047A3"/>
    <w:rsid w:val="00504BE7"/>
    <w:rsid w:val="005055CC"/>
    <w:rsid w:val="00505EA4"/>
    <w:rsid w:val="00505F43"/>
    <w:rsid w:val="005068E0"/>
    <w:rsid w:val="00506A3E"/>
    <w:rsid w:val="00506FB4"/>
    <w:rsid w:val="00507DD2"/>
    <w:rsid w:val="00510C55"/>
    <w:rsid w:val="00511364"/>
    <w:rsid w:val="005119CC"/>
    <w:rsid w:val="00512754"/>
    <w:rsid w:val="00512A01"/>
    <w:rsid w:val="00513871"/>
    <w:rsid w:val="005138F4"/>
    <w:rsid w:val="005140FB"/>
    <w:rsid w:val="0051413A"/>
    <w:rsid w:val="00514537"/>
    <w:rsid w:val="005146B5"/>
    <w:rsid w:val="00515556"/>
    <w:rsid w:val="0051555E"/>
    <w:rsid w:val="00515EC0"/>
    <w:rsid w:val="00516BE5"/>
    <w:rsid w:val="0051733E"/>
    <w:rsid w:val="00517D55"/>
    <w:rsid w:val="00517F69"/>
    <w:rsid w:val="005208F8"/>
    <w:rsid w:val="00520C95"/>
    <w:rsid w:val="005216FD"/>
    <w:rsid w:val="00521FF5"/>
    <w:rsid w:val="00522611"/>
    <w:rsid w:val="00522FEB"/>
    <w:rsid w:val="005239C5"/>
    <w:rsid w:val="00523D4E"/>
    <w:rsid w:val="005242B5"/>
    <w:rsid w:val="005242E0"/>
    <w:rsid w:val="005248AA"/>
    <w:rsid w:val="00524B94"/>
    <w:rsid w:val="005250AD"/>
    <w:rsid w:val="00525708"/>
    <w:rsid w:val="005258BB"/>
    <w:rsid w:val="0052592D"/>
    <w:rsid w:val="005260AB"/>
    <w:rsid w:val="00527CEC"/>
    <w:rsid w:val="00530530"/>
    <w:rsid w:val="00530936"/>
    <w:rsid w:val="00531575"/>
    <w:rsid w:val="0053168D"/>
    <w:rsid w:val="00531D2D"/>
    <w:rsid w:val="005321AE"/>
    <w:rsid w:val="005333F7"/>
    <w:rsid w:val="005335BB"/>
    <w:rsid w:val="00533697"/>
    <w:rsid w:val="005336B1"/>
    <w:rsid w:val="005346C4"/>
    <w:rsid w:val="00534B63"/>
    <w:rsid w:val="00534CE8"/>
    <w:rsid w:val="00535E3B"/>
    <w:rsid w:val="005364AB"/>
    <w:rsid w:val="005364F7"/>
    <w:rsid w:val="005368C6"/>
    <w:rsid w:val="00537399"/>
    <w:rsid w:val="0053770C"/>
    <w:rsid w:val="005379DB"/>
    <w:rsid w:val="00537E8A"/>
    <w:rsid w:val="005406F1"/>
    <w:rsid w:val="00540E2B"/>
    <w:rsid w:val="00541587"/>
    <w:rsid w:val="00541809"/>
    <w:rsid w:val="005418B7"/>
    <w:rsid w:val="00541A34"/>
    <w:rsid w:val="00542942"/>
    <w:rsid w:val="00542C68"/>
    <w:rsid w:val="005432A2"/>
    <w:rsid w:val="0054367F"/>
    <w:rsid w:val="00543750"/>
    <w:rsid w:val="00543AAF"/>
    <w:rsid w:val="00543FCF"/>
    <w:rsid w:val="00544E07"/>
    <w:rsid w:val="00545574"/>
    <w:rsid w:val="0054577E"/>
    <w:rsid w:val="00546266"/>
    <w:rsid w:val="00546466"/>
    <w:rsid w:val="00546523"/>
    <w:rsid w:val="005475BE"/>
    <w:rsid w:val="005477A5"/>
    <w:rsid w:val="0054794E"/>
    <w:rsid w:val="00550907"/>
    <w:rsid w:val="00550F96"/>
    <w:rsid w:val="00551B73"/>
    <w:rsid w:val="0055219F"/>
    <w:rsid w:val="00552834"/>
    <w:rsid w:val="00552858"/>
    <w:rsid w:val="00553182"/>
    <w:rsid w:val="00553CFF"/>
    <w:rsid w:val="00553E5E"/>
    <w:rsid w:val="00554132"/>
    <w:rsid w:val="00555892"/>
    <w:rsid w:val="0055590A"/>
    <w:rsid w:val="005562BB"/>
    <w:rsid w:val="005568A9"/>
    <w:rsid w:val="00556E6E"/>
    <w:rsid w:val="00557966"/>
    <w:rsid w:val="005602FA"/>
    <w:rsid w:val="005603F6"/>
    <w:rsid w:val="00560B11"/>
    <w:rsid w:val="00560D7F"/>
    <w:rsid w:val="00561946"/>
    <w:rsid w:val="00561E26"/>
    <w:rsid w:val="00562556"/>
    <w:rsid w:val="00562909"/>
    <w:rsid w:val="00563055"/>
    <w:rsid w:val="00563D15"/>
    <w:rsid w:val="00563E43"/>
    <w:rsid w:val="00563F9C"/>
    <w:rsid w:val="00564404"/>
    <w:rsid w:val="00564AD7"/>
    <w:rsid w:val="00564C7F"/>
    <w:rsid w:val="00565F46"/>
    <w:rsid w:val="005660D3"/>
    <w:rsid w:val="00567109"/>
    <w:rsid w:val="005675CF"/>
    <w:rsid w:val="00567A11"/>
    <w:rsid w:val="00570117"/>
    <w:rsid w:val="0057021C"/>
    <w:rsid w:val="005705AA"/>
    <w:rsid w:val="005707E7"/>
    <w:rsid w:val="00570A4C"/>
    <w:rsid w:val="00570B33"/>
    <w:rsid w:val="00570E86"/>
    <w:rsid w:val="00571CF2"/>
    <w:rsid w:val="005731EE"/>
    <w:rsid w:val="005732E9"/>
    <w:rsid w:val="005734FB"/>
    <w:rsid w:val="00573AC3"/>
    <w:rsid w:val="00573B69"/>
    <w:rsid w:val="00574A68"/>
    <w:rsid w:val="0057518A"/>
    <w:rsid w:val="0057554F"/>
    <w:rsid w:val="00575E88"/>
    <w:rsid w:val="00576027"/>
    <w:rsid w:val="00576418"/>
    <w:rsid w:val="00576707"/>
    <w:rsid w:val="0058013C"/>
    <w:rsid w:val="005802DD"/>
    <w:rsid w:val="00580E24"/>
    <w:rsid w:val="00580F2F"/>
    <w:rsid w:val="00580F45"/>
    <w:rsid w:val="00581400"/>
    <w:rsid w:val="005819E2"/>
    <w:rsid w:val="00581B8F"/>
    <w:rsid w:val="005825CB"/>
    <w:rsid w:val="0058266D"/>
    <w:rsid w:val="005826B8"/>
    <w:rsid w:val="00583A04"/>
    <w:rsid w:val="0058440D"/>
    <w:rsid w:val="00584686"/>
    <w:rsid w:val="005847BC"/>
    <w:rsid w:val="00584C99"/>
    <w:rsid w:val="00584FB0"/>
    <w:rsid w:val="005854FA"/>
    <w:rsid w:val="00586184"/>
    <w:rsid w:val="00587790"/>
    <w:rsid w:val="00587F64"/>
    <w:rsid w:val="00590494"/>
    <w:rsid w:val="00591221"/>
    <w:rsid w:val="00591283"/>
    <w:rsid w:val="00591EEA"/>
    <w:rsid w:val="00592182"/>
    <w:rsid w:val="0059241F"/>
    <w:rsid w:val="0059247E"/>
    <w:rsid w:val="00592582"/>
    <w:rsid w:val="00592731"/>
    <w:rsid w:val="00592DA5"/>
    <w:rsid w:val="0059315D"/>
    <w:rsid w:val="00593286"/>
    <w:rsid w:val="0059452C"/>
    <w:rsid w:val="00594F77"/>
    <w:rsid w:val="0059576A"/>
    <w:rsid w:val="0059589E"/>
    <w:rsid w:val="0059615A"/>
    <w:rsid w:val="00596C7C"/>
    <w:rsid w:val="005970B6"/>
    <w:rsid w:val="005A04F2"/>
    <w:rsid w:val="005A0884"/>
    <w:rsid w:val="005A1BD4"/>
    <w:rsid w:val="005A1E18"/>
    <w:rsid w:val="005A2D7D"/>
    <w:rsid w:val="005A2FAC"/>
    <w:rsid w:val="005A2FF8"/>
    <w:rsid w:val="005A33BF"/>
    <w:rsid w:val="005A372E"/>
    <w:rsid w:val="005A3B44"/>
    <w:rsid w:val="005A3BAB"/>
    <w:rsid w:val="005A3F48"/>
    <w:rsid w:val="005A476A"/>
    <w:rsid w:val="005A5419"/>
    <w:rsid w:val="005A5CED"/>
    <w:rsid w:val="005A6275"/>
    <w:rsid w:val="005A7659"/>
    <w:rsid w:val="005A77E3"/>
    <w:rsid w:val="005A7A63"/>
    <w:rsid w:val="005B010D"/>
    <w:rsid w:val="005B0228"/>
    <w:rsid w:val="005B1534"/>
    <w:rsid w:val="005B15DD"/>
    <w:rsid w:val="005B1B19"/>
    <w:rsid w:val="005B25D3"/>
    <w:rsid w:val="005B2772"/>
    <w:rsid w:val="005B3108"/>
    <w:rsid w:val="005B33BC"/>
    <w:rsid w:val="005B3F08"/>
    <w:rsid w:val="005B40C4"/>
    <w:rsid w:val="005B4425"/>
    <w:rsid w:val="005B4534"/>
    <w:rsid w:val="005B4AF8"/>
    <w:rsid w:val="005B528F"/>
    <w:rsid w:val="005B5595"/>
    <w:rsid w:val="005B5ABB"/>
    <w:rsid w:val="005B6C59"/>
    <w:rsid w:val="005B6D77"/>
    <w:rsid w:val="005B7122"/>
    <w:rsid w:val="005B7158"/>
    <w:rsid w:val="005B755B"/>
    <w:rsid w:val="005B77FD"/>
    <w:rsid w:val="005B7C16"/>
    <w:rsid w:val="005B7FBD"/>
    <w:rsid w:val="005C0153"/>
    <w:rsid w:val="005C063C"/>
    <w:rsid w:val="005C0F56"/>
    <w:rsid w:val="005C1813"/>
    <w:rsid w:val="005C1BAB"/>
    <w:rsid w:val="005C1C06"/>
    <w:rsid w:val="005C22F2"/>
    <w:rsid w:val="005C2FF7"/>
    <w:rsid w:val="005C3C39"/>
    <w:rsid w:val="005C4560"/>
    <w:rsid w:val="005C4C55"/>
    <w:rsid w:val="005C53B1"/>
    <w:rsid w:val="005C5485"/>
    <w:rsid w:val="005C55E1"/>
    <w:rsid w:val="005C5B42"/>
    <w:rsid w:val="005C66E3"/>
    <w:rsid w:val="005C68E7"/>
    <w:rsid w:val="005C6F0A"/>
    <w:rsid w:val="005C79EA"/>
    <w:rsid w:val="005D0066"/>
    <w:rsid w:val="005D061C"/>
    <w:rsid w:val="005D107F"/>
    <w:rsid w:val="005D125E"/>
    <w:rsid w:val="005D2ADA"/>
    <w:rsid w:val="005D3E33"/>
    <w:rsid w:val="005D41E9"/>
    <w:rsid w:val="005D4B15"/>
    <w:rsid w:val="005D4DD1"/>
    <w:rsid w:val="005D5C10"/>
    <w:rsid w:val="005D5CAC"/>
    <w:rsid w:val="005D5F0F"/>
    <w:rsid w:val="005D68BA"/>
    <w:rsid w:val="005D6F88"/>
    <w:rsid w:val="005D7127"/>
    <w:rsid w:val="005D7AA9"/>
    <w:rsid w:val="005E01C7"/>
    <w:rsid w:val="005E0925"/>
    <w:rsid w:val="005E15AB"/>
    <w:rsid w:val="005E1711"/>
    <w:rsid w:val="005E1B7D"/>
    <w:rsid w:val="005E370A"/>
    <w:rsid w:val="005E46C3"/>
    <w:rsid w:val="005E4C9B"/>
    <w:rsid w:val="005E50ED"/>
    <w:rsid w:val="005E515A"/>
    <w:rsid w:val="005E537F"/>
    <w:rsid w:val="005E573C"/>
    <w:rsid w:val="005E58F7"/>
    <w:rsid w:val="005E66AA"/>
    <w:rsid w:val="005E69FF"/>
    <w:rsid w:val="005E6AF1"/>
    <w:rsid w:val="005E6F38"/>
    <w:rsid w:val="005E707C"/>
    <w:rsid w:val="005E730E"/>
    <w:rsid w:val="005E79F4"/>
    <w:rsid w:val="005F1901"/>
    <w:rsid w:val="005F1FD7"/>
    <w:rsid w:val="005F2149"/>
    <w:rsid w:val="005F2335"/>
    <w:rsid w:val="005F294A"/>
    <w:rsid w:val="005F2ED2"/>
    <w:rsid w:val="005F3203"/>
    <w:rsid w:val="005F3325"/>
    <w:rsid w:val="005F3472"/>
    <w:rsid w:val="005F3B8D"/>
    <w:rsid w:val="005F3E39"/>
    <w:rsid w:val="005F45F6"/>
    <w:rsid w:val="005F49BA"/>
    <w:rsid w:val="005F4A21"/>
    <w:rsid w:val="005F4B6B"/>
    <w:rsid w:val="005F51CD"/>
    <w:rsid w:val="005F5C19"/>
    <w:rsid w:val="005F6DBC"/>
    <w:rsid w:val="005F6E69"/>
    <w:rsid w:val="005F7708"/>
    <w:rsid w:val="005F7DC8"/>
    <w:rsid w:val="006006FC"/>
    <w:rsid w:val="006007B4"/>
    <w:rsid w:val="006007DD"/>
    <w:rsid w:val="00601E60"/>
    <w:rsid w:val="00601EA2"/>
    <w:rsid w:val="006024E5"/>
    <w:rsid w:val="00602A08"/>
    <w:rsid w:val="00602B0F"/>
    <w:rsid w:val="00602C63"/>
    <w:rsid w:val="006030DA"/>
    <w:rsid w:val="00603113"/>
    <w:rsid w:val="00603362"/>
    <w:rsid w:val="00603645"/>
    <w:rsid w:val="006047AD"/>
    <w:rsid w:val="00604C2A"/>
    <w:rsid w:val="006051D0"/>
    <w:rsid w:val="00605495"/>
    <w:rsid w:val="00605B5C"/>
    <w:rsid w:val="00605F3C"/>
    <w:rsid w:val="00606B66"/>
    <w:rsid w:val="00606C9B"/>
    <w:rsid w:val="00606E9C"/>
    <w:rsid w:val="00606FD1"/>
    <w:rsid w:val="00610394"/>
    <w:rsid w:val="006112F0"/>
    <w:rsid w:val="006114A3"/>
    <w:rsid w:val="00613577"/>
    <w:rsid w:val="00614D5C"/>
    <w:rsid w:val="00614D7D"/>
    <w:rsid w:val="00615E2E"/>
    <w:rsid w:val="00617169"/>
    <w:rsid w:val="00617885"/>
    <w:rsid w:val="00617B25"/>
    <w:rsid w:val="00620078"/>
    <w:rsid w:val="00620696"/>
    <w:rsid w:val="00621448"/>
    <w:rsid w:val="00622EA0"/>
    <w:rsid w:val="0062336D"/>
    <w:rsid w:val="00623426"/>
    <w:rsid w:val="0062346A"/>
    <w:rsid w:val="006238FE"/>
    <w:rsid w:val="00623EA6"/>
    <w:rsid w:val="00624597"/>
    <w:rsid w:val="00624F3D"/>
    <w:rsid w:val="00625367"/>
    <w:rsid w:val="00625662"/>
    <w:rsid w:val="006256A8"/>
    <w:rsid w:val="00625970"/>
    <w:rsid w:val="00626168"/>
    <w:rsid w:val="006261E4"/>
    <w:rsid w:val="00626E49"/>
    <w:rsid w:val="0062726C"/>
    <w:rsid w:val="00627707"/>
    <w:rsid w:val="006302DC"/>
    <w:rsid w:val="00630520"/>
    <w:rsid w:val="006306D2"/>
    <w:rsid w:val="00630C35"/>
    <w:rsid w:val="00631554"/>
    <w:rsid w:val="00631AB7"/>
    <w:rsid w:val="00632392"/>
    <w:rsid w:val="00632613"/>
    <w:rsid w:val="00632C98"/>
    <w:rsid w:val="00632F4F"/>
    <w:rsid w:val="0063319B"/>
    <w:rsid w:val="00633A79"/>
    <w:rsid w:val="00633CDF"/>
    <w:rsid w:val="00633FF7"/>
    <w:rsid w:val="0063459E"/>
    <w:rsid w:val="006345A7"/>
    <w:rsid w:val="00634FE2"/>
    <w:rsid w:val="00635324"/>
    <w:rsid w:val="00635575"/>
    <w:rsid w:val="00636070"/>
    <w:rsid w:val="00636894"/>
    <w:rsid w:val="006371A2"/>
    <w:rsid w:val="00637539"/>
    <w:rsid w:val="0063790D"/>
    <w:rsid w:val="00637FE6"/>
    <w:rsid w:val="006403EE"/>
    <w:rsid w:val="00641830"/>
    <w:rsid w:val="00641D75"/>
    <w:rsid w:val="00641E25"/>
    <w:rsid w:val="00641FDA"/>
    <w:rsid w:val="0064206D"/>
    <w:rsid w:val="00642DA7"/>
    <w:rsid w:val="0064304D"/>
    <w:rsid w:val="0064335E"/>
    <w:rsid w:val="0064405C"/>
    <w:rsid w:val="00644100"/>
    <w:rsid w:val="00644508"/>
    <w:rsid w:val="00645341"/>
    <w:rsid w:val="006454C7"/>
    <w:rsid w:val="006459FC"/>
    <w:rsid w:val="00646754"/>
    <w:rsid w:val="006479D3"/>
    <w:rsid w:val="00647C89"/>
    <w:rsid w:val="00647C8C"/>
    <w:rsid w:val="006509B8"/>
    <w:rsid w:val="00650D9A"/>
    <w:rsid w:val="0065104F"/>
    <w:rsid w:val="00651774"/>
    <w:rsid w:val="0065253D"/>
    <w:rsid w:val="006526DB"/>
    <w:rsid w:val="00652A68"/>
    <w:rsid w:val="00652BB1"/>
    <w:rsid w:val="00653F55"/>
    <w:rsid w:val="00654723"/>
    <w:rsid w:val="006553FD"/>
    <w:rsid w:val="006560C1"/>
    <w:rsid w:val="0065638E"/>
    <w:rsid w:val="006565F2"/>
    <w:rsid w:val="0065797B"/>
    <w:rsid w:val="00657A47"/>
    <w:rsid w:val="00660291"/>
    <w:rsid w:val="00660DF0"/>
    <w:rsid w:val="00660E56"/>
    <w:rsid w:val="00661244"/>
    <w:rsid w:val="00661B6F"/>
    <w:rsid w:val="0066285E"/>
    <w:rsid w:val="00662AAA"/>
    <w:rsid w:val="006631B6"/>
    <w:rsid w:val="0066377F"/>
    <w:rsid w:val="006646B3"/>
    <w:rsid w:val="00664BDD"/>
    <w:rsid w:val="00664D33"/>
    <w:rsid w:val="00664D39"/>
    <w:rsid w:val="00665356"/>
    <w:rsid w:val="00665F31"/>
    <w:rsid w:val="00666040"/>
    <w:rsid w:val="006663E2"/>
    <w:rsid w:val="006669DC"/>
    <w:rsid w:val="00666A4B"/>
    <w:rsid w:val="00666AC8"/>
    <w:rsid w:val="00666B52"/>
    <w:rsid w:val="00667081"/>
    <w:rsid w:val="00667555"/>
    <w:rsid w:val="006702E2"/>
    <w:rsid w:val="00670784"/>
    <w:rsid w:val="006708D8"/>
    <w:rsid w:val="00671188"/>
    <w:rsid w:val="00671F6E"/>
    <w:rsid w:val="0067224C"/>
    <w:rsid w:val="006726B7"/>
    <w:rsid w:val="0067291E"/>
    <w:rsid w:val="006729A7"/>
    <w:rsid w:val="00672A34"/>
    <w:rsid w:val="00672B93"/>
    <w:rsid w:val="00673277"/>
    <w:rsid w:val="00673443"/>
    <w:rsid w:val="006737DD"/>
    <w:rsid w:val="006742E5"/>
    <w:rsid w:val="006745C4"/>
    <w:rsid w:val="00674DDA"/>
    <w:rsid w:val="00675B17"/>
    <w:rsid w:val="00675F1F"/>
    <w:rsid w:val="00676051"/>
    <w:rsid w:val="00676202"/>
    <w:rsid w:val="00676230"/>
    <w:rsid w:val="00676C36"/>
    <w:rsid w:val="00676DDE"/>
    <w:rsid w:val="00677018"/>
    <w:rsid w:val="00677D81"/>
    <w:rsid w:val="006802BC"/>
    <w:rsid w:val="00680524"/>
    <w:rsid w:val="006807B2"/>
    <w:rsid w:val="00681169"/>
    <w:rsid w:val="0068149F"/>
    <w:rsid w:val="006815F8"/>
    <w:rsid w:val="00681E6B"/>
    <w:rsid w:val="0068280B"/>
    <w:rsid w:val="00682951"/>
    <w:rsid w:val="00682CC5"/>
    <w:rsid w:val="0068320A"/>
    <w:rsid w:val="0068328C"/>
    <w:rsid w:val="006838F2"/>
    <w:rsid w:val="00683CF0"/>
    <w:rsid w:val="00683EEA"/>
    <w:rsid w:val="00684308"/>
    <w:rsid w:val="0068544E"/>
    <w:rsid w:val="0068588D"/>
    <w:rsid w:val="00685E90"/>
    <w:rsid w:val="00685EE6"/>
    <w:rsid w:val="00686489"/>
    <w:rsid w:val="006874BF"/>
    <w:rsid w:val="00687547"/>
    <w:rsid w:val="006879EF"/>
    <w:rsid w:val="00690067"/>
    <w:rsid w:val="00690672"/>
    <w:rsid w:val="00690BB0"/>
    <w:rsid w:val="00690D05"/>
    <w:rsid w:val="00691274"/>
    <w:rsid w:val="006912B3"/>
    <w:rsid w:val="00691404"/>
    <w:rsid w:val="006914E9"/>
    <w:rsid w:val="006916BC"/>
    <w:rsid w:val="006916C4"/>
    <w:rsid w:val="006921DA"/>
    <w:rsid w:val="00692E04"/>
    <w:rsid w:val="00692F6B"/>
    <w:rsid w:val="0069306D"/>
    <w:rsid w:val="00693116"/>
    <w:rsid w:val="006934E1"/>
    <w:rsid w:val="0069425B"/>
    <w:rsid w:val="0069534C"/>
    <w:rsid w:val="00695CC5"/>
    <w:rsid w:val="00697ACE"/>
    <w:rsid w:val="00697D30"/>
    <w:rsid w:val="006A004E"/>
    <w:rsid w:val="006A05E5"/>
    <w:rsid w:val="006A0A96"/>
    <w:rsid w:val="006A1020"/>
    <w:rsid w:val="006A1231"/>
    <w:rsid w:val="006A1755"/>
    <w:rsid w:val="006A1D7C"/>
    <w:rsid w:val="006A1E07"/>
    <w:rsid w:val="006A2091"/>
    <w:rsid w:val="006A3C8F"/>
    <w:rsid w:val="006A3EBD"/>
    <w:rsid w:val="006A41D4"/>
    <w:rsid w:val="006A4B92"/>
    <w:rsid w:val="006A4F59"/>
    <w:rsid w:val="006A5277"/>
    <w:rsid w:val="006A52F1"/>
    <w:rsid w:val="006A5702"/>
    <w:rsid w:val="006A5D0B"/>
    <w:rsid w:val="006A6203"/>
    <w:rsid w:val="006A6470"/>
    <w:rsid w:val="006A6888"/>
    <w:rsid w:val="006A6B06"/>
    <w:rsid w:val="006A6D5A"/>
    <w:rsid w:val="006A6EC0"/>
    <w:rsid w:val="006A6F23"/>
    <w:rsid w:val="006A702F"/>
    <w:rsid w:val="006A7399"/>
    <w:rsid w:val="006B0CF5"/>
    <w:rsid w:val="006B1A21"/>
    <w:rsid w:val="006B1C73"/>
    <w:rsid w:val="006B1EC7"/>
    <w:rsid w:val="006B34E4"/>
    <w:rsid w:val="006B37FD"/>
    <w:rsid w:val="006B39CD"/>
    <w:rsid w:val="006B3C8B"/>
    <w:rsid w:val="006B44EF"/>
    <w:rsid w:val="006B49C8"/>
    <w:rsid w:val="006B49FD"/>
    <w:rsid w:val="006B4B7E"/>
    <w:rsid w:val="006B5A61"/>
    <w:rsid w:val="006B7069"/>
    <w:rsid w:val="006B7403"/>
    <w:rsid w:val="006B7634"/>
    <w:rsid w:val="006B7F76"/>
    <w:rsid w:val="006C0ECC"/>
    <w:rsid w:val="006C10AA"/>
    <w:rsid w:val="006C165A"/>
    <w:rsid w:val="006C1AAF"/>
    <w:rsid w:val="006C1BF1"/>
    <w:rsid w:val="006C1FF8"/>
    <w:rsid w:val="006C2337"/>
    <w:rsid w:val="006C2876"/>
    <w:rsid w:val="006C33BC"/>
    <w:rsid w:val="006C35DC"/>
    <w:rsid w:val="006C3747"/>
    <w:rsid w:val="006C3751"/>
    <w:rsid w:val="006C3F21"/>
    <w:rsid w:val="006C4DF3"/>
    <w:rsid w:val="006C5485"/>
    <w:rsid w:val="006C58E8"/>
    <w:rsid w:val="006C5C9E"/>
    <w:rsid w:val="006C5DE8"/>
    <w:rsid w:val="006C69E5"/>
    <w:rsid w:val="006C6B0D"/>
    <w:rsid w:val="006C702C"/>
    <w:rsid w:val="006C709B"/>
    <w:rsid w:val="006C7362"/>
    <w:rsid w:val="006C7502"/>
    <w:rsid w:val="006C77EF"/>
    <w:rsid w:val="006D0318"/>
    <w:rsid w:val="006D0637"/>
    <w:rsid w:val="006D063D"/>
    <w:rsid w:val="006D0CB4"/>
    <w:rsid w:val="006D137A"/>
    <w:rsid w:val="006D17D9"/>
    <w:rsid w:val="006D1ECF"/>
    <w:rsid w:val="006D23B3"/>
    <w:rsid w:val="006D2420"/>
    <w:rsid w:val="006D24ED"/>
    <w:rsid w:val="006D396F"/>
    <w:rsid w:val="006D3DB1"/>
    <w:rsid w:val="006D44BC"/>
    <w:rsid w:val="006D4516"/>
    <w:rsid w:val="006D50DD"/>
    <w:rsid w:val="006D5E45"/>
    <w:rsid w:val="006D6E60"/>
    <w:rsid w:val="006D715D"/>
    <w:rsid w:val="006D75C1"/>
    <w:rsid w:val="006E0EF5"/>
    <w:rsid w:val="006E115D"/>
    <w:rsid w:val="006E120C"/>
    <w:rsid w:val="006E210B"/>
    <w:rsid w:val="006E221F"/>
    <w:rsid w:val="006E2914"/>
    <w:rsid w:val="006E2C07"/>
    <w:rsid w:val="006E2CC9"/>
    <w:rsid w:val="006E31FC"/>
    <w:rsid w:val="006E32FA"/>
    <w:rsid w:val="006E34B5"/>
    <w:rsid w:val="006E3C60"/>
    <w:rsid w:val="006E3EC4"/>
    <w:rsid w:val="006E43D1"/>
    <w:rsid w:val="006E43D7"/>
    <w:rsid w:val="006E450D"/>
    <w:rsid w:val="006E4E59"/>
    <w:rsid w:val="006E5544"/>
    <w:rsid w:val="006E596A"/>
    <w:rsid w:val="006E61E4"/>
    <w:rsid w:val="006E6921"/>
    <w:rsid w:val="006E6B88"/>
    <w:rsid w:val="006E6E7D"/>
    <w:rsid w:val="006E6EA6"/>
    <w:rsid w:val="006E7566"/>
    <w:rsid w:val="006E79A5"/>
    <w:rsid w:val="006F08EC"/>
    <w:rsid w:val="006F1053"/>
    <w:rsid w:val="006F213E"/>
    <w:rsid w:val="006F26AE"/>
    <w:rsid w:val="006F28D7"/>
    <w:rsid w:val="006F2B63"/>
    <w:rsid w:val="006F314E"/>
    <w:rsid w:val="006F3C92"/>
    <w:rsid w:val="006F3DBD"/>
    <w:rsid w:val="006F3E55"/>
    <w:rsid w:val="006F41FB"/>
    <w:rsid w:val="006F474E"/>
    <w:rsid w:val="006F47BD"/>
    <w:rsid w:val="006F49A3"/>
    <w:rsid w:val="006F4CF2"/>
    <w:rsid w:val="006F4E5D"/>
    <w:rsid w:val="006F5505"/>
    <w:rsid w:val="006F5631"/>
    <w:rsid w:val="006F57C6"/>
    <w:rsid w:val="006F5A98"/>
    <w:rsid w:val="006F5DCE"/>
    <w:rsid w:val="006F5FF4"/>
    <w:rsid w:val="006F6283"/>
    <w:rsid w:val="006F6B82"/>
    <w:rsid w:val="006F7235"/>
    <w:rsid w:val="006F7628"/>
    <w:rsid w:val="007002A7"/>
    <w:rsid w:val="00701DB3"/>
    <w:rsid w:val="0070214D"/>
    <w:rsid w:val="00702EA2"/>
    <w:rsid w:val="00703717"/>
    <w:rsid w:val="007040F5"/>
    <w:rsid w:val="007042D7"/>
    <w:rsid w:val="007047A1"/>
    <w:rsid w:val="00704DD7"/>
    <w:rsid w:val="00705A76"/>
    <w:rsid w:val="00706C19"/>
    <w:rsid w:val="0070724D"/>
    <w:rsid w:val="007079A6"/>
    <w:rsid w:val="00707E49"/>
    <w:rsid w:val="00710D33"/>
    <w:rsid w:val="00710F2F"/>
    <w:rsid w:val="00711635"/>
    <w:rsid w:val="00712416"/>
    <w:rsid w:val="00712F71"/>
    <w:rsid w:val="007139B1"/>
    <w:rsid w:val="00713DAB"/>
    <w:rsid w:val="00714123"/>
    <w:rsid w:val="0071431E"/>
    <w:rsid w:val="00714520"/>
    <w:rsid w:val="0071502E"/>
    <w:rsid w:val="007160E5"/>
    <w:rsid w:val="00716258"/>
    <w:rsid w:val="00716491"/>
    <w:rsid w:val="00716936"/>
    <w:rsid w:val="007171A8"/>
    <w:rsid w:val="0071732F"/>
    <w:rsid w:val="00717698"/>
    <w:rsid w:val="0071779D"/>
    <w:rsid w:val="00717830"/>
    <w:rsid w:val="00717B02"/>
    <w:rsid w:val="00717C03"/>
    <w:rsid w:val="00717D24"/>
    <w:rsid w:val="00717E71"/>
    <w:rsid w:val="00717F4C"/>
    <w:rsid w:val="00720A3D"/>
    <w:rsid w:val="00720C75"/>
    <w:rsid w:val="00720D1D"/>
    <w:rsid w:val="00721463"/>
    <w:rsid w:val="0072152E"/>
    <w:rsid w:val="0072158D"/>
    <w:rsid w:val="00721855"/>
    <w:rsid w:val="00721D73"/>
    <w:rsid w:val="00721F5A"/>
    <w:rsid w:val="00722357"/>
    <w:rsid w:val="00722898"/>
    <w:rsid w:val="007229E7"/>
    <w:rsid w:val="00723D5B"/>
    <w:rsid w:val="00724069"/>
    <w:rsid w:val="00724213"/>
    <w:rsid w:val="0072483A"/>
    <w:rsid w:val="00725486"/>
    <w:rsid w:val="00725EA1"/>
    <w:rsid w:val="0072612D"/>
    <w:rsid w:val="00726307"/>
    <w:rsid w:val="007267D8"/>
    <w:rsid w:val="00726AB5"/>
    <w:rsid w:val="00726D6E"/>
    <w:rsid w:val="00726EFB"/>
    <w:rsid w:val="00726EFF"/>
    <w:rsid w:val="00726F6C"/>
    <w:rsid w:val="00726FC3"/>
    <w:rsid w:val="00727259"/>
    <w:rsid w:val="00727743"/>
    <w:rsid w:val="0072791C"/>
    <w:rsid w:val="00727A50"/>
    <w:rsid w:val="00727D8E"/>
    <w:rsid w:val="0073071D"/>
    <w:rsid w:val="00730E46"/>
    <w:rsid w:val="007310C6"/>
    <w:rsid w:val="00731C23"/>
    <w:rsid w:val="00731F4C"/>
    <w:rsid w:val="00732918"/>
    <w:rsid w:val="00732A1D"/>
    <w:rsid w:val="00732C22"/>
    <w:rsid w:val="00732E04"/>
    <w:rsid w:val="00733132"/>
    <w:rsid w:val="007347E0"/>
    <w:rsid w:val="00734812"/>
    <w:rsid w:val="00735262"/>
    <w:rsid w:val="007357AC"/>
    <w:rsid w:val="007361F2"/>
    <w:rsid w:val="00736A28"/>
    <w:rsid w:val="00737920"/>
    <w:rsid w:val="00737C72"/>
    <w:rsid w:val="007401F2"/>
    <w:rsid w:val="0074066B"/>
    <w:rsid w:val="007408E6"/>
    <w:rsid w:val="00740D3C"/>
    <w:rsid w:val="00741388"/>
    <w:rsid w:val="007418C5"/>
    <w:rsid w:val="00741D9D"/>
    <w:rsid w:val="00742717"/>
    <w:rsid w:val="007434B3"/>
    <w:rsid w:val="00743915"/>
    <w:rsid w:val="00743CF0"/>
    <w:rsid w:val="0074427F"/>
    <w:rsid w:val="007448A2"/>
    <w:rsid w:val="00744960"/>
    <w:rsid w:val="00744C50"/>
    <w:rsid w:val="00744D88"/>
    <w:rsid w:val="00744FEA"/>
    <w:rsid w:val="0074519E"/>
    <w:rsid w:val="00745379"/>
    <w:rsid w:val="00745431"/>
    <w:rsid w:val="00745E41"/>
    <w:rsid w:val="00746813"/>
    <w:rsid w:val="00746F5F"/>
    <w:rsid w:val="00747630"/>
    <w:rsid w:val="00747D67"/>
    <w:rsid w:val="0075019A"/>
    <w:rsid w:val="0075021C"/>
    <w:rsid w:val="00750368"/>
    <w:rsid w:val="00750595"/>
    <w:rsid w:val="0075077C"/>
    <w:rsid w:val="00750BEF"/>
    <w:rsid w:val="00750E1F"/>
    <w:rsid w:val="007512FA"/>
    <w:rsid w:val="00751761"/>
    <w:rsid w:val="00752A4C"/>
    <w:rsid w:val="0075342E"/>
    <w:rsid w:val="00754451"/>
    <w:rsid w:val="007552DF"/>
    <w:rsid w:val="0075571B"/>
    <w:rsid w:val="00755740"/>
    <w:rsid w:val="00755AF1"/>
    <w:rsid w:val="00755F46"/>
    <w:rsid w:val="0076044A"/>
    <w:rsid w:val="00761501"/>
    <w:rsid w:val="00762A79"/>
    <w:rsid w:val="00762AF0"/>
    <w:rsid w:val="00762C68"/>
    <w:rsid w:val="00762DBA"/>
    <w:rsid w:val="00763149"/>
    <w:rsid w:val="00763415"/>
    <w:rsid w:val="007634FC"/>
    <w:rsid w:val="00763DF8"/>
    <w:rsid w:val="0076401D"/>
    <w:rsid w:val="007648B9"/>
    <w:rsid w:val="00764A3B"/>
    <w:rsid w:val="00764D92"/>
    <w:rsid w:val="00765907"/>
    <w:rsid w:val="007659E6"/>
    <w:rsid w:val="00765E4F"/>
    <w:rsid w:val="00765EFA"/>
    <w:rsid w:val="0076622C"/>
    <w:rsid w:val="007666E8"/>
    <w:rsid w:val="00766E0D"/>
    <w:rsid w:val="007678FE"/>
    <w:rsid w:val="00767D54"/>
    <w:rsid w:val="007709DB"/>
    <w:rsid w:val="00770EE9"/>
    <w:rsid w:val="00771CB9"/>
    <w:rsid w:val="007725A5"/>
    <w:rsid w:val="007729F6"/>
    <w:rsid w:val="00773CCE"/>
    <w:rsid w:val="00773DBC"/>
    <w:rsid w:val="00774A4C"/>
    <w:rsid w:val="00774D08"/>
    <w:rsid w:val="00775B57"/>
    <w:rsid w:val="00775E0F"/>
    <w:rsid w:val="007763C3"/>
    <w:rsid w:val="00776CD6"/>
    <w:rsid w:val="0077795A"/>
    <w:rsid w:val="00777C31"/>
    <w:rsid w:val="00780351"/>
    <w:rsid w:val="0078054C"/>
    <w:rsid w:val="00781029"/>
    <w:rsid w:val="007810F8"/>
    <w:rsid w:val="00781B80"/>
    <w:rsid w:val="00783871"/>
    <w:rsid w:val="007838CD"/>
    <w:rsid w:val="00783B6B"/>
    <w:rsid w:val="00783E1D"/>
    <w:rsid w:val="00784160"/>
    <w:rsid w:val="00784836"/>
    <w:rsid w:val="0078509D"/>
    <w:rsid w:val="00785355"/>
    <w:rsid w:val="007855A2"/>
    <w:rsid w:val="00785966"/>
    <w:rsid w:val="00785D7F"/>
    <w:rsid w:val="007864E8"/>
    <w:rsid w:val="00786CA4"/>
    <w:rsid w:val="00787281"/>
    <w:rsid w:val="00787C09"/>
    <w:rsid w:val="007913B2"/>
    <w:rsid w:val="00791C6C"/>
    <w:rsid w:val="0079319F"/>
    <w:rsid w:val="00793A6C"/>
    <w:rsid w:val="00794043"/>
    <w:rsid w:val="00794097"/>
    <w:rsid w:val="00794A80"/>
    <w:rsid w:val="007954B6"/>
    <w:rsid w:val="00795916"/>
    <w:rsid w:val="00795BA6"/>
    <w:rsid w:val="00795CEA"/>
    <w:rsid w:val="007969E6"/>
    <w:rsid w:val="007977BF"/>
    <w:rsid w:val="007978ED"/>
    <w:rsid w:val="0079792B"/>
    <w:rsid w:val="00797E15"/>
    <w:rsid w:val="00797EAB"/>
    <w:rsid w:val="007A057F"/>
    <w:rsid w:val="007A17CE"/>
    <w:rsid w:val="007A2378"/>
    <w:rsid w:val="007A2CC1"/>
    <w:rsid w:val="007A30D4"/>
    <w:rsid w:val="007A37CF"/>
    <w:rsid w:val="007A4AB2"/>
    <w:rsid w:val="007A50F0"/>
    <w:rsid w:val="007A54A1"/>
    <w:rsid w:val="007A5655"/>
    <w:rsid w:val="007A5759"/>
    <w:rsid w:val="007A5F92"/>
    <w:rsid w:val="007A6228"/>
    <w:rsid w:val="007A65F1"/>
    <w:rsid w:val="007A6F06"/>
    <w:rsid w:val="007A7D09"/>
    <w:rsid w:val="007A7E9D"/>
    <w:rsid w:val="007A7EED"/>
    <w:rsid w:val="007B0394"/>
    <w:rsid w:val="007B03C9"/>
    <w:rsid w:val="007B0AE7"/>
    <w:rsid w:val="007B0C76"/>
    <w:rsid w:val="007B0D8D"/>
    <w:rsid w:val="007B2467"/>
    <w:rsid w:val="007B29BC"/>
    <w:rsid w:val="007B2E97"/>
    <w:rsid w:val="007B3B0F"/>
    <w:rsid w:val="007B44E9"/>
    <w:rsid w:val="007B466F"/>
    <w:rsid w:val="007B5113"/>
    <w:rsid w:val="007B614A"/>
    <w:rsid w:val="007B67E2"/>
    <w:rsid w:val="007B6CCA"/>
    <w:rsid w:val="007B7454"/>
    <w:rsid w:val="007B7BB8"/>
    <w:rsid w:val="007C062C"/>
    <w:rsid w:val="007C0D90"/>
    <w:rsid w:val="007C20D9"/>
    <w:rsid w:val="007C24B3"/>
    <w:rsid w:val="007C2932"/>
    <w:rsid w:val="007C2DAD"/>
    <w:rsid w:val="007C2E00"/>
    <w:rsid w:val="007C2FBE"/>
    <w:rsid w:val="007C318A"/>
    <w:rsid w:val="007C3C2D"/>
    <w:rsid w:val="007C47F5"/>
    <w:rsid w:val="007C4A05"/>
    <w:rsid w:val="007C4C78"/>
    <w:rsid w:val="007C5387"/>
    <w:rsid w:val="007C553B"/>
    <w:rsid w:val="007C5A67"/>
    <w:rsid w:val="007C6056"/>
    <w:rsid w:val="007C692E"/>
    <w:rsid w:val="007D0D66"/>
    <w:rsid w:val="007D0DE9"/>
    <w:rsid w:val="007D193F"/>
    <w:rsid w:val="007D2CEE"/>
    <w:rsid w:val="007D3688"/>
    <w:rsid w:val="007D4076"/>
    <w:rsid w:val="007D43A9"/>
    <w:rsid w:val="007D466D"/>
    <w:rsid w:val="007D4D6F"/>
    <w:rsid w:val="007D4DA2"/>
    <w:rsid w:val="007D5353"/>
    <w:rsid w:val="007D5E3F"/>
    <w:rsid w:val="007D6B96"/>
    <w:rsid w:val="007D7539"/>
    <w:rsid w:val="007D7972"/>
    <w:rsid w:val="007E0287"/>
    <w:rsid w:val="007E02A2"/>
    <w:rsid w:val="007E0A6F"/>
    <w:rsid w:val="007E1366"/>
    <w:rsid w:val="007E1D12"/>
    <w:rsid w:val="007E209A"/>
    <w:rsid w:val="007E20DF"/>
    <w:rsid w:val="007E228B"/>
    <w:rsid w:val="007E2415"/>
    <w:rsid w:val="007E3EA2"/>
    <w:rsid w:val="007E42D9"/>
    <w:rsid w:val="007E43D6"/>
    <w:rsid w:val="007E48D6"/>
    <w:rsid w:val="007E4948"/>
    <w:rsid w:val="007E4BE9"/>
    <w:rsid w:val="007E53A1"/>
    <w:rsid w:val="007E564E"/>
    <w:rsid w:val="007E5BB5"/>
    <w:rsid w:val="007E5FEC"/>
    <w:rsid w:val="007E6448"/>
    <w:rsid w:val="007E77AE"/>
    <w:rsid w:val="007E7C16"/>
    <w:rsid w:val="007F0470"/>
    <w:rsid w:val="007F217A"/>
    <w:rsid w:val="007F22D9"/>
    <w:rsid w:val="007F2CC2"/>
    <w:rsid w:val="007F3277"/>
    <w:rsid w:val="007F327B"/>
    <w:rsid w:val="007F39E3"/>
    <w:rsid w:val="007F432E"/>
    <w:rsid w:val="007F43B9"/>
    <w:rsid w:val="007F493F"/>
    <w:rsid w:val="007F4CE6"/>
    <w:rsid w:val="007F4F16"/>
    <w:rsid w:val="007F54F3"/>
    <w:rsid w:val="007F5571"/>
    <w:rsid w:val="007F594B"/>
    <w:rsid w:val="007F704B"/>
    <w:rsid w:val="007F7B4D"/>
    <w:rsid w:val="00800084"/>
    <w:rsid w:val="0080073A"/>
    <w:rsid w:val="00800B53"/>
    <w:rsid w:val="00800FB2"/>
    <w:rsid w:val="00802111"/>
    <w:rsid w:val="00802670"/>
    <w:rsid w:val="0080334F"/>
    <w:rsid w:val="00803425"/>
    <w:rsid w:val="008038A5"/>
    <w:rsid w:val="00803BEA"/>
    <w:rsid w:val="008043FB"/>
    <w:rsid w:val="00805031"/>
    <w:rsid w:val="00805FED"/>
    <w:rsid w:val="00806A0F"/>
    <w:rsid w:val="00807025"/>
    <w:rsid w:val="00807952"/>
    <w:rsid w:val="00807B98"/>
    <w:rsid w:val="008103B6"/>
    <w:rsid w:val="00810734"/>
    <w:rsid w:val="00810BAA"/>
    <w:rsid w:val="00812C0F"/>
    <w:rsid w:val="00813299"/>
    <w:rsid w:val="00813351"/>
    <w:rsid w:val="00814694"/>
    <w:rsid w:val="0081472E"/>
    <w:rsid w:val="00814F2E"/>
    <w:rsid w:val="008153AE"/>
    <w:rsid w:val="0081556B"/>
    <w:rsid w:val="0081609D"/>
    <w:rsid w:val="00816251"/>
    <w:rsid w:val="00816CE9"/>
    <w:rsid w:val="00817E9B"/>
    <w:rsid w:val="00820233"/>
    <w:rsid w:val="00820B70"/>
    <w:rsid w:val="008219FE"/>
    <w:rsid w:val="00821ECD"/>
    <w:rsid w:val="0082200E"/>
    <w:rsid w:val="00823CC1"/>
    <w:rsid w:val="00825D1C"/>
    <w:rsid w:val="008260F2"/>
    <w:rsid w:val="00826C65"/>
    <w:rsid w:val="008273BD"/>
    <w:rsid w:val="0083034A"/>
    <w:rsid w:val="0083056B"/>
    <w:rsid w:val="008314C1"/>
    <w:rsid w:val="00831622"/>
    <w:rsid w:val="00831AD5"/>
    <w:rsid w:val="008330FB"/>
    <w:rsid w:val="008332B1"/>
    <w:rsid w:val="00833A41"/>
    <w:rsid w:val="00833B28"/>
    <w:rsid w:val="00833EB3"/>
    <w:rsid w:val="008343BF"/>
    <w:rsid w:val="008353F0"/>
    <w:rsid w:val="00835873"/>
    <w:rsid w:val="008363C1"/>
    <w:rsid w:val="0083651F"/>
    <w:rsid w:val="00837F2F"/>
    <w:rsid w:val="00840247"/>
    <w:rsid w:val="008407F1"/>
    <w:rsid w:val="00840941"/>
    <w:rsid w:val="00841828"/>
    <w:rsid w:val="00841A9E"/>
    <w:rsid w:val="00841AA1"/>
    <w:rsid w:val="00841F65"/>
    <w:rsid w:val="00842EAF"/>
    <w:rsid w:val="008431AE"/>
    <w:rsid w:val="00844ABB"/>
    <w:rsid w:val="008451AD"/>
    <w:rsid w:val="00845B77"/>
    <w:rsid w:val="00845BFC"/>
    <w:rsid w:val="008462F5"/>
    <w:rsid w:val="00846887"/>
    <w:rsid w:val="00846CAC"/>
    <w:rsid w:val="008472B5"/>
    <w:rsid w:val="008474D9"/>
    <w:rsid w:val="0084797E"/>
    <w:rsid w:val="008479F7"/>
    <w:rsid w:val="008506F7"/>
    <w:rsid w:val="008507C4"/>
    <w:rsid w:val="00851C51"/>
    <w:rsid w:val="00851FF0"/>
    <w:rsid w:val="0085200D"/>
    <w:rsid w:val="00852331"/>
    <w:rsid w:val="00852A73"/>
    <w:rsid w:val="0085322B"/>
    <w:rsid w:val="00853B9C"/>
    <w:rsid w:val="0085461F"/>
    <w:rsid w:val="00854FF9"/>
    <w:rsid w:val="0085527F"/>
    <w:rsid w:val="00855C5F"/>
    <w:rsid w:val="00855D7C"/>
    <w:rsid w:val="00856A9A"/>
    <w:rsid w:val="00856E89"/>
    <w:rsid w:val="00856F84"/>
    <w:rsid w:val="00857D00"/>
    <w:rsid w:val="00860F83"/>
    <w:rsid w:val="008610BE"/>
    <w:rsid w:val="008614F2"/>
    <w:rsid w:val="00861636"/>
    <w:rsid w:val="00861DE8"/>
    <w:rsid w:val="00862ADF"/>
    <w:rsid w:val="00862B55"/>
    <w:rsid w:val="0086327B"/>
    <w:rsid w:val="00863BF5"/>
    <w:rsid w:val="00863E3A"/>
    <w:rsid w:val="008645F2"/>
    <w:rsid w:val="00864D8C"/>
    <w:rsid w:val="00865138"/>
    <w:rsid w:val="00865C91"/>
    <w:rsid w:val="008661A4"/>
    <w:rsid w:val="0086654F"/>
    <w:rsid w:val="00866BE2"/>
    <w:rsid w:val="00866F24"/>
    <w:rsid w:val="00870C5D"/>
    <w:rsid w:val="008714E8"/>
    <w:rsid w:val="00872348"/>
    <w:rsid w:val="008724FA"/>
    <w:rsid w:val="00872A93"/>
    <w:rsid w:val="00873010"/>
    <w:rsid w:val="0087493E"/>
    <w:rsid w:val="00874B15"/>
    <w:rsid w:val="00874D90"/>
    <w:rsid w:val="00875FFD"/>
    <w:rsid w:val="00876F9E"/>
    <w:rsid w:val="00877CC2"/>
    <w:rsid w:val="00877F7C"/>
    <w:rsid w:val="0088161A"/>
    <w:rsid w:val="0088345B"/>
    <w:rsid w:val="008838BE"/>
    <w:rsid w:val="00883DF2"/>
    <w:rsid w:val="0088438B"/>
    <w:rsid w:val="008843CA"/>
    <w:rsid w:val="00884D6F"/>
    <w:rsid w:val="00884E93"/>
    <w:rsid w:val="00884EEB"/>
    <w:rsid w:val="0088529E"/>
    <w:rsid w:val="00885724"/>
    <w:rsid w:val="00885B13"/>
    <w:rsid w:val="00885FD5"/>
    <w:rsid w:val="008868C1"/>
    <w:rsid w:val="008870FD"/>
    <w:rsid w:val="00887586"/>
    <w:rsid w:val="00887BE6"/>
    <w:rsid w:val="00887F9B"/>
    <w:rsid w:val="00890101"/>
    <w:rsid w:val="008902B5"/>
    <w:rsid w:val="008904D8"/>
    <w:rsid w:val="00890767"/>
    <w:rsid w:val="00890A79"/>
    <w:rsid w:val="0089177F"/>
    <w:rsid w:val="008918A3"/>
    <w:rsid w:val="00891A16"/>
    <w:rsid w:val="00891D8B"/>
    <w:rsid w:val="00892041"/>
    <w:rsid w:val="008925EB"/>
    <w:rsid w:val="00893656"/>
    <w:rsid w:val="00893C3F"/>
    <w:rsid w:val="00894644"/>
    <w:rsid w:val="0089464A"/>
    <w:rsid w:val="00894CC3"/>
    <w:rsid w:val="00895765"/>
    <w:rsid w:val="00895810"/>
    <w:rsid w:val="00895A0F"/>
    <w:rsid w:val="00895DAC"/>
    <w:rsid w:val="00896915"/>
    <w:rsid w:val="0089698A"/>
    <w:rsid w:val="0089703B"/>
    <w:rsid w:val="008979D1"/>
    <w:rsid w:val="00897D99"/>
    <w:rsid w:val="008A0235"/>
    <w:rsid w:val="008A1A3A"/>
    <w:rsid w:val="008A2272"/>
    <w:rsid w:val="008A24C0"/>
    <w:rsid w:val="008A2568"/>
    <w:rsid w:val="008A2C9C"/>
    <w:rsid w:val="008A40F3"/>
    <w:rsid w:val="008A483A"/>
    <w:rsid w:val="008A4C39"/>
    <w:rsid w:val="008A5920"/>
    <w:rsid w:val="008A59C7"/>
    <w:rsid w:val="008A60DC"/>
    <w:rsid w:val="008A6915"/>
    <w:rsid w:val="008A765C"/>
    <w:rsid w:val="008A7A39"/>
    <w:rsid w:val="008B03B1"/>
    <w:rsid w:val="008B08F4"/>
    <w:rsid w:val="008B0936"/>
    <w:rsid w:val="008B1CD2"/>
    <w:rsid w:val="008B1F36"/>
    <w:rsid w:val="008B20C9"/>
    <w:rsid w:val="008B21BE"/>
    <w:rsid w:val="008B2275"/>
    <w:rsid w:val="008B264E"/>
    <w:rsid w:val="008B3901"/>
    <w:rsid w:val="008B3BF4"/>
    <w:rsid w:val="008B412F"/>
    <w:rsid w:val="008B461C"/>
    <w:rsid w:val="008B47DF"/>
    <w:rsid w:val="008B4A69"/>
    <w:rsid w:val="008B4CB4"/>
    <w:rsid w:val="008B4E5E"/>
    <w:rsid w:val="008B5154"/>
    <w:rsid w:val="008B538B"/>
    <w:rsid w:val="008B54DF"/>
    <w:rsid w:val="008B6554"/>
    <w:rsid w:val="008B68C0"/>
    <w:rsid w:val="008B6EE1"/>
    <w:rsid w:val="008B7371"/>
    <w:rsid w:val="008B7A7A"/>
    <w:rsid w:val="008B7F3F"/>
    <w:rsid w:val="008C04A1"/>
    <w:rsid w:val="008C0CF7"/>
    <w:rsid w:val="008C0EE1"/>
    <w:rsid w:val="008C1BCD"/>
    <w:rsid w:val="008C1E8A"/>
    <w:rsid w:val="008C1EFD"/>
    <w:rsid w:val="008C2128"/>
    <w:rsid w:val="008C24D2"/>
    <w:rsid w:val="008C26C7"/>
    <w:rsid w:val="008C2A73"/>
    <w:rsid w:val="008C2BB8"/>
    <w:rsid w:val="008C30C7"/>
    <w:rsid w:val="008C326E"/>
    <w:rsid w:val="008C329A"/>
    <w:rsid w:val="008C51D4"/>
    <w:rsid w:val="008C5238"/>
    <w:rsid w:val="008C5635"/>
    <w:rsid w:val="008C5C95"/>
    <w:rsid w:val="008C637D"/>
    <w:rsid w:val="008C6BBD"/>
    <w:rsid w:val="008C7258"/>
    <w:rsid w:val="008C770A"/>
    <w:rsid w:val="008C7938"/>
    <w:rsid w:val="008C7CC3"/>
    <w:rsid w:val="008D116F"/>
    <w:rsid w:val="008D146C"/>
    <w:rsid w:val="008D19D3"/>
    <w:rsid w:val="008D1EF5"/>
    <w:rsid w:val="008D29CE"/>
    <w:rsid w:val="008D3013"/>
    <w:rsid w:val="008D3102"/>
    <w:rsid w:val="008D37A7"/>
    <w:rsid w:val="008D4D0D"/>
    <w:rsid w:val="008D4F39"/>
    <w:rsid w:val="008D521C"/>
    <w:rsid w:val="008D52FB"/>
    <w:rsid w:val="008D5684"/>
    <w:rsid w:val="008D5927"/>
    <w:rsid w:val="008D71D4"/>
    <w:rsid w:val="008D7843"/>
    <w:rsid w:val="008D7A1E"/>
    <w:rsid w:val="008E16DA"/>
    <w:rsid w:val="008E181B"/>
    <w:rsid w:val="008E19A9"/>
    <w:rsid w:val="008E1CD1"/>
    <w:rsid w:val="008E26DE"/>
    <w:rsid w:val="008E2C06"/>
    <w:rsid w:val="008E2CA5"/>
    <w:rsid w:val="008E2D52"/>
    <w:rsid w:val="008E372F"/>
    <w:rsid w:val="008E386D"/>
    <w:rsid w:val="008E4333"/>
    <w:rsid w:val="008E47C4"/>
    <w:rsid w:val="008E4A03"/>
    <w:rsid w:val="008E4CF2"/>
    <w:rsid w:val="008E4FCB"/>
    <w:rsid w:val="008E580E"/>
    <w:rsid w:val="008E5A0E"/>
    <w:rsid w:val="008E623C"/>
    <w:rsid w:val="008E6777"/>
    <w:rsid w:val="008E6FCC"/>
    <w:rsid w:val="008E704B"/>
    <w:rsid w:val="008E7BB9"/>
    <w:rsid w:val="008F002B"/>
    <w:rsid w:val="008F03D2"/>
    <w:rsid w:val="008F053B"/>
    <w:rsid w:val="008F0E10"/>
    <w:rsid w:val="008F0F1B"/>
    <w:rsid w:val="008F16FB"/>
    <w:rsid w:val="008F1916"/>
    <w:rsid w:val="008F250F"/>
    <w:rsid w:val="008F28E7"/>
    <w:rsid w:val="008F3AB2"/>
    <w:rsid w:val="008F41DD"/>
    <w:rsid w:val="008F4FBB"/>
    <w:rsid w:val="008F58F0"/>
    <w:rsid w:val="008F5E28"/>
    <w:rsid w:val="008F6080"/>
    <w:rsid w:val="008F632D"/>
    <w:rsid w:val="008F679E"/>
    <w:rsid w:val="008F720B"/>
    <w:rsid w:val="008F7686"/>
    <w:rsid w:val="008F786E"/>
    <w:rsid w:val="008F7BE7"/>
    <w:rsid w:val="009006AA"/>
    <w:rsid w:val="00900FFC"/>
    <w:rsid w:val="00901051"/>
    <w:rsid w:val="009013AC"/>
    <w:rsid w:val="0090181B"/>
    <w:rsid w:val="0090196B"/>
    <w:rsid w:val="00901A35"/>
    <w:rsid w:val="009026F3"/>
    <w:rsid w:val="00902CB3"/>
    <w:rsid w:val="0090324E"/>
    <w:rsid w:val="00903B8B"/>
    <w:rsid w:val="0090469F"/>
    <w:rsid w:val="0090482A"/>
    <w:rsid w:val="00904AAE"/>
    <w:rsid w:val="00904FB7"/>
    <w:rsid w:val="00905029"/>
    <w:rsid w:val="00905BE1"/>
    <w:rsid w:val="00906D09"/>
    <w:rsid w:val="00906D0F"/>
    <w:rsid w:val="00906E30"/>
    <w:rsid w:val="00911086"/>
    <w:rsid w:val="0091147C"/>
    <w:rsid w:val="00911AFF"/>
    <w:rsid w:val="00911DD3"/>
    <w:rsid w:val="00911EFA"/>
    <w:rsid w:val="0091207D"/>
    <w:rsid w:val="0091232F"/>
    <w:rsid w:val="00912F41"/>
    <w:rsid w:val="009139AE"/>
    <w:rsid w:val="00914027"/>
    <w:rsid w:val="009141B0"/>
    <w:rsid w:val="0091486A"/>
    <w:rsid w:val="009150C3"/>
    <w:rsid w:val="0091520B"/>
    <w:rsid w:val="009168AA"/>
    <w:rsid w:val="00916A77"/>
    <w:rsid w:val="0091760A"/>
    <w:rsid w:val="009177B8"/>
    <w:rsid w:val="009177C4"/>
    <w:rsid w:val="00917BCA"/>
    <w:rsid w:val="009202EC"/>
    <w:rsid w:val="00920760"/>
    <w:rsid w:val="00920EF9"/>
    <w:rsid w:val="009213D9"/>
    <w:rsid w:val="00921B38"/>
    <w:rsid w:val="0092205D"/>
    <w:rsid w:val="009226A7"/>
    <w:rsid w:val="00922C10"/>
    <w:rsid w:val="00923D65"/>
    <w:rsid w:val="00924082"/>
    <w:rsid w:val="00924420"/>
    <w:rsid w:val="0092465F"/>
    <w:rsid w:val="00924C86"/>
    <w:rsid w:val="00924E24"/>
    <w:rsid w:val="009250FC"/>
    <w:rsid w:val="00930037"/>
    <w:rsid w:val="009304B5"/>
    <w:rsid w:val="00930BEC"/>
    <w:rsid w:val="00930D54"/>
    <w:rsid w:val="009311BE"/>
    <w:rsid w:val="009315DE"/>
    <w:rsid w:val="00931B5D"/>
    <w:rsid w:val="00931EF6"/>
    <w:rsid w:val="009339E1"/>
    <w:rsid w:val="00933A72"/>
    <w:rsid w:val="00933F5D"/>
    <w:rsid w:val="00934335"/>
    <w:rsid w:val="009347C2"/>
    <w:rsid w:val="009349A2"/>
    <w:rsid w:val="00935726"/>
    <w:rsid w:val="00936361"/>
    <w:rsid w:val="0093659F"/>
    <w:rsid w:val="00936BD7"/>
    <w:rsid w:val="00936CB6"/>
    <w:rsid w:val="00940632"/>
    <w:rsid w:val="00940BC4"/>
    <w:rsid w:val="00941102"/>
    <w:rsid w:val="009423EA"/>
    <w:rsid w:val="00942FD2"/>
    <w:rsid w:val="009439FA"/>
    <w:rsid w:val="00943B26"/>
    <w:rsid w:val="00943BB0"/>
    <w:rsid w:val="00944318"/>
    <w:rsid w:val="009443A2"/>
    <w:rsid w:val="0094502F"/>
    <w:rsid w:val="009454AF"/>
    <w:rsid w:val="00945918"/>
    <w:rsid w:val="00945F75"/>
    <w:rsid w:val="00945FCA"/>
    <w:rsid w:val="00946968"/>
    <w:rsid w:val="009469E7"/>
    <w:rsid w:val="00947491"/>
    <w:rsid w:val="0094754A"/>
    <w:rsid w:val="0094762D"/>
    <w:rsid w:val="00947826"/>
    <w:rsid w:val="009501FD"/>
    <w:rsid w:val="00950B6B"/>
    <w:rsid w:val="00950C85"/>
    <w:rsid w:val="00950D1D"/>
    <w:rsid w:val="009533DA"/>
    <w:rsid w:val="009534B0"/>
    <w:rsid w:val="0095407B"/>
    <w:rsid w:val="0095514F"/>
    <w:rsid w:val="009568BC"/>
    <w:rsid w:val="00956C28"/>
    <w:rsid w:val="00956F76"/>
    <w:rsid w:val="0095778C"/>
    <w:rsid w:val="009578D6"/>
    <w:rsid w:val="00957B2A"/>
    <w:rsid w:val="009604E1"/>
    <w:rsid w:val="00960511"/>
    <w:rsid w:val="00960BFF"/>
    <w:rsid w:val="00961162"/>
    <w:rsid w:val="00961621"/>
    <w:rsid w:val="00961974"/>
    <w:rsid w:val="00961F88"/>
    <w:rsid w:val="0096211B"/>
    <w:rsid w:val="00962165"/>
    <w:rsid w:val="009624D2"/>
    <w:rsid w:val="009628C0"/>
    <w:rsid w:val="0096295A"/>
    <w:rsid w:val="00962A72"/>
    <w:rsid w:val="00962ABE"/>
    <w:rsid w:val="00962BD6"/>
    <w:rsid w:val="009637A5"/>
    <w:rsid w:val="009638C1"/>
    <w:rsid w:val="00963BD0"/>
    <w:rsid w:val="00963CCD"/>
    <w:rsid w:val="009642E3"/>
    <w:rsid w:val="00965B20"/>
    <w:rsid w:val="00965D25"/>
    <w:rsid w:val="00965D39"/>
    <w:rsid w:val="00965ED7"/>
    <w:rsid w:val="0096618C"/>
    <w:rsid w:val="00966660"/>
    <w:rsid w:val="0096697C"/>
    <w:rsid w:val="00966E57"/>
    <w:rsid w:val="00970012"/>
    <w:rsid w:val="00970269"/>
    <w:rsid w:val="00970DD4"/>
    <w:rsid w:val="009712F2"/>
    <w:rsid w:val="0097139C"/>
    <w:rsid w:val="00971AEA"/>
    <w:rsid w:val="00971B3B"/>
    <w:rsid w:val="009727FA"/>
    <w:rsid w:val="009730BB"/>
    <w:rsid w:val="00973C66"/>
    <w:rsid w:val="00974718"/>
    <w:rsid w:val="009756BA"/>
    <w:rsid w:val="00975BCE"/>
    <w:rsid w:val="0097601C"/>
    <w:rsid w:val="00976369"/>
    <w:rsid w:val="00977B6D"/>
    <w:rsid w:val="00980241"/>
    <w:rsid w:val="009804F2"/>
    <w:rsid w:val="00980B24"/>
    <w:rsid w:val="00981188"/>
    <w:rsid w:val="009819BE"/>
    <w:rsid w:val="00981BD3"/>
    <w:rsid w:val="0098224B"/>
    <w:rsid w:val="009825B1"/>
    <w:rsid w:val="0098295D"/>
    <w:rsid w:val="009829CE"/>
    <w:rsid w:val="00982A16"/>
    <w:rsid w:val="00983A0F"/>
    <w:rsid w:val="00984E5D"/>
    <w:rsid w:val="00985051"/>
    <w:rsid w:val="009857F8"/>
    <w:rsid w:val="00985CA7"/>
    <w:rsid w:val="00985F1B"/>
    <w:rsid w:val="009862E0"/>
    <w:rsid w:val="00987B84"/>
    <w:rsid w:val="00987C44"/>
    <w:rsid w:val="00990230"/>
    <w:rsid w:val="009905A6"/>
    <w:rsid w:val="00990679"/>
    <w:rsid w:val="00990C3B"/>
    <w:rsid w:val="00991B37"/>
    <w:rsid w:val="00991B4F"/>
    <w:rsid w:val="00991C06"/>
    <w:rsid w:val="00991E9D"/>
    <w:rsid w:val="00992F77"/>
    <w:rsid w:val="00993E4D"/>
    <w:rsid w:val="009945A5"/>
    <w:rsid w:val="0099560C"/>
    <w:rsid w:val="00995661"/>
    <w:rsid w:val="0099777B"/>
    <w:rsid w:val="00997815"/>
    <w:rsid w:val="00997B64"/>
    <w:rsid w:val="00997E0E"/>
    <w:rsid w:val="009A006B"/>
    <w:rsid w:val="009A014A"/>
    <w:rsid w:val="009A03DA"/>
    <w:rsid w:val="009A0E54"/>
    <w:rsid w:val="009A0EEE"/>
    <w:rsid w:val="009A0F73"/>
    <w:rsid w:val="009A119B"/>
    <w:rsid w:val="009A11A5"/>
    <w:rsid w:val="009A1330"/>
    <w:rsid w:val="009A16B0"/>
    <w:rsid w:val="009A17E9"/>
    <w:rsid w:val="009A183F"/>
    <w:rsid w:val="009A18BC"/>
    <w:rsid w:val="009A244E"/>
    <w:rsid w:val="009A2C9D"/>
    <w:rsid w:val="009A339B"/>
    <w:rsid w:val="009A3621"/>
    <w:rsid w:val="009A3C39"/>
    <w:rsid w:val="009A5190"/>
    <w:rsid w:val="009A5305"/>
    <w:rsid w:val="009A552A"/>
    <w:rsid w:val="009A5FD6"/>
    <w:rsid w:val="009A680B"/>
    <w:rsid w:val="009A6B19"/>
    <w:rsid w:val="009B045E"/>
    <w:rsid w:val="009B047A"/>
    <w:rsid w:val="009B0D4C"/>
    <w:rsid w:val="009B24DE"/>
    <w:rsid w:val="009B35F6"/>
    <w:rsid w:val="009B36F5"/>
    <w:rsid w:val="009B557D"/>
    <w:rsid w:val="009B5AB6"/>
    <w:rsid w:val="009B5F15"/>
    <w:rsid w:val="009B6D78"/>
    <w:rsid w:val="009B72E4"/>
    <w:rsid w:val="009C00A2"/>
    <w:rsid w:val="009C05FF"/>
    <w:rsid w:val="009C0707"/>
    <w:rsid w:val="009C09ED"/>
    <w:rsid w:val="009C0D3F"/>
    <w:rsid w:val="009C18F9"/>
    <w:rsid w:val="009C19B5"/>
    <w:rsid w:val="009C38E8"/>
    <w:rsid w:val="009C46C4"/>
    <w:rsid w:val="009C5373"/>
    <w:rsid w:val="009C5C28"/>
    <w:rsid w:val="009C6738"/>
    <w:rsid w:val="009C687E"/>
    <w:rsid w:val="009C7014"/>
    <w:rsid w:val="009C7140"/>
    <w:rsid w:val="009C749B"/>
    <w:rsid w:val="009C7C58"/>
    <w:rsid w:val="009D04E8"/>
    <w:rsid w:val="009D07DA"/>
    <w:rsid w:val="009D0C23"/>
    <w:rsid w:val="009D16B0"/>
    <w:rsid w:val="009D2235"/>
    <w:rsid w:val="009D3450"/>
    <w:rsid w:val="009D3A10"/>
    <w:rsid w:val="009D3AF1"/>
    <w:rsid w:val="009D435D"/>
    <w:rsid w:val="009D4AF7"/>
    <w:rsid w:val="009D4DA5"/>
    <w:rsid w:val="009D4DBF"/>
    <w:rsid w:val="009D4E3B"/>
    <w:rsid w:val="009D4E59"/>
    <w:rsid w:val="009D7229"/>
    <w:rsid w:val="009D74DF"/>
    <w:rsid w:val="009E0064"/>
    <w:rsid w:val="009E0109"/>
    <w:rsid w:val="009E0755"/>
    <w:rsid w:val="009E124B"/>
    <w:rsid w:val="009E15B7"/>
    <w:rsid w:val="009E17FE"/>
    <w:rsid w:val="009E21A9"/>
    <w:rsid w:val="009E2BA0"/>
    <w:rsid w:val="009E35E4"/>
    <w:rsid w:val="009E396C"/>
    <w:rsid w:val="009E41D5"/>
    <w:rsid w:val="009E4234"/>
    <w:rsid w:val="009E4AD8"/>
    <w:rsid w:val="009E4BC1"/>
    <w:rsid w:val="009E58FE"/>
    <w:rsid w:val="009E5CD5"/>
    <w:rsid w:val="009E5D7B"/>
    <w:rsid w:val="009E6742"/>
    <w:rsid w:val="009E6A2E"/>
    <w:rsid w:val="009E705D"/>
    <w:rsid w:val="009F0B38"/>
    <w:rsid w:val="009F2017"/>
    <w:rsid w:val="009F2676"/>
    <w:rsid w:val="009F2B6F"/>
    <w:rsid w:val="009F2CDA"/>
    <w:rsid w:val="009F2E87"/>
    <w:rsid w:val="009F3A12"/>
    <w:rsid w:val="009F4C11"/>
    <w:rsid w:val="009F508B"/>
    <w:rsid w:val="009F569E"/>
    <w:rsid w:val="009F5801"/>
    <w:rsid w:val="009F5889"/>
    <w:rsid w:val="009F5C15"/>
    <w:rsid w:val="009F5E60"/>
    <w:rsid w:val="009F5ED9"/>
    <w:rsid w:val="009F62F9"/>
    <w:rsid w:val="009F69CB"/>
    <w:rsid w:val="009F6F9C"/>
    <w:rsid w:val="009F73CF"/>
    <w:rsid w:val="00A00C80"/>
    <w:rsid w:val="00A016E4"/>
    <w:rsid w:val="00A01903"/>
    <w:rsid w:val="00A0191E"/>
    <w:rsid w:val="00A02E11"/>
    <w:rsid w:val="00A03621"/>
    <w:rsid w:val="00A03C01"/>
    <w:rsid w:val="00A0454E"/>
    <w:rsid w:val="00A050CD"/>
    <w:rsid w:val="00A0539D"/>
    <w:rsid w:val="00A05B59"/>
    <w:rsid w:val="00A05D34"/>
    <w:rsid w:val="00A063AC"/>
    <w:rsid w:val="00A06ACB"/>
    <w:rsid w:val="00A0709C"/>
    <w:rsid w:val="00A0713E"/>
    <w:rsid w:val="00A100F9"/>
    <w:rsid w:val="00A10AC3"/>
    <w:rsid w:val="00A1123C"/>
    <w:rsid w:val="00A11AB0"/>
    <w:rsid w:val="00A11CBC"/>
    <w:rsid w:val="00A123B7"/>
    <w:rsid w:val="00A1327C"/>
    <w:rsid w:val="00A1346F"/>
    <w:rsid w:val="00A13521"/>
    <w:rsid w:val="00A13EAE"/>
    <w:rsid w:val="00A1424C"/>
    <w:rsid w:val="00A158B1"/>
    <w:rsid w:val="00A15B5D"/>
    <w:rsid w:val="00A16239"/>
    <w:rsid w:val="00A16B06"/>
    <w:rsid w:val="00A16F18"/>
    <w:rsid w:val="00A1746D"/>
    <w:rsid w:val="00A17704"/>
    <w:rsid w:val="00A17B13"/>
    <w:rsid w:val="00A201F2"/>
    <w:rsid w:val="00A204C1"/>
    <w:rsid w:val="00A2084C"/>
    <w:rsid w:val="00A2162C"/>
    <w:rsid w:val="00A21671"/>
    <w:rsid w:val="00A21F47"/>
    <w:rsid w:val="00A22327"/>
    <w:rsid w:val="00A2238B"/>
    <w:rsid w:val="00A227F3"/>
    <w:rsid w:val="00A22BB2"/>
    <w:rsid w:val="00A241D1"/>
    <w:rsid w:val="00A242D9"/>
    <w:rsid w:val="00A24BE6"/>
    <w:rsid w:val="00A24C6F"/>
    <w:rsid w:val="00A255DB"/>
    <w:rsid w:val="00A25A59"/>
    <w:rsid w:val="00A25ED9"/>
    <w:rsid w:val="00A26049"/>
    <w:rsid w:val="00A261B2"/>
    <w:rsid w:val="00A26852"/>
    <w:rsid w:val="00A300A0"/>
    <w:rsid w:val="00A30177"/>
    <w:rsid w:val="00A307C6"/>
    <w:rsid w:val="00A31325"/>
    <w:rsid w:val="00A314A6"/>
    <w:rsid w:val="00A31D7A"/>
    <w:rsid w:val="00A328E7"/>
    <w:rsid w:val="00A33340"/>
    <w:rsid w:val="00A333BE"/>
    <w:rsid w:val="00A33719"/>
    <w:rsid w:val="00A34492"/>
    <w:rsid w:val="00A346C9"/>
    <w:rsid w:val="00A34866"/>
    <w:rsid w:val="00A34961"/>
    <w:rsid w:val="00A34ECB"/>
    <w:rsid w:val="00A35283"/>
    <w:rsid w:val="00A3530B"/>
    <w:rsid w:val="00A3562C"/>
    <w:rsid w:val="00A35806"/>
    <w:rsid w:val="00A3600E"/>
    <w:rsid w:val="00A37A00"/>
    <w:rsid w:val="00A37C1E"/>
    <w:rsid w:val="00A415A0"/>
    <w:rsid w:val="00A417A9"/>
    <w:rsid w:val="00A41D15"/>
    <w:rsid w:val="00A41E20"/>
    <w:rsid w:val="00A41EF5"/>
    <w:rsid w:val="00A42C20"/>
    <w:rsid w:val="00A430EF"/>
    <w:rsid w:val="00A43419"/>
    <w:rsid w:val="00A43F36"/>
    <w:rsid w:val="00A4402B"/>
    <w:rsid w:val="00A458B5"/>
    <w:rsid w:val="00A45A89"/>
    <w:rsid w:val="00A46109"/>
    <w:rsid w:val="00A46148"/>
    <w:rsid w:val="00A46650"/>
    <w:rsid w:val="00A469C1"/>
    <w:rsid w:val="00A475D0"/>
    <w:rsid w:val="00A47C48"/>
    <w:rsid w:val="00A50559"/>
    <w:rsid w:val="00A5088C"/>
    <w:rsid w:val="00A51E4E"/>
    <w:rsid w:val="00A52CCC"/>
    <w:rsid w:val="00A53577"/>
    <w:rsid w:val="00A53643"/>
    <w:rsid w:val="00A53A2D"/>
    <w:rsid w:val="00A53F4E"/>
    <w:rsid w:val="00A54059"/>
    <w:rsid w:val="00A544D0"/>
    <w:rsid w:val="00A544FD"/>
    <w:rsid w:val="00A549BB"/>
    <w:rsid w:val="00A54CDD"/>
    <w:rsid w:val="00A555D4"/>
    <w:rsid w:val="00A55DA5"/>
    <w:rsid w:val="00A561A4"/>
    <w:rsid w:val="00A568CF"/>
    <w:rsid w:val="00A574FE"/>
    <w:rsid w:val="00A5783D"/>
    <w:rsid w:val="00A6021F"/>
    <w:rsid w:val="00A60982"/>
    <w:rsid w:val="00A60E20"/>
    <w:rsid w:val="00A60FF6"/>
    <w:rsid w:val="00A6124C"/>
    <w:rsid w:val="00A61305"/>
    <w:rsid w:val="00A614C1"/>
    <w:rsid w:val="00A6183C"/>
    <w:rsid w:val="00A61AD5"/>
    <w:rsid w:val="00A61DC1"/>
    <w:rsid w:val="00A624F6"/>
    <w:rsid w:val="00A628BC"/>
    <w:rsid w:val="00A62F81"/>
    <w:rsid w:val="00A6302B"/>
    <w:rsid w:val="00A63287"/>
    <w:rsid w:val="00A63B4C"/>
    <w:rsid w:val="00A63E82"/>
    <w:rsid w:val="00A64137"/>
    <w:rsid w:val="00A64406"/>
    <w:rsid w:val="00A64467"/>
    <w:rsid w:val="00A647E3"/>
    <w:rsid w:val="00A64C1F"/>
    <w:rsid w:val="00A65350"/>
    <w:rsid w:val="00A656BA"/>
    <w:rsid w:val="00A65BA0"/>
    <w:rsid w:val="00A65C4A"/>
    <w:rsid w:val="00A6619B"/>
    <w:rsid w:val="00A66E2B"/>
    <w:rsid w:val="00A670B8"/>
    <w:rsid w:val="00A672BF"/>
    <w:rsid w:val="00A67F18"/>
    <w:rsid w:val="00A70EE7"/>
    <w:rsid w:val="00A71737"/>
    <w:rsid w:val="00A71A2D"/>
    <w:rsid w:val="00A72A56"/>
    <w:rsid w:val="00A72D4A"/>
    <w:rsid w:val="00A7326C"/>
    <w:rsid w:val="00A7380B"/>
    <w:rsid w:val="00A7391B"/>
    <w:rsid w:val="00A73FD8"/>
    <w:rsid w:val="00A7561A"/>
    <w:rsid w:val="00A75829"/>
    <w:rsid w:val="00A75F10"/>
    <w:rsid w:val="00A76A62"/>
    <w:rsid w:val="00A76CAD"/>
    <w:rsid w:val="00A76EDA"/>
    <w:rsid w:val="00A76EDC"/>
    <w:rsid w:val="00A778E1"/>
    <w:rsid w:val="00A77EFC"/>
    <w:rsid w:val="00A805A9"/>
    <w:rsid w:val="00A8063B"/>
    <w:rsid w:val="00A8065F"/>
    <w:rsid w:val="00A80D2F"/>
    <w:rsid w:val="00A80D3C"/>
    <w:rsid w:val="00A811BD"/>
    <w:rsid w:val="00A8167C"/>
    <w:rsid w:val="00A819ED"/>
    <w:rsid w:val="00A81BB4"/>
    <w:rsid w:val="00A81C77"/>
    <w:rsid w:val="00A820DC"/>
    <w:rsid w:val="00A8239B"/>
    <w:rsid w:val="00A83448"/>
    <w:rsid w:val="00A83529"/>
    <w:rsid w:val="00A83A7C"/>
    <w:rsid w:val="00A83C4A"/>
    <w:rsid w:val="00A85169"/>
    <w:rsid w:val="00A85229"/>
    <w:rsid w:val="00A8558F"/>
    <w:rsid w:val="00A867F6"/>
    <w:rsid w:val="00A87C5F"/>
    <w:rsid w:val="00A9007F"/>
    <w:rsid w:val="00A90832"/>
    <w:rsid w:val="00A908D8"/>
    <w:rsid w:val="00A91210"/>
    <w:rsid w:val="00A91F12"/>
    <w:rsid w:val="00A91FCD"/>
    <w:rsid w:val="00A92539"/>
    <w:rsid w:val="00A93C2D"/>
    <w:rsid w:val="00A93DA7"/>
    <w:rsid w:val="00A9423B"/>
    <w:rsid w:val="00A94C3B"/>
    <w:rsid w:val="00A94D45"/>
    <w:rsid w:val="00A9507A"/>
    <w:rsid w:val="00A95B2C"/>
    <w:rsid w:val="00A95BBC"/>
    <w:rsid w:val="00A95BD5"/>
    <w:rsid w:val="00A96CEC"/>
    <w:rsid w:val="00A96ECE"/>
    <w:rsid w:val="00AA02D9"/>
    <w:rsid w:val="00AA02F8"/>
    <w:rsid w:val="00AA0493"/>
    <w:rsid w:val="00AA05AC"/>
    <w:rsid w:val="00AA2390"/>
    <w:rsid w:val="00AA297D"/>
    <w:rsid w:val="00AA2A4C"/>
    <w:rsid w:val="00AA3072"/>
    <w:rsid w:val="00AA32D5"/>
    <w:rsid w:val="00AA3608"/>
    <w:rsid w:val="00AA3652"/>
    <w:rsid w:val="00AA392D"/>
    <w:rsid w:val="00AA3DF6"/>
    <w:rsid w:val="00AA4302"/>
    <w:rsid w:val="00AA4888"/>
    <w:rsid w:val="00AA516A"/>
    <w:rsid w:val="00AA5548"/>
    <w:rsid w:val="00AA6218"/>
    <w:rsid w:val="00AA6BA2"/>
    <w:rsid w:val="00AA6C70"/>
    <w:rsid w:val="00AA6F0E"/>
    <w:rsid w:val="00AA79C8"/>
    <w:rsid w:val="00AB00C3"/>
    <w:rsid w:val="00AB059B"/>
    <w:rsid w:val="00AB0AF6"/>
    <w:rsid w:val="00AB148D"/>
    <w:rsid w:val="00AB1553"/>
    <w:rsid w:val="00AB2740"/>
    <w:rsid w:val="00AB2A2E"/>
    <w:rsid w:val="00AB3190"/>
    <w:rsid w:val="00AB36FF"/>
    <w:rsid w:val="00AB4B77"/>
    <w:rsid w:val="00AB51EC"/>
    <w:rsid w:val="00AB6167"/>
    <w:rsid w:val="00AB6D4E"/>
    <w:rsid w:val="00AB7B52"/>
    <w:rsid w:val="00AC0418"/>
    <w:rsid w:val="00AC0592"/>
    <w:rsid w:val="00AC10FD"/>
    <w:rsid w:val="00AC14A2"/>
    <w:rsid w:val="00AC1766"/>
    <w:rsid w:val="00AC1815"/>
    <w:rsid w:val="00AC20F6"/>
    <w:rsid w:val="00AC27E9"/>
    <w:rsid w:val="00AC2866"/>
    <w:rsid w:val="00AC2A51"/>
    <w:rsid w:val="00AC2DA7"/>
    <w:rsid w:val="00AC331E"/>
    <w:rsid w:val="00AC4417"/>
    <w:rsid w:val="00AC56BF"/>
    <w:rsid w:val="00AC5C4B"/>
    <w:rsid w:val="00AC5C94"/>
    <w:rsid w:val="00AC5ED3"/>
    <w:rsid w:val="00AC6223"/>
    <w:rsid w:val="00AC6E75"/>
    <w:rsid w:val="00AD0963"/>
    <w:rsid w:val="00AD1036"/>
    <w:rsid w:val="00AD13DC"/>
    <w:rsid w:val="00AD1436"/>
    <w:rsid w:val="00AD269A"/>
    <w:rsid w:val="00AD3EA1"/>
    <w:rsid w:val="00AD42AC"/>
    <w:rsid w:val="00AD4356"/>
    <w:rsid w:val="00AD4917"/>
    <w:rsid w:val="00AD4DC4"/>
    <w:rsid w:val="00AD5346"/>
    <w:rsid w:val="00AD595B"/>
    <w:rsid w:val="00AD68CA"/>
    <w:rsid w:val="00AD6CA8"/>
    <w:rsid w:val="00AD7FCA"/>
    <w:rsid w:val="00AE05A1"/>
    <w:rsid w:val="00AE0A65"/>
    <w:rsid w:val="00AE0A7F"/>
    <w:rsid w:val="00AE0AAF"/>
    <w:rsid w:val="00AE170D"/>
    <w:rsid w:val="00AE1B4A"/>
    <w:rsid w:val="00AE1D7C"/>
    <w:rsid w:val="00AE1F13"/>
    <w:rsid w:val="00AE27EF"/>
    <w:rsid w:val="00AE2B76"/>
    <w:rsid w:val="00AE2E78"/>
    <w:rsid w:val="00AE2FAB"/>
    <w:rsid w:val="00AE3737"/>
    <w:rsid w:val="00AE413E"/>
    <w:rsid w:val="00AE42C1"/>
    <w:rsid w:val="00AE4513"/>
    <w:rsid w:val="00AE46AD"/>
    <w:rsid w:val="00AE5117"/>
    <w:rsid w:val="00AE5227"/>
    <w:rsid w:val="00AE5B5B"/>
    <w:rsid w:val="00AE5EB8"/>
    <w:rsid w:val="00AE6231"/>
    <w:rsid w:val="00AE68A1"/>
    <w:rsid w:val="00AE7384"/>
    <w:rsid w:val="00AE75CB"/>
    <w:rsid w:val="00AE7B78"/>
    <w:rsid w:val="00AE7E76"/>
    <w:rsid w:val="00AF025F"/>
    <w:rsid w:val="00AF0A62"/>
    <w:rsid w:val="00AF0B4B"/>
    <w:rsid w:val="00AF105A"/>
    <w:rsid w:val="00AF1521"/>
    <w:rsid w:val="00AF197C"/>
    <w:rsid w:val="00AF1A71"/>
    <w:rsid w:val="00AF1B2C"/>
    <w:rsid w:val="00AF1E51"/>
    <w:rsid w:val="00AF21E7"/>
    <w:rsid w:val="00AF2A22"/>
    <w:rsid w:val="00AF2FB2"/>
    <w:rsid w:val="00AF35BB"/>
    <w:rsid w:val="00AF3B41"/>
    <w:rsid w:val="00AF3B87"/>
    <w:rsid w:val="00AF3F40"/>
    <w:rsid w:val="00AF49F2"/>
    <w:rsid w:val="00AF4AB8"/>
    <w:rsid w:val="00AF4D12"/>
    <w:rsid w:val="00AF573C"/>
    <w:rsid w:val="00AF5D7E"/>
    <w:rsid w:val="00AF7B49"/>
    <w:rsid w:val="00AF7EBE"/>
    <w:rsid w:val="00AF7ECA"/>
    <w:rsid w:val="00B001E2"/>
    <w:rsid w:val="00B0056C"/>
    <w:rsid w:val="00B00CEB"/>
    <w:rsid w:val="00B01287"/>
    <w:rsid w:val="00B01773"/>
    <w:rsid w:val="00B01C66"/>
    <w:rsid w:val="00B01D99"/>
    <w:rsid w:val="00B02045"/>
    <w:rsid w:val="00B02293"/>
    <w:rsid w:val="00B02353"/>
    <w:rsid w:val="00B02DCA"/>
    <w:rsid w:val="00B03AEF"/>
    <w:rsid w:val="00B041AA"/>
    <w:rsid w:val="00B04B5B"/>
    <w:rsid w:val="00B04D83"/>
    <w:rsid w:val="00B04FCE"/>
    <w:rsid w:val="00B05566"/>
    <w:rsid w:val="00B064BA"/>
    <w:rsid w:val="00B06B54"/>
    <w:rsid w:val="00B06C82"/>
    <w:rsid w:val="00B06DFF"/>
    <w:rsid w:val="00B07D25"/>
    <w:rsid w:val="00B07F2B"/>
    <w:rsid w:val="00B07F5F"/>
    <w:rsid w:val="00B10065"/>
    <w:rsid w:val="00B10884"/>
    <w:rsid w:val="00B12DAA"/>
    <w:rsid w:val="00B13292"/>
    <w:rsid w:val="00B13803"/>
    <w:rsid w:val="00B13E44"/>
    <w:rsid w:val="00B14E94"/>
    <w:rsid w:val="00B14EF4"/>
    <w:rsid w:val="00B15589"/>
    <w:rsid w:val="00B15B1F"/>
    <w:rsid w:val="00B15B26"/>
    <w:rsid w:val="00B15B7C"/>
    <w:rsid w:val="00B16CBB"/>
    <w:rsid w:val="00B16FA6"/>
    <w:rsid w:val="00B1799D"/>
    <w:rsid w:val="00B17F0F"/>
    <w:rsid w:val="00B17FBA"/>
    <w:rsid w:val="00B20138"/>
    <w:rsid w:val="00B201C9"/>
    <w:rsid w:val="00B202AE"/>
    <w:rsid w:val="00B210C7"/>
    <w:rsid w:val="00B2167B"/>
    <w:rsid w:val="00B2170C"/>
    <w:rsid w:val="00B2188F"/>
    <w:rsid w:val="00B21F06"/>
    <w:rsid w:val="00B22C35"/>
    <w:rsid w:val="00B23B78"/>
    <w:rsid w:val="00B25DB9"/>
    <w:rsid w:val="00B262CB"/>
    <w:rsid w:val="00B2663C"/>
    <w:rsid w:val="00B267E9"/>
    <w:rsid w:val="00B26DFF"/>
    <w:rsid w:val="00B279C1"/>
    <w:rsid w:val="00B311CE"/>
    <w:rsid w:val="00B31ADE"/>
    <w:rsid w:val="00B31E2B"/>
    <w:rsid w:val="00B32308"/>
    <w:rsid w:val="00B3285F"/>
    <w:rsid w:val="00B32D6F"/>
    <w:rsid w:val="00B333D4"/>
    <w:rsid w:val="00B334E2"/>
    <w:rsid w:val="00B34012"/>
    <w:rsid w:val="00B34DB0"/>
    <w:rsid w:val="00B3678A"/>
    <w:rsid w:val="00B375E6"/>
    <w:rsid w:val="00B37A8B"/>
    <w:rsid w:val="00B37C6A"/>
    <w:rsid w:val="00B40842"/>
    <w:rsid w:val="00B40A18"/>
    <w:rsid w:val="00B40C59"/>
    <w:rsid w:val="00B40C71"/>
    <w:rsid w:val="00B41D38"/>
    <w:rsid w:val="00B4229D"/>
    <w:rsid w:val="00B42E81"/>
    <w:rsid w:val="00B43B84"/>
    <w:rsid w:val="00B44B16"/>
    <w:rsid w:val="00B44B38"/>
    <w:rsid w:val="00B46ADA"/>
    <w:rsid w:val="00B47620"/>
    <w:rsid w:val="00B50570"/>
    <w:rsid w:val="00B50B30"/>
    <w:rsid w:val="00B5111E"/>
    <w:rsid w:val="00B51143"/>
    <w:rsid w:val="00B519B9"/>
    <w:rsid w:val="00B51A91"/>
    <w:rsid w:val="00B51BFF"/>
    <w:rsid w:val="00B51D5E"/>
    <w:rsid w:val="00B52705"/>
    <w:rsid w:val="00B52C80"/>
    <w:rsid w:val="00B52CCD"/>
    <w:rsid w:val="00B53A16"/>
    <w:rsid w:val="00B53BC9"/>
    <w:rsid w:val="00B53F64"/>
    <w:rsid w:val="00B53FD3"/>
    <w:rsid w:val="00B5423F"/>
    <w:rsid w:val="00B54BF9"/>
    <w:rsid w:val="00B552C5"/>
    <w:rsid w:val="00B5582B"/>
    <w:rsid w:val="00B55B74"/>
    <w:rsid w:val="00B55D8B"/>
    <w:rsid w:val="00B5756E"/>
    <w:rsid w:val="00B605B3"/>
    <w:rsid w:val="00B6079D"/>
    <w:rsid w:val="00B60A41"/>
    <w:rsid w:val="00B6119D"/>
    <w:rsid w:val="00B615A8"/>
    <w:rsid w:val="00B623E1"/>
    <w:rsid w:val="00B62DB3"/>
    <w:rsid w:val="00B64864"/>
    <w:rsid w:val="00B64E63"/>
    <w:rsid w:val="00B658CB"/>
    <w:rsid w:val="00B65A57"/>
    <w:rsid w:val="00B65E0E"/>
    <w:rsid w:val="00B6644C"/>
    <w:rsid w:val="00B666A0"/>
    <w:rsid w:val="00B66D99"/>
    <w:rsid w:val="00B6718F"/>
    <w:rsid w:val="00B67D1E"/>
    <w:rsid w:val="00B701FA"/>
    <w:rsid w:val="00B704E6"/>
    <w:rsid w:val="00B70A98"/>
    <w:rsid w:val="00B70EA1"/>
    <w:rsid w:val="00B71024"/>
    <w:rsid w:val="00B72078"/>
    <w:rsid w:val="00B725F3"/>
    <w:rsid w:val="00B72AA2"/>
    <w:rsid w:val="00B73B09"/>
    <w:rsid w:val="00B743BD"/>
    <w:rsid w:val="00B74A2F"/>
    <w:rsid w:val="00B750B4"/>
    <w:rsid w:val="00B75202"/>
    <w:rsid w:val="00B7541F"/>
    <w:rsid w:val="00B759A6"/>
    <w:rsid w:val="00B75B57"/>
    <w:rsid w:val="00B76365"/>
    <w:rsid w:val="00B77E8D"/>
    <w:rsid w:val="00B814E3"/>
    <w:rsid w:val="00B81560"/>
    <w:rsid w:val="00B82C2F"/>
    <w:rsid w:val="00B832DC"/>
    <w:rsid w:val="00B83A89"/>
    <w:rsid w:val="00B83B55"/>
    <w:rsid w:val="00B83D63"/>
    <w:rsid w:val="00B84FC2"/>
    <w:rsid w:val="00B85A67"/>
    <w:rsid w:val="00B85C9C"/>
    <w:rsid w:val="00B8615B"/>
    <w:rsid w:val="00B86262"/>
    <w:rsid w:val="00B865D9"/>
    <w:rsid w:val="00B90A63"/>
    <w:rsid w:val="00B90DBB"/>
    <w:rsid w:val="00B921D0"/>
    <w:rsid w:val="00B922FF"/>
    <w:rsid w:val="00B923D4"/>
    <w:rsid w:val="00B9257E"/>
    <w:rsid w:val="00B9282E"/>
    <w:rsid w:val="00B93414"/>
    <w:rsid w:val="00B938F5"/>
    <w:rsid w:val="00B94586"/>
    <w:rsid w:val="00B94603"/>
    <w:rsid w:val="00B9469B"/>
    <w:rsid w:val="00B94915"/>
    <w:rsid w:val="00B94A8E"/>
    <w:rsid w:val="00B95BF9"/>
    <w:rsid w:val="00B962B0"/>
    <w:rsid w:val="00B966EF"/>
    <w:rsid w:val="00B96C1F"/>
    <w:rsid w:val="00B9752E"/>
    <w:rsid w:val="00B97558"/>
    <w:rsid w:val="00B97D78"/>
    <w:rsid w:val="00BA097C"/>
    <w:rsid w:val="00BA0D90"/>
    <w:rsid w:val="00BA26CB"/>
    <w:rsid w:val="00BA2EB1"/>
    <w:rsid w:val="00BA38FC"/>
    <w:rsid w:val="00BA3AA5"/>
    <w:rsid w:val="00BA48F2"/>
    <w:rsid w:val="00BA4D9C"/>
    <w:rsid w:val="00BA554C"/>
    <w:rsid w:val="00BA60B2"/>
    <w:rsid w:val="00BA685B"/>
    <w:rsid w:val="00BA76BA"/>
    <w:rsid w:val="00BA7B54"/>
    <w:rsid w:val="00BA7CA8"/>
    <w:rsid w:val="00BA7F54"/>
    <w:rsid w:val="00BB0939"/>
    <w:rsid w:val="00BB0997"/>
    <w:rsid w:val="00BB1A9C"/>
    <w:rsid w:val="00BB20FD"/>
    <w:rsid w:val="00BB2775"/>
    <w:rsid w:val="00BB2E5C"/>
    <w:rsid w:val="00BB3447"/>
    <w:rsid w:val="00BB41C6"/>
    <w:rsid w:val="00BB4732"/>
    <w:rsid w:val="00BB48BC"/>
    <w:rsid w:val="00BB4D88"/>
    <w:rsid w:val="00BB5403"/>
    <w:rsid w:val="00BB577C"/>
    <w:rsid w:val="00BB617C"/>
    <w:rsid w:val="00BB6EEF"/>
    <w:rsid w:val="00BB79CC"/>
    <w:rsid w:val="00BC0890"/>
    <w:rsid w:val="00BC0D25"/>
    <w:rsid w:val="00BC2903"/>
    <w:rsid w:val="00BC2FAD"/>
    <w:rsid w:val="00BC2FE3"/>
    <w:rsid w:val="00BC3784"/>
    <w:rsid w:val="00BC3A00"/>
    <w:rsid w:val="00BC3AB8"/>
    <w:rsid w:val="00BC43A3"/>
    <w:rsid w:val="00BC552C"/>
    <w:rsid w:val="00BC5786"/>
    <w:rsid w:val="00BC59C6"/>
    <w:rsid w:val="00BC5A0D"/>
    <w:rsid w:val="00BC64C8"/>
    <w:rsid w:val="00BC6B0F"/>
    <w:rsid w:val="00BC6F91"/>
    <w:rsid w:val="00BC7CA1"/>
    <w:rsid w:val="00BD022F"/>
    <w:rsid w:val="00BD03C7"/>
    <w:rsid w:val="00BD208E"/>
    <w:rsid w:val="00BD282C"/>
    <w:rsid w:val="00BD3400"/>
    <w:rsid w:val="00BD3F45"/>
    <w:rsid w:val="00BD4218"/>
    <w:rsid w:val="00BD426F"/>
    <w:rsid w:val="00BD4858"/>
    <w:rsid w:val="00BD490C"/>
    <w:rsid w:val="00BD4A26"/>
    <w:rsid w:val="00BD4E81"/>
    <w:rsid w:val="00BD5649"/>
    <w:rsid w:val="00BD59CC"/>
    <w:rsid w:val="00BD6098"/>
    <w:rsid w:val="00BD6B16"/>
    <w:rsid w:val="00BD6C01"/>
    <w:rsid w:val="00BD734E"/>
    <w:rsid w:val="00BD76A8"/>
    <w:rsid w:val="00BE002D"/>
    <w:rsid w:val="00BE030E"/>
    <w:rsid w:val="00BE06A0"/>
    <w:rsid w:val="00BE1425"/>
    <w:rsid w:val="00BE2632"/>
    <w:rsid w:val="00BE2C23"/>
    <w:rsid w:val="00BE3266"/>
    <w:rsid w:val="00BE3314"/>
    <w:rsid w:val="00BE38F3"/>
    <w:rsid w:val="00BE3F77"/>
    <w:rsid w:val="00BE40CE"/>
    <w:rsid w:val="00BE4380"/>
    <w:rsid w:val="00BE4593"/>
    <w:rsid w:val="00BE5612"/>
    <w:rsid w:val="00BE5BB4"/>
    <w:rsid w:val="00BE5E7D"/>
    <w:rsid w:val="00BE70D2"/>
    <w:rsid w:val="00BE72AC"/>
    <w:rsid w:val="00BE733D"/>
    <w:rsid w:val="00BF09CC"/>
    <w:rsid w:val="00BF0DAA"/>
    <w:rsid w:val="00BF1407"/>
    <w:rsid w:val="00BF141F"/>
    <w:rsid w:val="00BF1CEA"/>
    <w:rsid w:val="00BF26D0"/>
    <w:rsid w:val="00BF313E"/>
    <w:rsid w:val="00BF31C8"/>
    <w:rsid w:val="00BF3456"/>
    <w:rsid w:val="00BF36F4"/>
    <w:rsid w:val="00BF37A4"/>
    <w:rsid w:val="00BF382A"/>
    <w:rsid w:val="00BF3B3A"/>
    <w:rsid w:val="00BF427A"/>
    <w:rsid w:val="00BF5B8E"/>
    <w:rsid w:val="00BF6630"/>
    <w:rsid w:val="00BF67F4"/>
    <w:rsid w:val="00BF6B01"/>
    <w:rsid w:val="00BF6CD7"/>
    <w:rsid w:val="00BF6F6A"/>
    <w:rsid w:val="00BF731B"/>
    <w:rsid w:val="00BF7337"/>
    <w:rsid w:val="00BF76D5"/>
    <w:rsid w:val="00BF7A59"/>
    <w:rsid w:val="00BF7FB3"/>
    <w:rsid w:val="00C00771"/>
    <w:rsid w:val="00C008D4"/>
    <w:rsid w:val="00C02AEB"/>
    <w:rsid w:val="00C02DEC"/>
    <w:rsid w:val="00C02FF5"/>
    <w:rsid w:val="00C033A4"/>
    <w:rsid w:val="00C0350B"/>
    <w:rsid w:val="00C03B65"/>
    <w:rsid w:val="00C04611"/>
    <w:rsid w:val="00C04C03"/>
    <w:rsid w:val="00C04C04"/>
    <w:rsid w:val="00C05123"/>
    <w:rsid w:val="00C053F9"/>
    <w:rsid w:val="00C05D37"/>
    <w:rsid w:val="00C06499"/>
    <w:rsid w:val="00C06663"/>
    <w:rsid w:val="00C066A6"/>
    <w:rsid w:val="00C07B4A"/>
    <w:rsid w:val="00C07BF5"/>
    <w:rsid w:val="00C10334"/>
    <w:rsid w:val="00C11035"/>
    <w:rsid w:val="00C11C75"/>
    <w:rsid w:val="00C12084"/>
    <w:rsid w:val="00C12893"/>
    <w:rsid w:val="00C12ED5"/>
    <w:rsid w:val="00C13E5D"/>
    <w:rsid w:val="00C1440B"/>
    <w:rsid w:val="00C145A9"/>
    <w:rsid w:val="00C14865"/>
    <w:rsid w:val="00C14D28"/>
    <w:rsid w:val="00C15731"/>
    <w:rsid w:val="00C1671F"/>
    <w:rsid w:val="00C16ACE"/>
    <w:rsid w:val="00C16CD8"/>
    <w:rsid w:val="00C16D4A"/>
    <w:rsid w:val="00C1780C"/>
    <w:rsid w:val="00C179D3"/>
    <w:rsid w:val="00C17D2E"/>
    <w:rsid w:val="00C17E9B"/>
    <w:rsid w:val="00C21216"/>
    <w:rsid w:val="00C21C41"/>
    <w:rsid w:val="00C2204B"/>
    <w:rsid w:val="00C22074"/>
    <w:rsid w:val="00C227AC"/>
    <w:rsid w:val="00C22818"/>
    <w:rsid w:val="00C2316D"/>
    <w:rsid w:val="00C23301"/>
    <w:rsid w:val="00C23344"/>
    <w:rsid w:val="00C23CB5"/>
    <w:rsid w:val="00C23F49"/>
    <w:rsid w:val="00C24A19"/>
    <w:rsid w:val="00C24B4F"/>
    <w:rsid w:val="00C25590"/>
    <w:rsid w:val="00C25F63"/>
    <w:rsid w:val="00C2604F"/>
    <w:rsid w:val="00C260C9"/>
    <w:rsid w:val="00C26763"/>
    <w:rsid w:val="00C26B6D"/>
    <w:rsid w:val="00C276EE"/>
    <w:rsid w:val="00C30F17"/>
    <w:rsid w:val="00C31B62"/>
    <w:rsid w:val="00C31BF8"/>
    <w:rsid w:val="00C32273"/>
    <w:rsid w:val="00C32680"/>
    <w:rsid w:val="00C327A9"/>
    <w:rsid w:val="00C32EE8"/>
    <w:rsid w:val="00C33418"/>
    <w:rsid w:val="00C33569"/>
    <w:rsid w:val="00C335C5"/>
    <w:rsid w:val="00C3363D"/>
    <w:rsid w:val="00C3378E"/>
    <w:rsid w:val="00C34BAE"/>
    <w:rsid w:val="00C35998"/>
    <w:rsid w:val="00C368AF"/>
    <w:rsid w:val="00C36F19"/>
    <w:rsid w:val="00C37347"/>
    <w:rsid w:val="00C3784A"/>
    <w:rsid w:val="00C37BC2"/>
    <w:rsid w:val="00C400DA"/>
    <w:rsid w:val="00C401C6"/>
    <w:rsid w:val="00C4068C"/>
    <w:rsid w:val="00C40F0B"/>
    <w:rsid w:val="00C41631"/>
    <w:rsid w:val="00C41711"/>
    <w:rsid w:val="00C418E1"/>
    <w:rsid w:val="00C41C9F"/>
    <w:rsid w:val="00C41FE4"/>
    <w:rsid w:val="00C420DA"/>
    <w:rsid w:val="00C42555"/>
    <w:rsid w:val="00C42908"/>
    <w:rsid w:val="00C42E6E"/>
    <w:rsid w:val="00C43F79"/>
    <w:rsid w:val="00C44000"/>
    <w:rsid w:val="00C440F0"/>
    <w:rsid w:val="00C443E9"/>
    <w:rsid w:val="00C4468A"/>
    <w:rsid w:val="00C44CA3"/>
    <w:rsid w:val="00C44DD0"/>
    <w:rsid w:val="00C451E5"/>
    <w:rsid w:val="00C463D2"/>
    <w:rsid w:val="00C46CDE"/>
    <w:rsid w:val="00C47898"/>
    <w:rsid w:val="00C50257"/>
    <w:rsid w:val="00C505B6"/>
    <w:rsid w:val="00C50C8F"/>
    <w:rsid w:val="00C52CFF"/>
    <w:rsid w:val="00C52E47"/>
    <w:rsid w:val="00C52EF7"/>
    <w:rsid w:val="00C533D6"/>
    <w:rsid w:val="00C5341E"/>
    <w:rsid w:val="00C5351B"/>
    <w:rsid w:val="00C5499E"/>
    <w:rsid w:val="00C551D4"/>
    <w:rsid w:val="00C55361"/>
    <w:rsid w:val="00C553B5"/>
    <w:rsid w:val="00C55A8C"/>
    <w:rsid w:val="00C55EB5"/>
    <w:rsid w:val="00C56A27"/>
    <w:rsid w:val="00C577B9"/>
    <w:rsid w:val="00C6046D"/>
    <w:rsid w:val="00C60BEE"/>
    <w:rsid w:val="00C60C7F"/>
    <w:rsid w:val="00C60EF0"/>
    <w:rsid w:val="00C6147A"/>
    <w:rsid w:val="00C61BA9"/>
    <w:rsid w:val="00C6220C"/>
    <w:rsid w:val="00C6232A"/>
    <w:rsid w:val="00C62ED7"/>
    <w:rsid w:val="00C63BD7"/>
    <w:rsid w:val="00C641A7"/>
    <w:rsid w:val="00C64A77"/>
    <w:rsid w:val="00C656B5"/>
    <w:rsid w:val="00C665DF"/>
    <w:rsid w:val="00C66738"/>
    <w:rsid w:val="00C67B9B"/>
    <w:rsid w:val="00C67C75"/>
    <w:rsid w:val="00C70AC0"/>
    <w:rsid w:val="00C70CDD"/>
    <w:rsid w:val="00C714E5"/>
    <w:rsid w:val="00C715B5"/>
    <w:rsid w:val="00C72C47"/>
    <w:rsid w:val="00C72F91"/>
    <w:rsid w:val="00C73369"/>
    <w:rsid w:val="00C7363D"/>
    <w:rsid w:val="00C73817"/>
    <w:rsid w:val="00C7431A"/>
    <w:rsid w:val="00C7433D"/>
    <w:rsid w:val="00C748F6"/>
    <w:rsid w:val="00C753C0"/>
    <w:rsid w:val="00C75EE7"/>
    <w:rsid w:val="00C767B0"/>
    <w:rsid w:val="00C77B46"/>
    <w:rsid w:val="00C80528"/>
    <w:rsid w:val="00C80A1A"/>
    <w:rsid w:val="00C80F22"/>
    <w:rsid w:val="00C81A64"/>
    <w:rsid w:val="00C82A98"/>
    <w:rsid w:val="00C83986"/>
    <w:rsid w:val="00C83D97"/>
    <w:rsid w:val="00C843BC"/>
    <w:rsid w:val="00C84D21"/>
    <w:rsid w:val="00C8526A"/>
    <w:rsid w:val="00C85639"/>
    <w:rsid w:val="00C85D66"/>
    <w:rsid w:val="00C86B9A"/>
    <w:rsid w:val="00C86E91"/>
    <w:rsid w:val="00C86FC8"/>
    <w:rsid w:val="00C8714F"/>
    <w:rsid w:val="00C87667"/>
    <w:rsid w:val="00C90416"/>
    <w:rsid w:val="00C90DAC"/>
    <w:rsid w:val="00C911CA"/>
    <w:rsid w:val="00C9126E"/>
    <w:rsid w:val="00C9143A"/>
    <w:rsid w:val="00C91E2F"/>
    <w:rsid w:val="00C91F7D"/>
    <w:rsid w:val="00C921C4"/>
    <w:rsid w:val="00C9251C"/>
    <w:rsid w:val="00C927B8"/>
    <w:rsid w:val="00C92947"/>
    <w:rsid w:val="00C92F3E"/>
    <w:rsid w:val="00C93808"/>
    <w:rsid w:val="00C9395C"/>
    <w:rsid w:val="00C93E49"/>
    <w:rsid w:val="00C94050"/>
    <w:rsid w:val="00C950BF"/>
    <w:rsid w:val="00C95410"/>
    <w:rsid w:val="00C95BF0"/>
    <w:rsid w:val="00C95EA9"/>
    <w:rsid w:val="00C960C4"/>
    <w:rsid w:val="00C964ED"/>
    <w:rsid w:val="00C9662F"/>
    <w:rsid w:val="00C96E66"/>
    <w:rsid w:val="00C96F65"/>
    <w:rsid w:val="00C9718B"/>
    <w:rsid w:val="00C9733A"/>
    <w:rsid w:val="00CA096E"/>
    <w:rsid w:val="00CA12AB"/>
    <w:rsid w:val="00CA19BE"/>
    <w:rsid w:val="00CA1C51"/>
    <w:rsid w:val="00CA22EB"/>
    <w:rsid w:val="00CA2749"/>
    <w:rsid w:val="00CA2F2D"/>
    <w:rsid w:val="00CA3109"/>
    <w:rsid w:val="00CA4001"/>
    <w:rsid w:val="00CA554B"/>
    <w:rsid w:val="00CA5805"/>
    <w:rsid w:val="00CA5A76"/>
    <w:rsid w:val="00CA5C2C"/>
    <w:rsid w:val="00CA5EDA"/>
    <w:rsid w:val="00CA6078"/>
    <w:rsid w:val="00CA7128"/>
    <w:rsid w:val="00CA7583"/>
    <w:rsid w:val="00CA7741"/>
    <w:rsid w:val="00CB0091"/>
    <w:rsid w:val="00CB0416"/>
    <w:rsid w:val="00CB0645"/>
    <w:rsid w:val="00CB1040"/>
    <w:rsid w:val="00CB11F0"/>
    <w:rsid w:val="00CB1A88"/>
    <w:rsid w:val="00CB1AC9"/>
    <w:rsid w:val="00CB1CCC"/>
    <w:rsid w:val="00CB1FD0"/>
    <w:rsid w:val="00CB22A5"/>
    <w:rsid w:val="00CB23DF"/>
    <w:rsid w:val="00CB242B"/>
    <w:rsid w:val="00CB2563"/>
    <w:rsid w:val="00CB2AD1"/>
    <w:rsid w:val="00CB2CDD"/>
    <w:rsid w:val="00CB3C5B"/>
    <w:rsid w:val="00CB3CBA"/>
    <w:rsid w:val="00CB3E54"/>
    <w:rsid w:val="00CB4528"/>
    <w:rsid w:val="00CB65C8"/>
    <w:rsid w:val="00CB7102"/>
    <w:rsid w:val="00CB7915"/>
    <w:rsid w:val="00CB7AE5"/>
    <w:rsid w:val="00CB7DDD"/>
    <w:rsid w:val="00CB7ED9"/>
    <w:rsid w:val="00CC0B0B"/>
    <w:rsid w:val="00CC177E"/>
    <w:rsid w:val="00CC2AA8"/>
    <w:rsid w:val="00CC3375"/>
    <w:rsid w:val="00CC3633"/>
    <w:rsid w:val="00CC57A7"/>
    <w:rsid w:val="00CC66FA"/>
    <w:rsid w:val="00CC6F1B"/>
    <w:rsid w:val="00CC78EC"/>
    <w:rsid w:val="00CC7973"/>
    <w:rsid w:val="00CD0301"/>
    <w:rsid w:val="00CD0BB3"/>
    <w:rsid w:val="00CD1108"/>
    <w:rsid w:val="00CD12EE"/>
    <w:rsid w:val="00CD145C"/>
    <w:rsid w:val="00CD1483"/>
    <w:rsid w:val="00CD1F5A"/>
    <w:rsid w:val="00CD1FB2"/>
    <w:rsid w:val="00CD2BEF"/>
    <w:rsid w:val="00CD4532"/>
    <w:rsid w:val="00CD51BC"/>
    <w:rsid w:val="00CD5D1C"/>
    <w:rsid w:val="00CD66A9"/>
    <w:rsid w:val="00CD687D"/>
    <w:rsid w:val="00CD69A4"/>
    <w:rsid w:val="00CD6CEE"/>
    <w:rsid w:val="00CD714F"/>
    <w:rsid w:val="00CD7497"/>
    <w:rsid w:val="00CD76C8"/>
    <w:rsid w:val="00CD7A45"/>
    <w:rsid w:val="00CD7AF7"/>
    <w:rsid w:val="00CD7F48"/>
    <w:rsid w:val="00CD7F9E"/>
    <w:rsid w:val="00CE0692"/>
    <w:rsid w:val="00CE06C8"/>
    <w:rsid w:val="00CE07D9"/>
    <w:rsid w:val="00CE0E60"/>
    <w:rsid w:val="00CE11B6"/>
    <w:rsid w:val="00CE2036"/>
    <w:rsid w:val="00CE268F"/>
    <w:rsid w:val="00CE289B"/>
    <w:rsid w:val="00CE3902"/>
    <w:rsid w:val="00CE391F"/>
    <w:rsid w:val="00CE4B48"/>
    <w:rsid w:val="00CE4DA0"/>
    <w:rsid w:val="00CE5316"/>
    <w:rsid w:val="00CE5B62"/>
    <w:rsid w:val="00CE69F7"/>
    <w:rsid w:val="00CE6F3F"/>
    <w:rsid w:val="00CE7005"/>
    <w:rsid w:val="00CE7D3D"/>
    <w:rsid w:val="00CF00CF"/>
    <w:rsid w:val="00CF1067"/>
    <w:rsid w:val="00CF124D"/>
    <w:rsid w:val="00CF1A0F"/>
    <w:rsid w:val="00CF1C42"/>
    <w:rsid w:val="00CF2387"/>
    <w:rsid w:val="00CF263D"/>
    <w:rsid w:val="00CF27CA"/>
    <w:rsid w:val="00CF3235"/>
    <w:rsid w:val="00CF3303"/>
    <w:rsid w:val="00CF34DA"/>
    <w:rsid w:val="00CF3C9A"/>
    <w:rsid w:val="00CF3E3E"/>
    <w:rsid w:val="00CF3F0C"/>
    <w:rsid w:val="00CF4640"/>
    <w:rsid w:val="00CF4763"/>
    <w:rsid w:val="00CF4AE5"/>
    <w:rsid w:val="00CF4CD7"/>
    <w:rsid w:val="00CF4FC2"/>
    <w:rsid w:val="00CF520C"/>
    <w:rsid w:val="00CF56B6"/>
    <w:rsid w:val="00CF5F6C"/>
    <w:rsid w:val="00CF61E9"/>
    <w:rsid w:val="00CF6BB3"/>
    <w:rsid w:val="00CF6D0C"/>
    <w:rsid w:val="00CF715A"/>
    <w:rsid w:val="00CF72F2"/>
    <w:rsid w:val="00CF7C5E"/>
    <w:rsid w:val="00D0003C"/>
    <w:rsid w:val="00D0040F"/>
    <w:rsid w:val="00D0057D"/>
    <w:rsid w:val="00D006F3"/>
    <w:rsid w:val="00D00C6B"/>
    <w:rsid w:val="00D0107C"/>
    <w:rsid w:val="00D01736"/>
    <w:rsid w:val="00D01768"/>
    <w:rsid w:val="00D01F95"/>
    <w:rsid w:val="00D02864"/>
    <w:rsid w:val="00D028E6"/>
    <w:rsid w:val="00D02AC7"/>
    <w:rsid w:val="00D035D0"/>
    <w:rsid w:val="00D03A69"/>
    <w:rsid w:val="00D04AFF"/>
    <w:rsid w:val="00D04E69"/>
    <w:rsid w:val="00D04FAB"/>
    <w:rsid w:val="00D06038"/>
    <w:rsid w:val="00D06948"/>
    <w:rsid w:val="00D07023"/>
    <w:rsid w:val="00D076E6"/>
    <w:rsid w:val="00D077E8"/>
    <w:rsid w:val="00D07D35"/>
    <w:rsid w:val="00D07EE3"/>
    <w:rsid w:val="00D102BC"/>
    <w:rsid w:val="00D1034E"/>
    <w:rsid w:val="00D10614"/>
    <w:rsid w:val="00D1140C"/>
    <w:rsid w:val="00D118B3"/>
    <w:rsid w:val="00D11CB0"/>
    <w:rsid w:val="00D1219D"/>
    <w:rsid w:val="00D12FA9"/>
    <w:rsid w:val="00D1350C"/>
    <w:rsid w:val="00D13740"/>
    <w:rsid w:val="00D14B4C"/>
    <w:rsid w:val="00D14CBB"/>
    <w:rsid w:val="00D17727"/>
    <w:rsid w:val="00D17865"/>
    <w:rsid w:val="00D178B4"/>
    <w:rsid w:val="00D17D38"/>
    <w:rsid w:val="00D20958"/>
    <w:rsid w:val="00D2126B"/>
    <w:rsid w:val="00D218B5"/>
    <w:rsid w:val="00D22E70"/>
    <w:rsid w:val="00D22FF3"/>
    <w:rsid w:val="00D23153"/>
    <w:rsid w:val="00D2342E"/>
    <w:rsid w:val="00D234B7"/>
    <w:rsid w:val="00D2385E"/>
    <w:rsid w:val="00D23FBB"/>
    <w:rsid w:val="00D2451E"/>
    <w:rsid w:val="00D2612A"/>
    <w:rsid w:val="00D2664F"/>
    <w:rsid w:val="00D270B1"/>
    <w:rsid w:val="00D27328"/>
    <w:rsid w:val="00D27F97"/>
    <w:rsid w:val="00D30138"/>
    <w:rsid w:val="00D31092"/>
    <w:rsid w:val="00D310E8"/>
    <w:rsid w:val="00D3145F"/>
    <w:rsid w:val="00D31D23"/>
    <w:rsid w:val="00D32182"/>
    <w:rsid w:val="00D32A97"/>
    <w:rsid w:val="00D33489"/>
    <w:rsid w:val="00D33B46"/>
    <w:rsid w:val="00D33B61"/>
    <w:rsid w:val="00D33C33"/>
    <w:rsid w:val="00D33DA9"/>
    <w:rsid w:val="00D33EDD"/>
    <w:rsid w:val="00D34228"/>
    <w:rsid w:val="00D34877"/>
    <w:rsid w:val="00D348BA"/>
    <w:rsid w:val="00D351CA"/>
    <w:rsid w:val="00D3554B"/>
    <w:rsid w:val="00D365FF"/>
    <w:rsid w:val="00D36E42"/>
    <w:rsid w:val="00D37D7D"/>
    <w:rsid w:val="00D40672"/>
    <w:rsid w:val="00D4115E"/>
    <w:rsid w:val="00D4285A"/>
    <w:rsid w:val="00D4359D"/>
    <w:rsid w:val="00D44F0D"/>
    <w:rsid w:val="00D45129"/>
    <w:rsid w:val="00D4544D"/>
    <w:rsid w:val="00D45670"/>
    <w:rsid w:val="00D460C7"/>
    <w:rsid w:val="00D46B20"/>
    <w:rsid w:val="00D46CB1"/>
    <w:rsid w:val="00D46E50"/>
    <w:rsid w:val="00D474A0"/>
    <w:rsid w:val="00D47882"/>
    <w:rsid w:val="00D500AF"/>
    <w:rsid w:val="00D50510"/>
    <w:rsid w:val="00D5082A"/>
    <w:rsid w:val="00D50AAA"/>
    <w:rsid w:val="00D50DA4"/>
    <w:rsid w:val="00D511A8"/>
    <w:rsid w:val="00D52329"/>
    <w:rsid w:val="00D52FEE"/>
    <w:rsid w:val="00D54D1E"/>
    <w:rsid w:val="00D55185"/>
    <w:rsid w:val="00D55714"/>
    <w:rsid w:val="00D55FE9"/>
    <w:rsid w:val="00D568CA"/>
    <w:rsid w:val="00D56A86"/>
    <w:rsid w:val="00D57D5C"/>
    <w:rsid w:val="00D60056"/>
    <w:rsid w:val="00D6090C"/>
    <w:rsid w:val="00D60C04"/>
    <w:rsid w:val="00D61415"/>
    <w:rsid w:val="00D61EFD"/>
    <w:rsid w:val="00D6338D"/>
    <w:rsid w:val="00D63635"/>
    <w:rsid w:val="00D63808"/>
    <w:rsid w:val="00D63B27"/>
    <w:rsid w:val="00D64436"/>
    <w:rsid w:val="00D6468C"/>
    <w:rsid w:val="00D646C0"/>
    <w:rsid w:val="00D64DDA"/>
    <w:rsid w:val="00D65383"/>
    <w:rsid w:val="00D65E0D"/>
    <w:rsid w:val="00D67179"/>
    <w:rsid w:val="00D675F2"/>
    <w:rsid w:val="00D67B4C"/>
    <w:rsid w:val="00D67C2D"/>
    <w:rsid w:val="00D705EB"/>
    <w:rsid w:val="00D70BA2"/>
    <w:rsid w:val="00D70F6C"/>
    <w:rsid w:val="00D716D8"/>
    <w:rsid w:val="00D71CA2"/>
    <w:rsid w:val="00D72E8D"/>
    <w:rsid w:val="00D73787"/>
    <w:rsid w:val="00D73AFD"/>
    <w:rsid w:val="00D73BEB"/>
    <w:rsid w:val="00D7414C"/>
    <w:rsid w:val="00D74ED4"/>
    <w:rsid w:val="00D7611D"/>
    <w:rsid w:val="00D7684E"/>
    <w:rsid w:val="00D77ADB"/>
    <w:rsid w:val="00D806A3"/>
    <w:rsid w:val="00D80940"/>
    <w:rsid w:val="00D80A24"/>
    <w:rsid w:val="00D828E7"/>
    <w:rsid w:val="00D82C73"/>
    <w:rsid w:val="00D8323A"/>
    <w:rsid w:val="00D839D2"/>
    <w:rsid w:val="00D83A17"/>
    <w:rsid w:val="00D83BDE"/>
    <w:rsid w:val="00D84CCA"/>
    <w:rsid w:val="00D8527A"/>
    <w:rsid w:val="00D85890"/>
    <w:rsid w:val="00D85E02"/>
    <w:rsid w:val="00D86171"/>
    <w:rsid w:val="00D863A6"/>
    <w:rsid w:val="00D8739B"/>
    <w:rsid w:val="00D87497"/>
    <w:rsid w:val="00D87862"/>
    <w:rsid w:val="00D87C17"/>
    <w:rsid w:val="00D90279"/>
    <w:rsid w:val="00D90BBD"/>
    <w:rsid w:val="00D90C24"/>
    <w:rsid w:val="00D90C64"/>
    <w:rsid w:val="00D9101E"/>
    <w:rsid w:val="00D910CC"/>
    <w:rsid w:val="00D91213"/>
    <w:rsid w:val="00D916B4"/>
    <w:rsid w:val="00D91990"/>
    <w:rsid w:val="00D91E4D"/>
    <w:rsid w:val="00D92077"/>
    <w:rsid w:val="00D92770"/>
    <w:rsid w:val="00D92BCC"/>
    <w:rsid w:val="00D92C59"/>
    <w:rsid w:val="00D935D1"/>
    <w:rsid w:val="00D93673"/>
    <w:rsid w:val="00D936D8"/>
    <w:rsid w:val="00D93D67"/>
    <w:rsid w:val="00D943E1"/>
    <w:rsid w:val="00D943E4"/>
    <w:rsid w:val="00D9460E"/>
    <w:rsid w:val="00D95196"/>
    <w:rsid w:val="00D953A8"/>
    <w:rsid w:val="00D9582B"/>
    <w:rsid w:val="00D95F26"/>
    <w:rsid w:val="00D95FC6"/>
    <w:rsid w:val="00D96A8B"/>
    <w:rsid w:val="00DA0529"/>
    <w:rsid w:val="00DA22BE"/>
    <w:rsid w:val="00DA405B"/>
    <w:rsid w:val="00DA4113"/>
    <w:rsid w:val="00DA4888"/>
    <w:rsid w:val="00DA4C98"/>
    <w:rsid w:val="00DA5107"/>
    <w:rsid w:val="00DA5514"/>
    <w:rsid w:val="00DA573B"/>
    <w:rsid w:val="00DA57DF"/>
    <w:rsid w:val="00DA58FA"/>
    <w:rsid w:val="00DA5AE6"/>
    <w:rsid w:val="00DA5B61"/>
    <w:rsid w:val="00DA5E9F"/>
    <w:rsid w:val="00DA6118"/>
    <w:rsid w:val="00DA6823"/>
    <w:rsid w:val="00DA6DA1"/>
    <w:rsid w:val="00DA6DEC"/>
    <w:rsid w:val="00DA7BBC"/>
    <w:rsid w:val="00DB059B"/>
    <w:rsid w:val="00DB0710"/>
    <w:rsid w:val="00DB07DC"/>
    <w:rsid w:val="00DB0883"/>
    <w:rsid w:val="00DB0A56"/>
    <w:rsid w:val="00DB18CD"/>
    <w:rsid w:val="00DB1DD4"/>
    <w:rsid w:val="00DB1EBC"/>
    <w:rsid w:val="00DB304B"/>
    <w:rsid w:val="00DB33E1"/>
    <w:rsid w:val="00DB3E9E"/>
    <w:rsid w:val="00DB4B7F"/>
    <w:rsid w:val="00DB547F"/>
    <w:rsid w:val="00DB5623"/>
    <w:rsid w:val="00DB5C2D"/>
    <w:rsid w:val="00DB5D0A"/>
    <w:rsid w:val="00DB6340"/>
    <w:rsid w:val="00DB6835"/>
    <w:rsid w:val="00DB775B"/>
    <w:rsid w:val="00DC01FE"/>
    <w:rsid w:val="00DC06A0"/>
    <w:rsid w:val="00DC1714"/>
    <w:rsid w:val="00DC1C2D"/>
    <w:rsid w:val="00DC29A0"/>
    <w:rsid w:val="00DC32D3"/>
    <w:rsid w:val="00DC3DC7"/>
    <w:rsid w:val="00DC40C1"/>
    <w:rsid w:val="00DC5EF1"/>
    <w:rsid w:val="00DC6031"/>
    <w:rsid w:val="00DC623E"/>
    <w:rsid w:val="00DC6AFA"/>
    <w:rsid w:val="00DC6F77"/>
    <w:rsid w:val="00DC6F82"/>
    <w:rsid w:val="00DC76B5"/>
    <w:rsid w:val="00DD009D"/>
    <w:rsid w:val="00DD094C"/>
    <w:rsid w:val="00DD2946"/>
    <w:rsid w:val="00DD2A76"/>
    <w:rsid w:val="00DD2B82"/>
    <w:rsid w:val="00DD32AE"/>
    <w:rsid w:val="00DD350D"/>
    <w:rsid w:val="00DD3551"/>
    <w:rsid w:val="00DD3EFF"/>
    <w:rsid w:val="00DD44C1"/>
    <w:rsid w:val="00DD4DF0"/>
    <w:rsid w:val="00DD4FC0"/>
    <w:rsid w:val="00DD5014"/>
    <w:rsid w:val="00DD5168"/>
    <w:rsid w:val="00DD594A"/>
    <w:rsid w:val="00DD63CB"/>
    <w:rsid w:val="00DD7253"/>
    <w:rsid w:val="00DD7755"/>
    <w:rsid w:val="00DD78B7"/>
    <w:rsid w:val="00DD797E"/>
    <w:rsid w:val="00DD7D2E"/>
    <w:rsid w:val="00DD7FD5"/>
    <w:rsid w:val="00DE0499"/>
    <w:rsid w:val="00DE11A5"/>
    <w:rsid w:val="00DE15CD"/>
    <w:rsid w:val="00DE23E5"/>
    <w:rsid w:val="00DE2E67"/>
    <w:rsid w:val="00DE35AD"/>
    <w:rsid w:val="00DE4C68"/>
    <w:rsid w:val="00DE559F"/>
    <w:rsid w:val="00DE5E82"/>
    <w:rsid w:val="00DE6C0E"/>
    <w:rsid w:val="00DE7CCE"/>
    <w:rsid w:val="00DF106A"/>
    <w:rsid w:val="00DF154C"/>
    <w:rsid w:val="00DF200B"/>
    <w:rsid w:val="00DF208E"/>
    <w:rsid w:val="00DF3289"/>
    <w:rsid w:val="00DF410A"/>
    <w:rsid w:val="00DF4889"/>
    <w:rsid w:val="00DF5FEF"/>
    <w:rsid w:val="00DF6460"/>
    <w:rsid w:val="00DF690B"/>
    <w:rsid w:val="00DF77D0"/>
    <w:rsid w:val="00DF7B4F"/>
    <w:rsid w:val="00E00106"/>
    <w:rsid w:val="00E010B1"/>
    <w:rsid w:val="00E01EAD"/>
    <w:rsid w:val="00E025BA"/>
    <w:rsid w:val="00E02899"/>
    <w:rsid w:val="00E03482"/>
    <w:rsid w:val="00E03E2B"/>
    <w:rsid w:val="00E0499C"/>
    <w:rsid w:val="00E0531F"/>
    <w:rsid w:val="00E05AE5"/>
    <w:rsid w:val="00E05F63"/>
    <w:rsid w:val="00E0621B"/>
    <w:rsid w:val="00E06509"/>
    <w:rsid w:val="00E06902"/>
    <w:rsid w:val="00E06DCF"/>
    <w:rsid w:val="00E07371"/>
    <w:rsid w:val="00E0742F"/>
    <w:rsid w:val="00E10D70"/>
    <w:rsid w:val="00E124F4"/>
    <w:rsid w:val="00E1253E"/>
    <w:rsid w:val="00E126A5"/>
    <w:rsid w:val="00E12929"/>
    <w:rsid w:val="00E1373A"/>
    <w:rsid w:val="00E149C3"/>
    <w:rsid w:val="00E14CEE"/>
    <w:rsid w:val="00E1524E"/>
    <w:rsid w:val="00E166BE"/>
    <w:rsid w:val="00E16A99"/>
    <w:rsid w:val="00E20537"/>
    <w:rsid w:val="00E20E08"/>
    <w:rsid w:val="00E21B6F"/>
    <w:rsid w:val="00E21F39"/>
    <w:rsid w:val="00E22052"/>
    <w:rsid w:val="00E220CA"/>
    <w:rsid w:val="00E2242C"/>
    <w:rsid w:val="00E22467"/>
    <w:rsid w:val="00E22FCC"/>
    <w:rsid w:val="00E23584"/>
    <w:rsid w:val="00E23B8E"/>
    <w:rsid w:val="00E24717"/>
    <w:rsid w:val="00E24ACA"/>
    <w:rsid w:val="00E24D29"/>
    <w:rsid w:val="00E255FB"/>
    <w:rsid w:val="00E256EE"/>
    <w:rsid w:val="00E2593E"/>
    <w:rsid w:val="00E25A29"/>
    <w:rsid w:val="00E25B22"/>
    <w:rsid w:val="00E25FA4"/>
    <w:rsid w:val="00E26407"/>
    <w:rsid w:val="00E267C8"/>
    <w:rsid w:val="00E26C70"/>
    <w:rsid w:val="00E302A8"/>
    <w:rsid w:val="00E31AC2"/>
    <w:rsid w:val="00E31CE9"/>
    <w:rsid w:val="00E3246A"/>
    <w:rsid w:val="00E324C0"/>
    <w:rsid w:val="00E32A87"/>
    <w:rsid w:val="00E3338A"/>
    <w:rsid w:val="00E33A26"/>
    <w:rsid w:val="00E33BEE"/>
    <w:rsid w:val="00E33D0A"/>
    <w:rsid w:val="00E33E20"/>
    <w:rsid w:val="00E357C1"/>
    <w:rsid w:val="00E357CA"/>
    <w:rsid w:val="00E35DE3"/>
    <w:rsid w:val="00E361E1"/>
    <w:rsid w:val="00E37B91"/>
    <w:rsid w:val="00E37E42"/>
    <w:rsid w:val="00E40017"/>
    <w:rsid w:val="00E400B5"/>
    <w:rsid w:val="00E40426"/>
    <w:rsid w:val="00E40478"/>
    <w:rsid w:val="00E4057C"/>
    <w:rsid w:val="00E405AE"/>
    <w:rsid w:val="00E406AD"/>
    <w:rsid w:val="00E4098A"/>
    <w:rsid w:val="00E413DD"/>
    <w:rsid w:val="00E42276"/>
    <w:rsid w:val="00E424FC"/>
    <w:rsid w:val="00E4318E"/>
    <w:rsid w:val="00E43286"/>
    <w:rsid w:val="00E433D7"/>
    <w:rsid w:val="00E437D9"/>
    <w:rsid w:val="00E4537E"/>
    <w:rsid w:val="00E454B9"/>
    <w:rsid w:val="00E467CE"/>
    <w:rsid w:val="00E477AA"/>
    <w:rsid w:val="00E50357"/>
    <w:rsid w:val="00E5088F"/>
    <w:rsid w:val="00E508F3"/>
    <w:rsid w:val="00E50B02"/>
    <w:rsid w:val="00E50D92"/>
    <w:rsid w:val="00E513FB"/>
    <w:rsid w:val="00E5144A"/>
    <w:rsid w:val="00E51848"/>
    <w:rsid w:val="00E5193F"/>
    <w:rsid w:val="00E524F6"/>
    <w:rsid w:val="00E52537"/>
    <w:rsid w:val="00E5267B"/>
    <w:rsid w:val="00E52A42"/>
    <w:rsid w:val="00E52A9C"/>
    <w:rsid w:val="00E52B61"/>
    <w:rsid w:val="00E52D7B"/>
    <w:rsid w:val="00E53006"/>
    <w:rsid w:val="00E54170"/>
    <w:rsid w:val="00E54859"/>
    <w:rsid w:val="00E54EF8"/>
    <w:rsid w:val="00E55256"/>
    <w:rsid w:val="00E557CF"/>
    <w:rsid w:val="00E558B3"/>
    <w:rsid w:val="00E559FE"/>
    <w:rsid w:val="00E55CEF"/>
    <w:rsid w:val="00E56261"/>
    <w:rsid w:val="00E57411"/>
    <w:rsid w:val="00E57423"/>
    <w:rsid w:val="00E5749B"/>
    <w:rsid w:val="00E57A17"/>
    <w:rsid w:val="00E60A01"/>
    <w:rsid w:val="00E60A65"/>
    <w:rsid w:val="00E60D8E"/>
    <w:rsid w:val="00E61333"/>
    <w:rsid w:val="00E61E94"/>
    <w:rsid w:val="00E62406"/>
    <w:rsid w:val="00E62421"/>
    <w:rsid w:val="00E6365C"/>
    <w:rsid w:val="00E638B2"/>
    <w:rsid w:val="00E63BFA"/>
    <w:rsid w:val="00E63D34"/>
    <w:rsid w:val="00E64082"/>
    <w:rsid w:val="00E64151"/>
    <w:rsid w:val="00E64298"/>
    <w:rsid w:val="00E64C6A"/>
    <w:rsid w:val="00E65668"/>
    <w:rsid w:val="00E65D81"/>
    <w:rsid w:val="00E662DC"/>
    <w:rsid w:val="00E66898"/>
    <w:rsid w:val="00E66C61"/>
    <w:rsid w:val="00E66CBF"/>
    <w:rsid w:val="00E67827"/>
    <w:rsid w:val="00E678B1"/>
    <w:rsid w:val="00E67D71"/>
    <w:rsid w:val="00E70AE2"/>
    <w:rsid w:val="00E70F2D"/>
    <w:rsid w:val="00E711F5"/>
    <w:rsid w:val="00E728D8"/>
    <w:rsid w:val="00E72BAF"/>
    <w:rsid w:val="00E72BDC"/>
    <w:rsid w:val="00E72BE6"/>
    <w:rsid w:val="00E73474"/>
    <w:rsid w:val="00E74434"/>
    <w:rsid w:val="00E7461B"/>
    <w:rsid w:val="00E7477D"/>
    <w:rsid w:val="00E759E0"/>
    <w:rsid w:val="00E75BBE"/>
    <w:rsid w:val="00E75C57"/>
    <w:rsid w:val="00E76A1F"/>
    <w:rsid w:val="00E770BC"/>
    <w:rsid w:val="00E7779C"/>
    <w:rsid w:val="00E777C4"/>
    <w:rsid w:val="00E7787F"/>
    <w:rsid w:val="00E77AE2"/>
    <w:rsid w:val="00E80CCE"/>
    <w:rsid w:val="00E80D34"/>
    <w:rsid w:val="00E80F21"/>
    <w:rsid w:val="00E81B77"/>
    <w:rsid w:val="00E81B7F"/>
    <w:rsid w:val="00E81CA1"/>
    <w:rsid w:val="00E821A6"/>
    <w:rsid w:val="00E822D8"/>
    <w:rsid w:val="00E823E4"/>
    <w:rsid w:val="00E824DA"/>
    <w:rsid w:val="00E827E8"/>
    <w:rsid w:val="00E82978"/>
    <w:rsid w:val="00E8322D"/>
    <w:rsid w:val="00E8362A"/>
    <w:rsid w:val="00E83AF4"/>
    <w:rsid w:val="00E83DB2"/>
    <w:rsid w:val="00E84056"/>
    <w:rsid w:val="00E84256"/>
    <w:rsid w:val="00E858A5"/>
    <w:rsid w:val="00E8599F"/>
    <w:rsid w:val="00E85D79"/>
    <w:rsid w:val="00E8616F"/>
    <w:rsid w:val="00E862C4"/>
    <w:rsid w:val="00E866C9"/>
    <w:rsid w:val="00E86A22"/>
    <w:rsid w:val="00E87447"/>
    <w:rsid w:val="00E87495"/>
    <w:rsid w:val="00E87565"/>
    <w:rsid w:val="00E875D4"/>
    <w:rsid w:val="00E878CB"/>
    <w:rsid w:val="00E87E3C"/>
    <w:rsid w:val="00E90B98"/>
    <w:rsid w:val="00E90BDA"/>
    <w:rsid w:val="00E90DF0"/>
    <w:rsid w:val="00E90EE0"/>
    <w:rsid w:val="00E91A9C"/>
    <w:rsid w:val="00E920A6"/>
    <w:rsid w:val="00E922C5"/>
    <w:rsid w:val="00E92F92"/>
    <w:rsid w:val="00E92FDC"/>
    <w:rsid w:val="00E931D7"/>
    <w:rsid w:val="00E93393"/>
    <w:rsid w:val="00E9472A"/>
    <w:rsid w:val="00E94BC0"/>
    <w:rsid w:val="00E94CA2"/>
    <w:rsid w:val="00E9531E"/>
    <w:rsid w:val="00E95D8C"/>
    <w:rsid w:val="00E95E58"/>
    <w:rsid w:val="00E96516"/>
    <w:rsid w:val="00E9667E"/>
    <w:rsid w:val="00E975F7"/>
    <w:rsid w:val="00EA0868"/>
    <w:rsid w:val="00EA0E38"/>
    <w:rsid w:val="00EA11EA"/>
    <w:rsid w:val="00EA2474"/>
    <w:rsid w:val="00EA27C3"/>
    <w:rsid w:val="00EA284A"/>
    <w:rsid w:val="00EA28DA"/>
    <w:rsid w:val="00EA2D00"/>
    <w:rsid w:val="00EA3F85"/>
    <w:rsid w:val="00EA4139"/>
    <w:rsid w:val="00EA4B31"/>
    <w:rsid w:val="00EA5333"/>
    <w:rsid w:val="00EA539C"/>
    <w:rsid w:val="00EA53E1"/>
    <w:rsid w:val="00EA5999"/>
    <w:rsid w:val="00EA5D1C"/>
    <w:rsid w:val="00EA5E76"/>
    <w:rsid w:val="00EA6AE9"/>
    <w:rsid w:val="00EA720A"/>
    <w:rsid w:val="00EA7820"/>
    <w:rsid w:val="00EB0271"/>
    <w:rsid w:val="00EB0EAC"/>
    <w:rsid w:val="00EB1A8C"/>
    <w:rsid w:val="00EB1FAF"/>
    <w:rsid w:val="00EB243B"/>
    <w:rsid w:val="00EB269A"/>
    <w:rsid w:val="00EB2D16"/>
    <w:rsid w:val="00EB2F16"/>
    <w:rsid w:val="00EB3045"/>
    <w:rsid w:val="00EB391B"/>
    <w:rsid w:val="00EB3FBF"/>
    <w:rsid w:val="00EB4BE7"/>
    <w:rsid w:val="00EB500D"/>
    <w:rsid w:val="00EB52E6"/>
    <w:rsid w:val="00EB67D7"/>
    <w:rsid w:val="00EB7268"/>
    <w:rsid w:val="00EB7BE8"/>
    <w:rsid w:val="00EC06FA"/>
    <w:rsid w:val="00EC081C"/>
    <w:rsid w:val="00EC0E1F"/>
    <w:rsid w:val="00EC0F15"/>
    <w:rsid w:val="00EC13D8"/>
    <w:rsid w:val="00EC156A"/>
    <w:rsid w:val="00EC18A4"/>
    <w:rsid w:val="00EC2A6C"/>
    <w:rsid w:val="00EC38FA"/>
    <w:rsid w:val="00EC4CC0"/>
    <w:rsid w:val="00EC4D11"/>
    <w:rsid w:val="00EC4E0C"/>
    <w:rsid w:val="00EC601D"/>
    <w:rsid w:val="00EC6743"/>
    <w:rsid w:val="00EC750B"/>
    <w:rsid w:val="00ED0A18"/>
    <w:rsid w:val="00ED2E9E"/>
    <w:rsid w:val="00ED3282"/>
    <w:rsid w:val="00ED41E8"/>
    <w:rsid w:val="00ED492D"/>
    <w:rsid w:val="00ED5391"/>
    <w:rsid w:val="00ED5679"/>
    <w:rsid w:val="00ED5CAF"/>
    <w:rsid w:val="00ED5E9E"/>
    <w:rsid w:val="00ED65F7"/>
    <w:rsid w:val="00ED6679"/>
    <w:rsid w:val="00ED71BD"/>
    <w:rsid w:val="00ED74D4"/>
    <w:rsid w:val="00ED7952"/>
    <w:rsid w:val="00ED7E7C"/>
    <w:rsid w:val="00EE1A91"/>
    <w:rsid w:val="00EE1C20"/>
    <w:rsid w:val="00EE2170"/>
    <w:rsid w:val="00EE2471"/>
    <w:rsid w:val="00EE3EF1"/>
    <w:rsid w:val="00EE416C"/>
    <w:rsid w:val="00EE47BA"/>
    <w:rsid w:val="00EE4BB0"/>
    <w:rsid w:val="00EE5016"/>
    <w:rsid w:val="00EE5BB4"/>
    <w:rsid w:val="00EE68E1"/>
    <w:rsid w:val="00EE69C8"/>
    <w:rsid w:val="00EE6E39"/>
    <w:rsid w:val="00EE74CB"/>
    <w:rsid w:val="00EE78D1"/>
    <w:rsid w:val="00EE7B64"/>
    <w:rsid w:val="00EE7F36"/>
    <w:rsid w:val="00EF1820"/>
    <w:rsid w:val="00EF301B"/>
    <w:rsid w:val="00EF3358"/>
    <w:rsid w:val="00EF3388"/>
    <w:rsid w:val="00EF3445"/>
    <w:rsid w:val="00EF4166"/>
    <w:rsid w:val="00EF43B8"/>
    <w:rsid w:val="00EF4C5A"/>
    <w:rsid w:val="00EF6318"/>
    <w:rsid w:val="00EF6BD3"/>
    <w:rsid w:val="00EF75FC"/>
    <w:rsid w:val="00EF7950"/>
    <w:rsid w:val="00F00575"/>
    <w:rsid w:val="00F00704"/>
    <w:rsid w:val="00F00C55"/>
    <w:rsid w:val="00F00D84"/>
    <w:rsid w:val="00F01580"/>
    <w:rsid w:val="00F01721"/>
    <w:rsid w:val="00F01E2C"/>
    <w:rsid w:val="00F024C2"/>
    <w:rsid w:val="00F0435F"/>
    <w:rsid w:val="00F046A2"/>
    <w:rsid w:val="00F047DB"/>
    <w:rsid w:val="00F05013"/>
    <w:rsid w:val="00F05823"/>
    <w:rsid w:val="00F05B94"/>
    <w:rsid w:val="00F06F10"/>
    <w:rsid w:val="00F07029"/>
    <w:rsid w:val="00F07783"/>
    <w:rsid w:val="00F10A66"/>
    <w:rsid w:val="00F10EAB"/>
    <w:rsid w:val="00F11890"/>
    <w:rsid w:val="00F123E2"/>
    <w:rsid w:val="00F12595"/>
    <w:rsid w:val="00F12778"/>
    <w:rsid w:val="00F13627"/>
    <w:rsid w:val="00F13BE8"/>
    <w:rsid w:val="00F13C1F"/>
    <w:rsid w:val="00F14A90"/>
    <w:rsid w:val="00F14F63"/>
    <w:rsid w:val="00F1559D"/>
    <w:rsid w:val="00F15667"/>
    <w:rsid w:val="00F15935"/>
    <w:rsid w:val="00F15AC9"/>
    <w:rsid w:val="00F1788D"/>
    <w:rsid w:val="00F1798D"/>
    <w:rsid w:val="00F17B14"/>
    <w:rsid w:val="00F17E9E"/>
    <w:rsid w:val="00F17FE9"/>
    <w:rsid w:val="00F20070"/>
    <w:rsid w:val="00F20522"/>
    <w:rsid w:val="00F207CD"/>
    <w:rsid w:val="00F20CBA"/>
    <w:rsid w:val="00F20DDB"/>
    <w:rsid w:val="00F210AB"/>
    <w:rsid w:val="00F21137"/>
    <w:rsid w:val="00F21183"/>
    <w:rsid w:val="00F21342"/>
    <w:rsid w:val="00F21429"/>
    <w:rsid w:val="00F22760"/>
    <w:rsid w:val="00F227B9"/>
    <w:rsid w:val="00F228E7"/>
    <w:rsid w:val="00F23EDF"/>
    <w:rsid w:val="00F23F6A"/>
    <w:rsid w:val="00F2409D"/>
    <w:rsid w:val="00F243E8"/>
    <w:rsid w:val="00F2441A"/>
    <w:rsid w:val="00F24647"/>
    <w:rsid w:val="00F246E6"/>
    <w:rsid w:val="00F2493C"/>
    <w:rsid w:val="00F25D16"/>
    <w:rsid w:val="00F25DF1"/>
    <w:rsid w:val="00F2652D"/>
    <w:rsid w:val="00F2674D"/>
    <w:rsid w:val="00F26964"/>
    <w:rsid w:val="00F26A0B"/>
    <w:rsid w:val="00F26D70"/>
    <w:rsid w:val="00F27214"/>
    <w:rsid w:val="00F2740C"/>
    <w:rsid w:val="00F2743F"/>
    <w:rsid w:val="00F275BA"/>
    <w:rsid w:val="00F2774D"/>
    <w:rsid w:val="00F30249"/>
    <w:rsid w:val="00F31214"/>
    <w:rsid w:val="00F312D5"/>
    <w:rsid w:val="00F3181D"/>
    <w:rsid w:val="00F32D62"/>
    <w:rsid w:val="00F33BB7"/>
    <w:rsid w:val="00F33E14"/>
    <w:rsid w:val="00F34045"/>
    <w:rsid w:val="00F346A1"/>
    <w:rsid w:val="00F3539E"/>
    <w:rsid w:val="00F356E0"/>
    <w:rsid w:val="00F35A17"/>
    <w:rsid w:val="00F35CAF"/>
    <w:rsid w:val="00F36469"/>
    <w:rsid w:val="00F36644"/>
    <w:rsid w:val="00F36678"/>
    <w:rsid w:val="00F3679D"/>
    <w:rsid w:val="00F37060"/>
    <w:rsid w:val="00F37233"/>
    <w:rsid w:val="00F37236"/>
    <w:rsid w:val="00F40106"/>
    <w:rsid w:val="00F403A9"/>
    <w:rsid w:val="00F40519"/>
    <w:rsid w:val="00F407BB"/>
    <w:rsid w:val="00F408AD"/>
    <w:rsid w:val="00F40CF9"/>
    <w:rsid w:val="00F41267"/>
    <w:rsid w:val="00F415DD"/>
    <w:rsid w:val="00F4365A"/>
    <w:rsid w:val="00F43B8D"/>
    <w:rsid w:val="00F44737"/>
    <w:rsid w:val="00F4589D"/>
    <w:rsid w:val="00F45AB8"/>
    <w:rsid w:val="00F45D07"/>
    <w:rsid w:val="00F45F83"/>
    <w:rsid w:val="00F46A39"/>
    <w:rsid w:val="00F46A64"/>
    <w:rsid w:val="00F46B7A"/>
    <w:rsid w:val="00F46F83"/>
    <w:rsid w:val="00F47D5D"/>
    <w:rsid w:val="00F508C4"/>
    <w:rsid w:val="00F50EA6"/>
    <w:rsid w:val="00F51CB6"/>
    <w:rsid w:val="00F51DFC"/>
    <w:rsid w:val="00F520DD"/>
    <w:rsid w:val="00F52349"/>
    <w:rsid w:val="00F52460"/>
    <w:rsid w:val="00F527C4"/>
    <w:rsid w:val="00F529A0"/>
    <w:rsid w:val="00F5462E"/>
    <w:rsid w:val="00F54EB2"/>
    <w:rsid w:val="00F55066"/>
    <w:rsid w:val="00F55173"/>
    <w:rsid w:val="00F555F2"/>
    <w:rsid w:val="00F5581C"/>
    <w:rsid w:val="00F55CA9"/>
    <w:rsid w:val="00F564FF"/>
    <w:rsid w:val="00F568CF"/>
    <w:rsid w:val="00F576CA"/>
    <w:rsid w:val="00F60709"/>
    <w:rsid w:val="00F61844"/>
    <w:rsid w:val="00F61C9E"/>
    <w:rsid w:val="00F62289"/>
    <w:rsid w:val="00F62DE4"/>
    <w:rsid w:val="00F633AA"/>
    <w:rsid w:val="00F63916"/>
    <w:rsid w:val="00F63D4F"/>
    <w:rsid w:val="00F63F23"/>
    <w:rsid w:val="00F64032"/>
    <w:rsid w:val="00F64BF1"/>
    <w:rsid w:val="00F64C8F"/>
    <w:rsid w:val="00F6511B"/>
    <w:rsid w:val="00F65652"/>
    <w:rsid w:val="00F65732"/>
    <w:rsid w:val="00F6575D"/>
    <w:rsid w:val="00F65C53"/>
    <w:rsid w:val="00F6636D"/>
    <w:rsid w:val="00F66F26"/>
    <w:rsid w:val="00F66F2F"/>
    <w:rsid w:val="00F66FCE"/>
    <w:rsid w:val="00F67691"/>
    <w:rsid w:val="00F67709"/>
    <w:rsid w:val="00F67986"/>
    <w:rsid w:val="00F70130"/>
    <w:rsid w:val="00F70549"/>
    <w:rsid w:val="00F70D87"/>
    <w:rsid w:val="00F70F90"/>
    <w:rsid w:val="00F7112D"/>
    <w:rsid w:val="00F711FB"/>
    <w:rsid w:val="00F71AF6"/>
    <w:rsid w:val="00F72A8F"/>
    <w:rsid w:val="00F73288"/>
    <w:rsid w:val="00F73AC7"/>
    <w:rsid w:val="00F73D6C"/>
    <w:rsid w:val="00F746CB"/>
    <w:rsid w:val="00F74B70"/>
    <w:rsid w:val="00F74DBA"/>
    <w:rsid w:val="00F75BA3"/>
    <w:rsid w:val="00F75EA4"/>
    <w:rsid w:val="00F76014"/>
    <w:rsid w:val="00F76BF9"/>
    <w:rsid w:val="00F76DD4"/>
    <w:rsid w:val="00F774BC"/>
    <w:rsid w:val="00F778AB"/>
    <w:rsid w:val="00F8060A"/>
    <w:rsid w:val="00F80D44"/>
    <w:rsid w:val="00F81803"/>
    <w:rsid w:val="00F82134"/>
    <w:rsid w:val="00F82414"/>
    <w:rsid w:val="00F82B86"/>
    <w:rsid w:val="00F82C06"/>
    <w:rsid w:val="00F83191"/>
    <w:rsid w:val="00F831D9"/>
    <w:rsid w:val="00F836F9"/>
    <w:rsid w:val="00F83CB5"/>
    <w:rsid w:val="00F846FB"/>
    <w:rsid w:val="00F851C1"/>
    <w:rsid w:val="00F8543F"/>
    <w:rsid w:val="00F85717"/>
    <w:rsid w:val="00F85E03"/>
    <w:rsid w:val="00F861AE"/>
    <w:rsid w:val="00F864F1"/>
    <w:rsid w:val="00F86C27"/>
    <w:rsid w:val="00F8744A"/>
    <w:rsid w:val="00F879FE"/>
    <w:rsid w:val="00F87CD8"/>
    <w:rsid w:val="00F87F72"/>
    <w:rsid w:val="00F9004F"/>
    <w:rsid w:val="00F90523"/>
    <w:rsid w:val="00F90AB1"/>
    <w:rsid w:val="00F90FCB"/>
    <w:rsid w:val="00F916F9"/>
    <w:rsid w:val="00F91832"/>
    <w:rsid w:val="00F91A4E"/>
    <w:rsid w:val="00F91C7A"/>
    <w:rsid w:val="00F91D41"/>
    <w:rsid w:val="00F92E25"/>
    <w:rsid w:val="00F93166"/>
    <w:rsid w:val="00F9348F"/>
    <w:rsid w:val="00F93C8B"/>
    <w:rsid w:val="00F9411C"/>
    <w:rsid w:val="00F9600C"/>
    <w:rsid w:val="00F962D4"/>
    <w:rsid w:val="00F963C5"/>
    <w:rsid w:val="00F9703C"/>
    <w:rsid w:val="00F974A8"/>
    <w:rsid w:val="00F97940"/>
    <w:rsid w:val="00FA0025"/>
    <w:rsid w:val="00FA160F"/>
    <w:rsid w:val="00FA20D0"/>
    <w:rsid w:val="00FA21C8"/>
    <w:rsid w:val="00FA2494"/>
    <w:rsid w:val="00FA3445"/>
    <w:rsid w:val="00FA3862"/>
    <w:rsid w:val="00FA490B"/>
    <w:rsid w:val="00FA50EC"/>
    <w:rsid w:val="00FA675B"/>
    <w:rsid w:val="00FA6E72"/>
    <w:rsid w:val="00FA7471"/>
    <w:rsid w:val="00FA74AD"/>
    <w:rsid w:val="00FB0153"/>
    <w:rsid w:val="00FB06DC"/>
    <w:rsid w:val="00FB0A29"/>
    <w:rsid w:val="00FB0DA2"/>
    <w:rsid w:val="00FB15C0"/>
    <w:rsid w:val="00FB1789"/>
    <w:rsid w:val="00FB1859"/>
    <w:rsid w:val="00FB1A1A"/>
    <w:rsid w:val="00FB2B53"/>
    <w:rsid w:val="00FB2E04"/>
    <w:rsid w:val="00FB4831"/>
    <w:rsid w:val="00FB4C5A"/>
    <w:rsid w:val="00FB57B5"/>
    <w:rsid w:val="00FB57E3"/>
    <w:rsid w:val="00FB5BF2"/>
    <w:rsid w:val="00FB5CF2"/>
    <w:rsid w:val="00FB5E99"/>
    <w:rsid w:val="00FB5F66"/>
    <w:rsid w:val="00FB6054"/>
    <w:rsid w:val="00FB609C"/>
    <w:rsid w:val="00FB61DB"/>
    <w:rsid w:val="00FB666D"/>
    <w:rsid w:val="00FB6A94"/>
    <w:rsid w:val="00FB6E4C"/>
    <w:rsid w:val="00FB6ED9"/>
    <w:rsid w:val="00FB76AF"/>
    <w:rsid w:val="00FC0705"/>
    <w:rsid w:val="00FC0DEA"/>
    <w:rsid w:val="00FC0F40"/>
    <w:rsid w:val="00FC12ED"/>
    <w:rsid w:val="00FC136A"/>
    <w:rsid w:val="00FC16B9"/>
    <w:rsid w:val="00FC178C"/>
    <w:rsid w:val="00FC1A34"/>
    <w:rsid w:val="00FC2704"/>
    <w:rsid w:val="00FC2DF1"/>
    <w:rsid w:val="00FC2E06"/>
    <w:rsid w:val="00FC380C"/>
    <w:rsid w:val="00FC3B58"/>
    <w:rsid w:val="00FC4247"/>
    <w:rsid w:val="00FC42B3"/>
    <w:rsid w:val="00FC42FF"/>
    <w:rsid w:val="00FC49AE"/>
    <w:rsid w:val="00FC4E7D"/>
    <w:rsid w:val="00FC52F1"/>
    <w:rsid w:val="00FC544F"/>
    <w:rsid w:val="00FC6AEB"/>
    <w:rsid w:val="00FC6F95"/>
    <w:rsid w:val="00FC701E"/>
    <w:rsid w:val="00FC76DB"/>
    <w:rsid w:val="00FC77EE"/>
    <w:rsid w:val="00FC7B0B"/>
    <w:rsid w:val="00FC7DBC"/>
    <w:rsid w:val="00FD09E7"/>
    <w:rsid w:val="00FD17D8"/>
    <w:rsid w:val="00FD1E1C"/>
    <w:rsid w:val="00FD1F79"/>
    <w:rsid w:val="00FD2663"/>
    <w:rsid w:val="00FD32D2"/>
    <w:rsid w:val="00FD3AD7"/>
    <w:rsid w:val="00FD3BA8"/>
    <w:rsid w:val="00FD3FAD"/>
    <w:rsid w:val="00FD4145"/>
    <w:rsid w:val="00FD4538"/>
    <w:rsid w:val="00FD4ABB"/>
    <w:rsid w:val="00FD5208"/>
    <w:rsid w:val="00FD58A6"/>
    <w:rsid w:val="00FD5F6C"/>
    <w:rsid w:val="00FD65AB"/>
    <w:rsid w:val="00FD689F"/>
    <w:rsid w:val="00FD70C2"/>
    <w:rsid w:val="00FD712C"/>
    <w:rsid w:val="00FD7713"/>
    <w:rsid w:val="00FD798D"/>
    <w:rsid w:val="00FD7B59"/>
    <w:rsid w:val="00FD7BF7"/>
    <w:rsid w:val="00FE0975"/>
    <w:rsid w:val="00FE125C"/>
    <w:rsid w:val="00FE15BA"/>
    <w:rsid w:val="00FE16C7"/>
    <w:rsid w:val="00FE196B"/>
    <w:rsid w:val="00FE1AFA"/>
    <w:rsid w:val="00FE1FFB"/>
    <w:rsid w:val="00FE2815"/>
    <w:rsid w:val="00FE4D16"/>
    <w:rsid w:val="00FE4F20"/>
    <w:rsid w:val="00FE5BB6"/>
    <w:rsid w:val="00FE6975"/>
    <w:rsid w:val="00FE795F"/>
    <w:rsid w:val="00FE7CFD"/>
    <w:rsid w:val="00FE7DA2"/>
    <w:rsid w:val="00FF00BA"/>
    <w:rsid w:val="00FF0221"/>
    <w:rsid w:val="00FF034B"/>
    <w:rsid w:val="00FF0897"/>
    <w:rsid w:val="00FF0CCB"/>
    <w:rsid w:val="00FF0FEF"/>
    <w:rsid w:val="00FF16F0"/>
    <w:rsid w:val="00FF181F"/>
    <w:rsid w:val="00FF1ED0"/>
    <w:rsid w:val="00FF2060"/>
    <w:rsid w:val="00FF22B7"/>
    <w:rsid w:val="00FF2950"/>
    <w:rsid w:val="00FF29DD"/>
    <w:rsid w:val="00FF37E3"/>
    <w:rsid w:val="00FF3EB5"/>
    <w:rsid w:val="00FF4A24"/>
    <w:rsid w:val="00FF5063"/>
    <w:rsid w:val="00FF5694"/>
    <w:rsid w:val="00FF58A4"/>
    <w:rsid w:val="00FF5F7E"/>
    <w:rsid w:val="00FF6DA3"/>
    <w:rsid w:val="00FF6E2D"/>
    <w:rsid w:val="00FF7677"/>
    <w:rsid w:val="00FF78E2"/>
    <w:rsid w:val="00FF7A62"/>
    <w:rsid w:val="00FF7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ranklin Gothic Medium" w:eastAsia="Times New Roman" w:hAnsi="Franklin Gothic Medium" w:cs="Arial Bold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uiPriority="35" w:qFormat="1"/>
    <w:lsdException w:name="table of figures" w:uiPriority="99" w:qFormat="1"/>
    <w:lsdException w:name="List Bullet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uiPriority="1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718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17501D"/>
    <w:pPr>
      <w:keepNext/>
      <w:keepLines/>
      <w:spacing w:before="480" w:after="0"/>
      <w:outlineLvl w:val="0"/>
    </w:pPr>
    <w:rPr>
      <w:rFonts w:cs="Times New Roman"/>
      <w:b/>
      <w:bCs/>
      <w:color w:val="9D4933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501D"/>
    <w:pPr>
      <w:keepNext/>
      <w:keepLines/>
      <w:spacing w:before="200" w:after="0"/>
      <w:outlineLvl w:val="1"/>
    </w:pPr>
    <w:rPr>
      <w:rFonts w:cs="Times New Roman"/>
      <w:b/>
      <w:bCs/>
      <w:color w:val="C6695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501D"/>
    <w:pPr>
      <w:keepNext/>
      <w:keepLines/>
      <w:spacing w:before="200" w:after="0"/>
      <w:outlineLvl w:val="2"/>
    </w:pPr>
    <w:rPr>
      <w:rFonts w:cs="Times New Roman"/>
      <w:b/>
      <w:bCs/>
      <w:color w:val="C66951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cs="Times New Roman"/>
      <w:b/>
      <w:bCs/>
      <w:i/>
      <w:iCs/>
      <w:color w:val="C6695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cs="Times New Roman"/>
      <w:color w:val="683022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cs="Times New Roman"/>
      <w:i/>
      <w:iCs/>
      <w:color w:val="683022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7501D"/>
    <w:pPr>
      <w:keepNext/>
      <w:keepLines/>
      <w:spacing w:before="200" w:after="0"/>
      <w:outlineLvl w:val="6"/>
    </w:pPr>
    <w:rPr>
      <w:rFonts w:cs="Times New Roman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cs="Times New Roman"/>
      <w:color w:val="C6695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 w:line="240" w:lineRule="atLeast"/>
      <w:ind w:firstLine="360"/>
      <w:jc w:val="both"/>
    </w:pPr>
    <w:rPr>
      <w:rFonts w:ascii="Garamond" w:hAnsi="Garamond"/>
      <w:szCs w:val="20"/>
    </w:rPr>
  </w:style>
  <w:style w:type="character" w:customStyle="1" w:styleId="BodyTextChar">
    <w:name w:val="Body Text Char"/>
    <w:link w:val="BodyText"/>
    <w:rsid w:val="00D2451E"/>
    <w:rPr>
      <w:rFonts w:ascii="Garamond" w:hAnsi="Garamond"/>
      <w:sz w:val="22"/>
      <w:lang w:val="en-US" w:eastAsia="en-US" w:bidi="ar-SA"/>
    </w:rPr>
  </w:style>
  <w:style w:type="paragraph" w:customStyle="1" w:styleId="BlockQuotation">
    <w:name w:val="Block Quotation"/>
    <w:basedOn w:val="BodyText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link w:val="BlockQuotation"/>
    <w:rsid w:val="00D2451E"/>
    <w:rPr>
      <w:rFonts w:ascii="Garamond" w:hAnsi="Garamond"/>
      <w:i/>
      <w:sz w:val="22"/>
      <w:lang w:val="en-US" w:eastAsia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C66951"/>
      <w:sz w:val="18"/>
      <w:szCs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AD13DC"/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link w:val="FootnoteTextChar"/>
    <w:rsid w:val="00AD13DC"/>
  </w:style>
  <w:style w:type="paragraph" w:styleId="Index1">
    <w:name w:val="index 1"/>
    <w:basedOn w:val="Normal"/>
    <w:semiHidden/>
    <w:rsid w:val="00AD13DC"/>
    <w:rPr>
      <w:sz w:val="21"/>
    </w:rPr>
  </w:style>
  <w:style w:type="paragraph" w:styleId="Index2">
    <w:name w:val="index 2"/>
    <w:basedOn w:val="Normal"/>
    <w:semiHidden/>
    <w:rsid w:val="00AD13DC"/>
    <w:pPr>
      <w:ind w:hanging="240"/>
    </w:pPr>
    <w:rPr>
      <w:sz w:val="21"/>
    </w:rPr>
  </w:style>
  <w:style w:type="paragraph" w:styleId="Index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Index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Index5">
    <w:name w:val="index 5"/>
    <w:basedOn w:val="Normal"/>
    <w:semiHidden/>
    <w:rsid w:val="00AD13DC"/>
    <w:pPr>
      <w:ind w:left="840"/>
    </w:pPr>
    <w:rPr>
      <w:sz w:val="21"/>
    </w:rPr>
  </w:style>
  <w:style w:type="paragraph" w:styleId="IndexHeading">
    <w:name w:val="index heading"/>
    <w:basedOn w:val="Normal"/>
    <w:next w:val="Index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Bullet">
    <w:name w:val="List Bullet"/>
    <w:basedOn w:val="Normal"/>
    <w:qFormat/>
    <w:rsid w:val="00AD13DC"/>
    <w:pPr>
      <w:numPr>
        <w:numId w:val="1"/>
      </w:numPr>
      <w:spacing w:after="240" w:line="240" w:lineRule="atLeast"/>
      <w:ind w:right="720"/>
      <w:jc w:val="both"/>
    </w:pPr>
  </w:style>
  <w:style w:type="paragraph" w:styleId="MacroText">
    <w:name w:val="macro"/>
    <w:basedOn w:val="BodyText"/>
    <w:link w:val="MacroTextChar"/>
    <w:semiHidden/>
    <w:pPr>
      <w:spacing w:line="240" w:lineRule="auto"/>
      <w:jc w:val="left"/>
    </w:pPr>
    <w:rPr>
      <w:rFonts w:ascii="Courier New" w:hAnsi="Courier New" w:cs="Times New Roman"/>
      <w:sz w:val="20"/>
    </w:rPr>
  </w:style>
  <w:style w:type="character" w:styleId="PageNumber">
    <w:name w:val="page number"/>
    <w:rPr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"/>
    <w:next w:val="SubtitleCover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TableofFigures">
    <w:name w:val="table of figures"/>
    <w:aliases w:val="Table of Photos"/>
    <w:basedOn w:val="Normal"/>
    <w:autoRedefine/>
    <w:uiPriority w:val="99"/>
    <w:qFormat/>
    <w:rsid w:val="00AD13DC"/>
  </w:style>
  <w:style w:type="paragraph" w:styleId="TOC1">
    <w:name w:val="toc 1"/>
    <w:basedOn w:val="Normal"/>
    <w:next w:val="TOC2"/>
    <w:autoRedefine/>
    <w:uiPriority w:val="39"/>
    <w:qFormat/>
    <w:rsid w:val="000B5B63"/>
    <w:pPr>
      <w:spacing w:before="120" w:after="120"/>
    </w:pPr>
    <w:rPr>
      <w:rFonts w:cs="Times New Roman"/>
      <w:bCs/>
      <w:szCs w:val="24"/>
    </w:rPr>
  </w:style>
  <w:style w:type="paragraph" w:styleId="TOC2">
    <w:name w:val="toc 2"/>
    <w:basedOn w:val="Normal"/>
    <w:uiPriority w:val="39"/>
    <w:qFormat/>
    <w:rsid w:val="00AD13DC"/>
    <w:pPr>
      <w:spacing w:after="0"/>
      <w:ind w:left="220"/>
    </w:pPr>
    <w:rPr>
      <w:rFonts w:cs="Times New Roman"/>
      <w:smallCaps/>
      <w:sz w:val="20"/>
      <w:szCs w:val="24"/>
    </w:rPr>
  </w:style>
  <w:style w:type="paragraph" w:styleId="TOC3">
    <w:name w:val="toc 3"/>
    <w:basedOn w:val="Normal"/>
    <w:uiPriority w:val="39"/>
    <w:qFormat/>
    <w:rsid w:val="00AD13DC"/>
    <w:pPr>
      <w:spacing w:after="0"/>
      <w:ind w:left="440"/>
    </w:pPr>
    <w:rPr>
      <w:rFonts w:cs="Times New Roman"/>
      <w:i/>
      <w:iCs/>
      <w:sz w:val="20"/>
      <w:szCs w:val="24"/>
    </w:rPr>
  </w:style>
  <w:style w:type="paragraph" w:styleId="TOC4">
    <w:name w:val="toc 4"/>
    <w:basedOn w:val="Normal"/>
    <w:uiPriority w:val="39"/>
    <w:rsid w:val="00AD13DC"/>
    <w:pPr>
      <w:spacing w:after="0"/>
      <w:ind w:left="660"/>
    </w:pPr>
    <w:rPr>
      <w:rFonts w:cs="Times New Roman"/>
      <w:sz w:val="18"/>
      <w:szCs w:val="21"/>
    </w:rPr>
  </w:style>
  <w:style w:type="paragraph" w:styleId="TOC5">
    <w:name w:val="toc 5"/>
    <w:basedOn w:val="Normal"/>
    <w:uiPriority w:val="39"/>
    <w:rsid w:val="00AD13DC"/>
    <w:pPr>
      <w:spacing w:after="0"/>
      <w:ind w:left="880"/>
    </w:pPr>
    <w:rPr>
      <w:rFonts w:cs="Times New Roman"/>
      <w:sz w:val="18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01D"/>
    <w:pPr>
      <w:numPr>
        <w:ilvl w:val="1"/>
      </w:numPr>
    </w:pPr>
    <w:rPr>
      <w:rFonts w:cs="Times New Roman"/>
      <w:i/>
      <w:iCs/>
      <w:color w:val="C6695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7501D"/>
    <w:pPr>
      <w:pBdr>
        <w:bottom w:val="single" w:sz="8" w:space="4" w:color="C66951"/>
      </w:pBdr>
      <w:spacing w:after="300" w:line="240" w:lineRule="auto"/>
      <w:contextualSpacing/>
    </w:pPr>
    <w:rPr>
      <w:rFonts w:cs="Times New Roman"/>
      <w:color w:val="3E3636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CommentReference">
    <w:name w:val="annotation reference"/>
    <w:rPr>
      <w:sz w:val="16"/>
    </w:rPr>
  </w:style>
  <w:style w:type="paragraph" w:styleId="CommentText">
    <w:name w:val="annotation text"/>
    <w:basedOn w:val="Normal"/>
    <w:link w:val="CommentTextChar"/>
    <w:rsid w:val="00AD13DC"/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</w:pPr>
  </w:style>
  <w:style w:type="paragraph" w:styleId="TOAHeading">
    <w:name w:val="toa heading"/>
    <w:basedOn w:val="Normal"/>
    <w:next w:val="TableofAuthorities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"/>
    <w:rsid w:val="004D6BEC"/>
    <w:pPr>
      <w:keepNext/>
      <w:spacing w:before="40"/>
    </w:pPr>
    <w:rPr>
      <w:sz w:val="18"/>
    </w:rPr>
  </w:style>
  <w:style w:type="paragraph" w:customStyle="1" w:styleId="Percentage">
    <w:name w:val="Percentage"/>
    <w:basedOn w:val="Normal"/>
    <w:rsid w:val="009213D9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"/>
    <w:link w:val="NumberedListChar"/>
    <w:rsid w:val="00697ACE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efaultParagraphFont"/>
    <w:link w:val="NumberedList"/>
    <w:rsid w:val="00697ACE"/>
    <w:rPr>
      <w:sz w:val="22"/>
      <w:szCs w:val="22"/>
    </w:rPr>
  </w:style>
  <w:style w:type="paragraph" w:customStyle="1" w:styleId="NumberedListBold">
    <w:name w:val="Numbered List Bold"/>
    <w:basedOn w:val="NumberedList"/>
    <w:link w:val="NumberedListBoldChar"/>
    <w:rsid w:val="00D2451E"/>
    <w:rPr>
      <w:rFonts w:cs="Times New Roman"/>
      <w:b/>
      <w:bCs/>
      <w:sz w:val="20"/>
      <w:szCs w:val="20"/>
    </w:rPr>
  </w:style>
  <w:style w:type="character" w:customStyle="1" w:styleId="NumberedListBoldChar">
    <w:name w:val="Numbered List Bold Char"/>
    <w:link w:val="NumberedListBold"/>
    <w:rsid w:val="00D2451E"/>
    <w:rPr>
      <w:rFonts w:cs="Times New Roman"/>
      <w:b/>
      <w:bCs/>
    </w:rPr>
  </w:style>
  <w:style w:type="paragraph" w:customStyle="1" w:styleId="LineSpace">
    <w:name w:val="Line Space"/>
    <w:basedOn w:val="Normal"/>
    <w:rsid w:val="00D2451E"/>
    <w:rPr>
      <w:rFonts w:ascii="Verdana" w:hAnsi="Verdana"/>
      <w:sz w:val="12"/>
    </w:rPr>
  </w:style>
  <w:style w:type="paragraph" w:styleId="NoSpacing">
    <w:name w:val="No Spacing"/>
    <w:link w:val="NoSpacingChar"/>
    <w:uiPriority w:val="1"/>
    <w:qFormat/>
    <w:rsid w:val="0017501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F3B41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rsid w:val="00AF3B41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AF3B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17501D"/>
    <w:rPr>
      <w:rFonts w:ascii="Franklin Gothic Medium" w:eastAsia="Times New Roman" w:hAnsi="Franklin Gothic Medium" w:cs="Arial Bold"/>
      <w:b/>
      <w:bCs/>
      <w:color w:val="9D4933"/>
      <w:sz w:val="28"/>
      <w:szCs w:val="28"/>
    </w:rPr>
  </w:style>
  <w:style w:type="character" w:customStyle="1" w:styleId="Heading2Char">
    <w:name w:val="Heading 2 Char"/>
    <w:link w:val="Heading2"/>
    <w:uiPriority w:val="9"/>
    <w:rsid w:val="0017501D"/>
    <w:rPr>
      <w:rFonts w:ascii="Franklin Gothic Medium" w:eastAsia="Times New Roman" w:hAnsi="Franklin Gothic Medium" w:cs="Arial Bold"/>
      <w:b/>
      <w:bCs/>
      <w:color w:val="C66951"/>
      <w:sz w:val="26"/>
      <w:szCs w:val="26"/>
    </w:rPr>
  </w:style>
  <w:style w:type="character" w:customStyle="1" w:styleId="Heading3Char">
    <w:name w:val="Heading 3 Char"/>
    <w:link w:val="Heading3"/>
    <w:uiPriority w:val="9"/>
    <w:rsid w:val="0017501D"/>
    <w:rPr>
      <w:rFonts w:ascii="Franklin Gothic Medium" w:eastAsia="Times New Roman" w:hAnsi="Franklin Gothic Medium" w:cs="Arial Bold"/>
      <w:b/>
      <w:bCs/>
      <w:color w:val="C66951"/>
    </w:rPr>
  </w:style>
  <w:style w:type="character" w:customStyle="1" w:styleId="Heading4Char">
    <w:name w:val="Heading 4 Char"/>
    <w:link w:val="Heading4"/>
    <w:uiPriority w:val="9"/>
    <w:rsid w:val="0017501D"/>
    <w:rPr>
      <w:rFonts w:ascii="Franklin Gothic Medium" w:eastAsia="Times New Roman" w:hAnsi="Franklin Gothic Medium" w:cs="Arial Bold"/>
      <w:b/>
      <w:bCs/>
      <w:i/>
      <w:iCs/>
      <w:color w:val="C66951"/>
    </w:rPr>
  </w:style>
  <w:style w:type="character" w:customStyle="1" w:styleId="Heading5Char">
    <w:name w:val="Heading 5 Char"/>
    <w:link w:val="Heading5"/>
    <w:uiPriority w:val="9"/>
    <w:rsid w:val="0017501D"/>
    <w:rPr>
      <w:rFonts w:ascii="Franklin Gothic Medium" w:eastAsia="Times New Roman" w:hAnsi="Franklin Gothic Medium" w:cs="Arial Bold"/>
      <w:color w:val="683022"/>
    </w:rPr>
  </w:style>
  <w:style w:type="character" w:customStyle="1" w:styleId="Heading6Char">
    <w:name w:val="Heading 6 Char"/>
    <w:link w:val="Heading6"/>
    <w:uiPriority w:val="9"/>
    <w:rsid w:val="0017501D"/>
    <w:rPr>
      <w:rFonts w:ascii="Franklin Gothic Medium" w:eastAsia="Times New Roman" w:hAnsi="Franklin Gothic Medium" w:cs="Arial Bold"/>
      <w:i/>
      <w:iCs/>
      <w:color w:val="683022"/>
    </w:rPr>
  </w:style>
  <w:style w:type="character" w:customStyle="1" w:styleId="Heading7Char">
    <w:name w:val="Heading 7 Char"/>
    <w:link w:val="Heading7"/>
    <w:uiPriority w:val="9"/>
    <w:rsid w:val="0017501D"/>
    <w:rPr>
      <w:rFonts w:ascii="Franklin Gothic Medium" w:eastAsia="Times New Roman" w:hAnsi="Franklin Gothic Medium" w:cs="Arial Bold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17501D"/>
    <w:rPr>
      <w:rFonts w:ascii="Franklin Gothic Medium" w:eastAsia="Times New Roman" w:hAnsi="Franklin Gothic Medium" w:cs="Arial Bold"/>
      <w:color w:val="C66951"/>
      <w:sz w:val="20"/>
      <w:szCs w:val="20"/>
    </w:rPr>
  </w:style>
  <w:style w:type="character" w:customStyle="1" w:styleId="Heading9Char">
    <w:name w:val="Heading 9 Char"/>
    <w:link w:val="Heading9"/>
    <w:uiPriority w:val="9"/>
    <w:rsid w:val="0017501D"/>
    <w:rPr>
      <w:rFonts w:ascii="Franklin Gothic Medium" w:eastAsia="Times New Roman" w:hAnsi="Franklin Gothic Medium" w:cs="Arial Bold"/>
      <w:i/>
      <w:iCs/>
      <w:color w:val="404040"/>
      <w:sz w:val="20"/>
      <w:szCs w:val="20"/>
    </w:rPr>
  </w:style>
  <w:style w:type="character" w:customStyle="1" w:styleId="TitleChar">
    <w:name w:val="Title Char"/>
    <w:link w:val="Title"/>
    <w:uiPriority w:val="10"/>
    <w:rsid w:val="0017501D"/>
    <w:rPr>
      <w:rFonts w:ascii="Franklin Gothic Medium" w:eastAsia="Times New Roman" w:hAnsi="Franklin Gothic Medium" w:cs="Arial Bold"/>
      <w:color w:val="3E3636"/>
      <w:spacing w:val="5"/>
      <w:kern w:val="28"/>
      <w:sz w:val="52"/>
      <w:szCs w:val="52"/>
    </w:rPr>
  </w:style>
  <w:style w:type="character" w:customStyle="1" w:styleId="SubtitleChar">
    <w:name w:val="Subtitle Char"/>
    <w:link w:val="Subtitle"/>
    <w:uiPriority w:val="11"/>
    <w:rsid w:val="0017501D"/>
    <w:rPr>
      <w:rFonts w:ascii="Franklin Gothic Medium" w:eastAsia="Times New Roman" w:hAnsi="Franklin Gothic Medium" w:cs="Arial Bold"/>
      <w:i/>
      <w:iCs/>
      <w:color w:val="C66951"/>
      <w:spacing w:val="15"/>
      <w:sz w:val="24"/>
      <w:szCs w:val="24"/>
    </w:rPr>
  </w:style>
  <w:style w:type="character" w:styleId="Strong">
    <w:name w:val="Strong"/>
    <w:uiPriority w:val="1"/>
    <w:qFormat/>
    <w:rsid w:val="0017501D"/>
    <w:rPr>
      <w:b/>
      <w:bCs/>
    </w:rPr>
  </w:style>
  <w:style w:type="character" w:styleId="Emphasis">
    <w:name w:val="Emphasis"/>
    <w:uiPriority w:val="20"/>
    <w:qFormat/>
    <w:rsid w:val="0017501D"/>
    <w:rPr>
      <w:i/>
      <w:iCs/>
    </w:rPr>
  </w:style>
  <w:style w:type="paragraph" w:styleId="ListParagraph">
    <w:name w:val="List Paragraph"/>
    <w:basedOn w:val="Normal"/>
    <w:uiPriority w:val="99"/>
    <w:qFormat/>
    <w:rsid w:val="001750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7501D"/>
    <w:rPr>
      <w:rFonts w:cs="Times New Roman"/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17501D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01D"/>
    <w:pPr>
      <w:pBdr>
        <w:bottom w:val="single" w:sz="4" w:space="4" w:color="C66951"/>
      </w:pBdr>
      <w:spacing w:before="200" w:after="280"/>
      <w:ind w:left="936" w:right="936"/>
    </w:pPr>
    <w:rPr>
      <w:rFonts w:cs="Times New Roman"/>
      <w:b/>
      <w:bCs/>
      <w:i/>
      <w:iCs/>
      <w:color w:val="C66951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17501D"/>
    <w:rPr>
      <w:b/>
      <w:bCs/>
      <w:i/>
      <w:iCs/>
      <w:color w:val="C66951"/>
    </w:rPr>
  </w:style>
  <w:style w:type="character" w:styleId="SubtleEmphasis">
    <w:name w:val="Subtle Emphasis"/>
    <w:uiPriority w:val="19"/>
    <w:qFormat/>
    <w:rsid w:val="0017501D"/>
    <w:rPr>
      <w:i/>
      <w:iCs/>
      <w:color w:val="808080"/>
    </w:rPr>
  </w:style>
  <w:style w:type="character" w:styleId="IntenseEmphasis">
    <w:name w:val="Intense Emphasis"/>
    <w:uiPriority w:val="21"/>
    <w:qFormat/>
    <w:rsid w:val="0017501D"/>
    <w:rPr>
      <w:b/>
      <w:bCs/>
      <w:i/>
      <w:iCs/>
      <w:color w:val="C66951"/>
    </w:rPr>
  </w:style>
  <w:style w:type="character" w:styleId="SubtleReference">
    <w:name w:val="Subtle Reference"/>
    <w:uiPriority w:val="31"/>
    <w:qFormat/>
    <w:rsid w:val="0017501D"/>
    <w:rPr>
      <w:smallCaps/>
      <w:color w:val="BF974D"/>
      <w:u w:val="single"/>
    </w:rPr>
  </w:style>
  <w:style w:type="character" w:styleId="IntenseReference">
    <w:name w:val="Intense Reference"/>
    <w:uiPriority w:val="32"/>
    <w:qFormat/>
    <w:rsid w:val="0017501D"/>
    <w:rPr>
      <w:b/>
      <w:bCs/>
      <w:smallCaps/>
      <w:color w:val="BF974D"/>
      <w:spacing w:val="5"/>
      <w:u w:val="single"/>
    </w:rPr>
  </w:style>
  <w:style w:type="character" w:styleId="BookTitle">
    <w:name w:val="Book Title"/>
    <w:uiPriority w:val="33"/>
    <w:qFormat/>
    <w:rsid w:val="0017501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7501D"/>
    <w:pPr>
      <w:outlineLvl w:val="9"/>
    </w:pPr>
  </w:style>
  <w:style w:type="character" w:styleId="Hyperlink">
    <w:name w:val="Hyperlink"/>
    <w:uiPriority w:val="99"/>
    <w:unhideWhenUsed/>
    <w:rsid w:val="005C0F56"/>
    <w:rPr>
      <w:color w:val="CC9900"/>
      <w:u w:val="single"/>
    </w:rPr>
  </w:style>
  <w:style w:type="paragraph" w:styleId="Footer">
    <w:name w:val="footer"/>
    <w:basedOn w:val="Normal"/>
    <w:link w:val="FooterChar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C0F56"/>
  </w:style>
  <w:style w:type="paragraph" w:styleId="Header">
    <w:name w:val="header"/>
    <w:basedOn w:val="Normal"/>
    <w:link w:val="Header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F56"/>
  </w:style>
  <w:style w:type="paragraph" w:customStyle="1" w:styleId="05BC2C2812214721B0E643442EA253EB">
    <w:name w:val="05BC2C2812214721B0E643442EA253EB"/>
    <w:rsid w:val="005C0F56"/>
    <w:pPr>
      <w:spacing w:after="200" w:line="276" w:lineRule="auto"/>
    </w:pPr>
    <w:rPr>
      <w:sz w:val="22"/>
      <w:szCs w:val="22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6AF1"/>
  </w:style>
  <w:style w:type="character" w:customStyle="1" w:styleId="CommentSubjectChar">
    <w:name w:val="Comment Subject Char"/>
    <w:basedOn w:val="CommentTextChar"/>
    <w:link w:val="CommentSubject"/>
    <w:rsid w:val="005E6AF1"/>
  </w:style>
  <w:style w:type="paragraph" w:customStyle="1" w:styleId="Normal-SpaceAfter">
    <w:name w:val="Normal - Space After"/>
    <w:basedOn w:val="Normal"/>
    <w:qFormat/>
    <w:rsid w:val="0057518A"/>
    <w:pPr>
      <w:spacing w:before="160" w:after="1200"/>
    </w:pPr>
    <w:rPr>
      <w:rFonts w:eastAsia="Franklin Gothic Medium"/>
      <w:noProof/>
      <w:sz w:val="20"/>
      <w:szCs w:val="20"/>
    </w:rPr>
  </w:style>
  <w:style w:type="table" w:styleId="TableGrid">
    <w:name w:val="Table Grid"/>
    <w:basedOn w:val="TableNormal"/>
    <w:uiPriority w:val="59"/>
    <w:rsid w:val="0057518A"/>
    <w:rPr>
      <w:rFonts w:eastAsia="Franklin Gothic Mediu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debarText">
    <w:name w:val="Sidebar Text"/>
    <w:basedOn w:val="Normal"/>
    <w:qFormat/>
    <w:rsid w:val="0057518A"/>
    <w:pPr>
      <w:spacing w:before="40" w:after="120" w:line="240" w:lineRule="auto"/>
      <w:ind w:left="360"/>
    </w:pPr>
    <w:rPr>
      <w:rFonts w:eastAsia="Franklin Gothic Medium"/>
      <w:color w:val="404040"/>
      <w:sz w:val="16"/>
      <w:szCs w:val="16"/>
    </w:rPr>
  </w:style>
  <w:style w:type="paragraph" w:customStyle="1" w:styleId="ListBulletNegative">
    <w:name w:val="List Bullet Negative"/>
    <w:basedOn w:val="Normal"/>
    <w:qFormat/>
    <w:rsid w:val="0057518A"/>
    <w:pPr>
      <w:numPr>
        <w:numId w:val="3"/>
      </w:numPr>
      <w:spacing w:before="100" w:after="0" w:line="240" w:lineRule="auto"/>
      <w:ind w:left="360" w:hanging="288"/>
    </w:pPr>
    <w:rPr>
      <w:rFonts w:eastAsia="Franklin Gothic Medium"/>
      <w:caps/>
      <w:sz w:val="20"/>
      <w:szCs w:val="20"/>
    </w:rPr>
  </w:style>
  <w:style w:type="paragraph" w:customStyle="1" w:styleId="TableRowHeading">
    <w:name w:val="Table Row Heading"/>
    <w:basedOn w:val="Normal"/>
    <w:qFormat/>
    <w:rsid w:val="0057518A"/>
    <w:pPr>
      <w:spacing w:before="40" w:after="40" w:line="240" w:lineRule="auto"/>
    </w:pPr>
    <w:rPr>
      <w:rFonts w:eastAsia="Franklin Gothic Medium"/>
      <w:caps/>
      <w:color w:val="7F7F7F"/>
      <w:sz w:val="16"/>
      <w:szCs w:val="16"/>
    </w:rPr>
  </w:style>
  <w:style w:type="paragraph" w:customStyle="1" w:styleId="TableText-Center">
    <w:name w:val="Table Text - Center"/>
    <w:basedOn w:val="Normal"/>
    <w:qFormat/>
    <w:rsid w:val="0057518A"/>
    <w:pPr>
      <w:spacing w:before="40" w:after="40" w:line="240" w:lineRule="auto"/>
      <w:jc w:val="center"/>
    </w:pPr>
    <w:rPr>
      <w:rFonts w:eastAsia="Franklin Gothic Medium"/>
      <w:color w:val="7F7F7F"/>
      <w:sz w:val="16"/>
      <w:szCs w:val="16"/>
    </w:rPr>
  </w:style>
  <w:style w:type="table" w:customStyle="1" w:styleId="WB1">
    <w:name w:val="WB1"/>
    <w:basedOn w:val="TableNormal"/>
    <w:uiPriority w:val="99"/>
    <w:rsid w:val="0057518A"/>
    <w:rPr>
      <w:rFonts w:eastAsia="Franklin Gothic Medium"/>
    </w:rPr>
    <w:tblPr>
      <w:tblInd w:w="0" w:type="dxa"/>
      <w:tblBorders>
        <w:top w:val="single" w:sz="4" w:space="0" w:color="BFBFBF"/>
        <w:insideH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customStyle="1" w:styleId="TableText">
    <w:name w:val="Table Text"/>
    <w:basedOn w:val="Normal"/>
    <w:qFormat/>
    <w:rsid w:val="0057518A"/>
    <w:pPr>
      <w:spacing w:before="40" w:after="40" w:line="240" w:lineRule="auto"/>
    </w:pPr>
    <w:rPr>
      <w:rFonts w:eastAsia="Franklin Gothic Medium"/>
      <w:color w:val="7F7F7F"/>
      <w:sz w:val="16"/>
      <w:szCs w:val="16"/>
    </w:rPr>
  </w:style>
  <w:style w:type="character" w:customStyle="1" w:styleId="apple-style-span">
    <w:name w:val="apple-style-span"/>
    <w:rsid w:val="0047196C"/>
    <w:rPr>
      <w:rFonts w:cs="Times New Roman"/>
    </w:rPr>
  </w:style>
  <w:style w:type="paragraph" w:customStyle="1" w:styleId="Default">
    <w:name w:val="Default"/>
    <w:rsid w:val="0078387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12">
    <w:name w:val="CM112"/>
    <w:basedOn w:val="Default"/>
    <w:next w:val="Default"/>
    <w:uiPriority w:val="99"/>
    <w:rsid w:val="00A13EAE"/>
    <w:pPr>
      <w:widowControl w:val="0"/>
      <w:spacing w:after="248"/>
    </w:pPr>
    <w:rPr>
      <w:rFonts w:ascii="Century Gothic" w:hAnsi="Century Gothic" w:cs="Arial Bold"/>
      <w:color w:val="auto"/>
    </w:rPr>
  </w:style>
  <w:style w:type="paragraph" w:customStyle="1" w:styleId="CM114">
    <w:name w:val="CM114"/>
    <w:basedOn w:val="Default"/>
    <w:next w:val="Default"/>
    <w:uiPriority w:val="99"/>
    <w:rsid w:val="00A13EAE"/>
    <w:pPr>
      <w:widowControl w:val="0"/>
      <w:spacing w:after="503"/>
    </w:pPr>
    <w:rPr>
      <w:rFonts w:ascii="Century Gothic" w:hAnsi="Century Gothic" w:cs="Arial Bold"/>
      <w:color w:val="auto"/>
    </w:rPr>
  </w:style>
  <w:style w:type="paragraph" w:customStyle="1" w:styleId="CM2">
    <w:name w:val="CM2"/>
    <w:basedOn w:val="Default"/>
    <w:next w:val="Default"/>
    <w:uiPriority w:val="99"/>
    <w:rsid w:val="00A13EAE"/>
    <w:pPr>
      <w:widowControl w:val="0"/>
      <w:spacing w:line="246" w:lineRule="atLeast"/>
    </w:pPr>
    <w:rPr>
      <w:rFonts w:ascii="Century Gothic" w:hAnsi="Century Gothic" w:cs="Arial Bold"/>
      <w:color w:val="auto"/>
    </w:rPr>
  </w:style>
  <w:style w:type="paragraph" w:customStyle="1" w:styleId="CM3">
    <w:name w:val="CM3"/>
    <w:basedOn w:val="Default"/>
    <w:next w:val="Default"/>
    <w:uiPriority w:val="99"/>
    <w:rsid w:val="00A13EAE"/>
    <w:pPr>
      <w:widowControl w:val="0"/>
      <w:spacing w:line="253" w:lineRule="atLeast"/>
    </w:pPr>
    <w:rPr>
      <w:rFonts w:ascii="Century Gothic" w:hAnsi="Century Gothic" w:cs="Arial Bold"/>
      <w:color w:val="auto"/>
    </w:rPr>
  </w:style>
  <w:style w:type="paragraph" w:customStyle="1" w:styleId="CM6">
    <w:name w:val="CM6"/>
    <w:basedOn w:val="Default"/>
    <w:next w:val="Default"/>
    <w:uiPriority w:val="99"/>
    <w:rsid w:val="00A13EAE"/>
    <w:pPr>
      <w:widowControl w:val="0"/>
      <w:spacing w:line="243" w:lineRule="atLeast"/>
    </w:pPr>
    <w:rPr>
      <w:rFonts w:ascii="Century Gothic" w:hAnsi="Century Gothic" w:cs="Arial Bold"/>
      <w:color w:val="auto"/>
    </w:rPr>
  </w:style>
  <w:style w:type="paragraph" w:customStyle="1" w:styleId="CM118">
    <w:name w:val="CM118"/>
    <w:basedOn w:val="Default"/>
    <w:next w:val="Default"/>
    <w:uiPriority w:val="99"/>
    <w:rsid w:val="00A13EAE"/>
    <w:pPr>
      <w:widowControl w:val="0"/>
      <w:spacing w:after="313"/>
    </w:pPr>
    <w:rPr>
      <w:rFonts w:ascii="Century Gothic" w:hAnsi="Century Gothic" w:cs="Arial Bold"/>
      <w:color w:val="auto"/>
    </w:rPr>
  </w:style>
  <w:style w:type="paragraph" w:customStyle="1" w:styleId="CM10">
    <w:name w:val="CM10"/>
    <w:basedOn w:val="Default"/>
    <w:next w:val="Default"/>
    <w:uiPriority w:val="99"/>
    <w:rsid w:val="00A13EAE"/>
    <w:pPr>
      <w:widowControl w:val="0"/>
    </w:pPr>
    <w:rPr>
      <w:rFonts w:ascii="Century Gothic" w:hAnsi="Century Gothic" w:cs="Arial Bold"/>
      <w:color w:val="auto"/>
    </w:rPr>
  </w:style>
  <w:style w:type="paragraph" w:customStyle="1" w:styleId="CM5">
    <w:name w:val="CM5"/>
    <w:basedOn w:val="Default"/>
    <w:next w:val="Default"/>
    <w:uiPriority w:val="99"/>
    <w:rsid w:val="00A13EAE"/>
    <w:pPr>
      <w:widowControl w:val="0"/>
      <w:spacing w:line="246" w:lineRule="atLeast"/>
    </w:pPr>
    <w:rPr>
      <w:rFonts w:ascii="Century Gothic" w:hAnsi="Century Gothic" w:cs="Arial Bold"/>
      <w:color w:val="auto"/>
    </w:rPr>
  </w:style>
  <w:style w:type="paragraph" w:customStyle="1" w:styleId="CM14">
    <w:name w:val="CM14"/>
    <w:basedOn w:val="Default"/>
    <w:next w:val="Default"/>
    <w:uiPriority w:val="99"/>
    <w:rsid w:val="00A13EAE"/>
    <w:pPr>
      <w:widowControl w:val="0"/>
      <w:spacing w:line="243" w:lineRule="atLeast"/>
    </w:pPr>
    <w:rPr>
      <w:rFonts w:ascii="Century Gothic" w:hAnsi="Century Gothic" w:cs="Arial Bold"/>
      <w:color w:val="auto"/>
    </w:rPr>
  </w:style>
  <w:style w:type="paragraph" w:customStyle="1" w:styleId="CM17">
    <w:name w:val="CM17"/>
    <w:basedOn w:val="Default"/>
    <w:next w:val="Default"/>
    <w:uiPriority w:val="99"/>
    <w:rsid w:val="00A13EAE"/>
    <w:pPr>
      <w:widowControl w:val="0"/>
      <w:spacing w:line="243" w:lineRule="atLeast"/>
    </w:pPr>
    <w:rPr>
      <w:rFonts w:ascii="Century Gothic" w:hAnsi="Century Gothic" w:cs="Arial Bold"/>
      <w:color w:val="auto"/>
    </w:rPr>
  </w:style>
  <w:style w:type="paragraph" w:customStyle="1" w:styleId="CM32">
    <w:name w:val="CM32"/>
    <w:basedOn w:val="Default"/>
    <w:next w:val="Default"/>
    <w:uiPriority w:val="99"/>
    <w:rsid w:val="00A13EAE"/>
    <w:pPr>
      <w:widowControl w:val="0"/>
      <w:spacing w:line="243" w:lineRule="atLeast"/>
    </w:pPr>
    <w:rPr>
      <w:rFonts w:ascii="Century Gothic" w:hAnsi="Century Gothic" w:cs="Arial Bold"/>
      <w:color w:val="auto"/>
    </w:rPr>
  </w:style>
  <w:style w:type="paragraph" w:customStyle="1" w:styleId="CM33">
    <w:name w:val="CM33"/>
    <w:basedOn w:val="Default"/>
    <w:next w:val="Default"/>
    <w:uiPriority w:val="99"/>
    <w:rsid w:val="00A13EAE"/>
    <w:pPr>
      <w:widowControl w:val="0"/>
      <w:spacing w:line="240" w:lineRule="atLeast"/>
    </w:pPr>
    <w:rPr>
      <w:rFonts w:ascii="Century Gothic" w:hAnsi="Century Gothic" w:cs="Arial Bold"/>
      <w:color w:val="auto"/>
    </w:rPr>
  </w:style>
  <w:style w:type="paragraph" w:customStyle="1" w:styleId="CM126">
    <w:name w:val="CM126"/>
    <w:basedOn w:val="Default"/>
    <w:next w:val="Default"/>
    <w:uiPriority w:val="99"/>
    <w:rsid w:val="00A13EAE"/>
    <w:pPr>
      <w:widowControl w:val="0"/>
      <w:spacing w:after="788"/>
    </w:pPr>
    <w:rPr>
      <w:rFonts w:ascii="Century Gothic" w:hAnsi="Century Gothic" w:cs="Arial Bold"/>
      <w:color w:val="auto"/>
    </w:rPr>
  </w:style>
  <w:style w:type="paragraph" w:styleId="BodyTextIndent2">
    <w:name w:val="Body Text Indent 2"/>
    <w:basedOn w:val="Normal"/>
    <w:link w:val="BodyTextIndent2Char"/>
    <w:rsid w:val="003559A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3559AC"/>
  </w:style>
  <w:style w:type="paragraph" w:styleId="BodyText3">
    <w:name w:val="Body Text 3"/>
    <w:basedOn w:val="Normal"/>
    <w:link w:val="BodyText3Char"/>
    <w:rsid w:val="00B40C59"/>
    <w:pPr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link w:val="BodyText3"/>
    <w:rsid w:val="00B40C59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D809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8C5238"/>
    <w:pPr>
      <w:spacing w:after="0"/>
      <w:ind w:left="1100"/>
    </w:pPr>
    <w:rPr>
      <w:rFonts w:cs="Times New Roman"/>
      <w:sz w:val="18"/>
      <w:szCs w:val="21"/>
    </w:rPr>
  </w:style>
  <w:style w:type="paragraph" w:styleId="TOC7">
    <w:name w:val="toc 7"/>
    <w:basedOn w:val="Normal"/>
    <w:next w:val="Normal"/>
    <w:autoRedefine/>
    <w:uiPriority w:val="39"/>
    <w:rsid w:val="008C5238"/>
    <w:pPr>
      <w:spacing w:after="0"/>
      <w:ind w:left="1320"/>
    </w:pPr>
    <w:rPr>
      <w:rFonts w:cs="Times New Roman"/>
      <w:sz w:val="18"/>
      <w:szCs w:val="21"/>
    </w:rPr>
  </w:style>
  <w:style w:type="paragraph" w:styleId="TOC8">
    <w:name w:val="toc 8"/>
    <w:basedOn w:val="Normal"/>
    <w:next w:val="Normal"/>
    <w:autoRedefine/>
    <w:uiPriority w:val="39"/>
    <w:rsid w:val="008C5238"/>
    <w:pPr>
      <w:spacing w:after="0"/>
      <w:ind w:left="1540"/>
    </w:pPr>
    <w:rPr>
      <w:rFonts w:cs="Times New Roman"/>
      <w:sz w:val="18"/>
      <w:szCs w:val="21"/>
    </w:rPr>
  </w:style>
  <w:style w:type="paragraph" w:styleId="TOC9">
    <w:name w:val="toc 9"/>
    <w:basedOn w:val="Normal"/>
    <w:next w:val="Normal"/>
    <w:autoRedefine/>
    <w:uiPriority w:val="39"/>
    <w:rsid w:val="008C5238"/>
    <w:pPr>
      <w:spacing w:after="0"/>
      <w:ind w:left="1760"/>
    </w:pPr>
    <w:rPr>
      <w:rFonts w:cs="Times New Roman"/>
      <w:sz w:val="18"/>
      <w:szCs w:val="21"/>
    </w:rPr>
  </w:style>
  <w:style w:type="table" w:customStyle="1" w:styleId="LightList-Accent11">
    <w:name w:val="Light List - Accent 11"/>
    <w:basedOn w:val="TableNormal"/>
    <w:uiPriority w:val="61"/>
    <w:rsid w:val="00A9007F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styleId="MediumList1-Accent2">
    <w:name w:val="Medium List 1 Accent 2"/>
    <w:basedOn w:val="TableNormal"/>
    <w:uiPriority w:val="65"/>
    <w:rsid w:val="00C11035"/>
    <w:rPr>
      <w:rFonts w:ascii="Franklin Gothic Book" w:hAnsi="Franklin Gothic Book"/>
      <w:color w:val="000000"/>
      <w:sz w:val="18"/>
    </w:rPr>
    <w:tblPr>
      <w:tblStyleRowBandSize w:val="1"/>
      <w:tblStyleColBandSize w:val="1"/>
      <w:tblInd w:w="0" w:type="dxa"/>
      <w:tblBorders>
        <w:top w:val="single" w:sz="8" w:space="0" w:color="BF974D"/>
        <w:bottom w:val="single" w:sz="8" w:space="0" w:color="BF97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BF974D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BF974D"/>
          <w:bottom w:val="single" w:sz="8" w:space="0" w:color="BF97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974D"/>
          <w:bottom w:val="single" w:sz="8" w:space="0" w:color="BF974D"/>
        </w:tcBorders>
      </w:tcPr>
    </w:tblStylePr>
    <w:tblStylePr w:type="band1Vert">
      <w:tblPr/>
      <w:tcPr>
        <w:shd w:val="clear" w:color="auto" w:fill="EFE5D2"/>
      </w:tcPr>
    </w:tblStylePr>
    <w:tblStylePr w:type="band1Horz">
      <w:tblPr/>
      <w:tcPr>
        <w:shd w:val="clear" w:color="auto" w:fill="EFE5D2"/>
      </w:tcPr>
    </w:tblStylePr>
  </w:style>
  <w:style w:type="table" w:styleId="MediumList1-Accent3">
    <w:name w:val="Medium List 1 Accent 3"/>
    <w:basedOn w:val="TableNormal"/>
    <w:uiPriority w:val="65"/>
    <w:rsid w:val="00014E55"/>
    <w:rPr>
      <w:color w:val="000000"/>
    </w:rPr>
    <w:tblPr>
      <w:tblStyleRowBandSize w:val="1"/>
      <w:tblStyleColBandSize w:val="1"/>
      <w:tblInd w:w="0" w:type="dxa"/>
      <w:tblBorders>
        <w:top w:val="single" w:sz="8" w:space="0" w:color="928B70"/>
        <w:bottom w:val="single" w:sz="8" w:space="0" w:color="928B7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928B70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928B70"/>
          <w:bottom w:val="single" w:sz="8" w:space="0" w:color="928B7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/>
          <w:bottom w:val="single" w:sz="8" w:space="0" w:color="928B70"/>
        </w:tcBorders>
      </w:tcPr>
    </w:tblStylePr>
    <w:tblStylePr w:type="band1Vert">
      <w:tblPr/>
      <w:tcPr>
        <w:shd w:val="clear" w:color="auto" w:fill="E4E2DB"/>
      </w:tcPr>
    </w:tblStylePr>
    <w:tblStylePr w:type="band1Horz">
      <w:tblPr/>
      <w:tcPr>
        <w:shd w:val="clear" w:color="auto" w:fill="E4E2DB"/>
      </w:tcPr>
    </w:tblStylePr>
  </w:style>
  <w:style w:type="table" w:styleId="TableProfessional">
    <w:name w:val="Table Professional"/>
    <w:basedOn w:val="TableNormal"/>
    <w:rsid w:val="00014E5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ghtList-Accent4">
    <w:name w:val="Light List Accent 4"/>
    <w:basedOn w:val="TableNormal"/>
    <w:uiPriority w:val="61"/>
    <w:rsid w:val="00480914"/>
    <w:tblPr>
      <w:tblStyleRowBandSize w:val="1"/>
      <w:tblStyleColBandSize w:val="1"/>
      <w:tblInd w:w="0" w:type="dxa"/>
      <w:tblBorders>
        <w:top w:val="single" w:sz="8" w:space="0" w:color="87706B"/>
        <w:left w:val="single" w:sz="8" w:space="0" w:color="87706B"/>
        <w:bottom w:val="single" w:sz="8" w:space="0" w:color="87706B"/>
        <w:right w:val="single" w:sz="8" w:space="0" w:color="87706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7706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706B"/>
          <w:left w:val="single" w:sz="8" w:space="0" w:color="87706B"/>
          <w:bottom w:val="single" w:sz="8" w:space="0" w:color="87706B"/>
          <w:right w:val="single" w:sz="8" w:space="0" w:color="8770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7706B"/>
          <w:left w:val="single" w:sz="8" w:space="0" w:color="87706B"/>
          <w:bottom w:val="single" w:sz="8" w:space="0" w:color="87706B"/>
          <w:right w:val="single" w:sz="8" w:space="0" w:color="87706B"/>
        </w:tcBorders>
      </w:tcPr>
    </w:tblStylePr>
    <w:tblStylePr w:type="band1Horz">
      <w:tblPr/>
      <w:tcPr>
        <w:tcBorders>
          <w:top w:val="single" w:sz="8" w:space="0" w:color="87706B"/>
          <w:left w:val="single" w:sz="8" w:space="0" w:color="87706B"/>
          <w:bottom w:val="single" w:sz="8" w:space="0" w:color="87706B"/>
          <w:right w:val="single" w:sz="8" w:space="0" w:color="87706B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6A6203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Style1">
    <w:name w:val="Style1"/>
    <w:basedOn w:val="TableSimple1"/>
    <w:uiPriority w:val="99"/>
    <w:rsid w:val="00787C09"/>
    <w:rPr>
      <w:rFonts w:cs="Franklin Gothic Medium"/>
    </w:rPr>
    <w:tblPr>
      <w:jc w:val="center"/>
      <w:tblInd w:w="0" w:type="dxa"/>
      <w:tblBorders>
        <w:top w:val="single" w:sz="12" w:space="0" w:color="B9583D"/>
        <w:bottom w:val="single" w:sz="12" w:space="0" w:color="B9583D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3E0DC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ediumShading2-Accent5">
    <w:name w:val="Medium Shading 2 Accent 5"/>
    <w:basedOn w:val="TableNormal"/>
    <w:uiPriority w:val="64"/>
    <w:rsid w:val="00787C0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734E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734E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734E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Simple1">
    <w:name w:val="Table Simple 1"/>
    <w:basedOn w:val="TableNormal"/>
    <w:rsid w:val="00787C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787C0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4971B1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4">
    <w:name w:val="Table Grid 4"/>
    <w:basedOn w:val="TableNormal"/>
    <w:rsid w:val="00D006F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2">
    <w:name w:val="Style2"/>
    <w:basedOn w:val="TableNormal"/>
    <w:uiPriority w:val="99"/>
    <w:rsid w:val="008D19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FB15C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link w:val="BodyTextIndent3"/>
    <w:rsid w:val="00FB15C0"/>
    <w:rPr>
      <w:rFonts w:ascii="Times New Roman" w:eastAsia="Times New Roman" w:hAnsi="Times New Roman" w:cs="Times New Roman"/>
      <w:sz w:val="16"/>
      <w:szCs w:val="16"/>
    </w:rPr>
  </w:style>
  <w:style w:type="paragraph" w:customStyle="1" w:styleId="CM58">
    <w:name w:val="CM58"/>
    <w:basedOn w:val="Default"/>
    <w:next w:val="Default"/>
    <w:uiPriority w:val="99"/>
    <w:rsid w:val="00794097"/>
    <w:pPr>
      <w:widowControl w:val="0"/>
      <w:spacing w:after="413"/>
    </w:pPr>
    <w:rPr>
      <w:rFonts w:ascii="Arial" w:hAnsi="Arial" w:cs="Arial"/>
      <w:color w:val="auto"/>
    </w:rPr>
  </w:style>
  <w:style w:type="paragraph" w:customStyle="1" w:styleId="CM59">
    <w:name w:val="CM59"/>
    <w:basedOn w:val="Default"/>
    <w:next w:val="Default"/>
    <w:uiPriority w:val="99"/>
    <w:rsid w:val="00CD76C8"/>
    <w:pPr>
      <w:widowControl w:val="0"/>
      <w:spacing w:after="278"/>
    </w:pPr>
    <w:rPr>
      <w:rFonts w:ascii="Arial" w:hAnsi="Arial" w:cs="Arial"/>
      <w:color w:val="auto"/>
    </w:rPr>
  </w:style>
  <w:style w:type="paragraph" w:customStyle="1" w:styleId="CM1">
    <w:name w:val="CM1"/>
    <w:basedOn w:val="Default"/>
    <w:next w:val="Default"/>
    <w:uiPriority w:val="99"/>
    <w:rsid w:val="00564C7F"/>
    <w:pPr>
      <w:widowControl w:val="0"/>
    </w:pPr>
    <w:rPr>
      <w:rFonts w:ascii="Arial" w:hAnsi="Arial" w:cs="Arial"/>
      <w:color w:val="auto"/>
    </w:rPr>
  </w:style>
  <w:style w:type="paragraph" w:customStyle="1" w:styleId="CM7">
    <w:name w:val="CM7"/>
    <w:basedOn w:val="Default"/>
    <w:next w:val="Default"/>
    <w:uiPriority w:val="99"/>
    <w:rsid w:val="00C843BC"/>
    <w:pPr>
      <w:spacing w:line="240" w:lineRule="atLeast"/>
    </w:pPr>
    <w:rPr>
      <w:rFonts w:ascii="Helvetica" w:hAnsi="Helvetica"/>
      <w:color w:val="auto"/>
    </w:rPr>
  </w:style>
  <w:style w:type="character" w:customStyle="1" w:styleId="EndnoteTextChar">
    <w:name w:val="Endnote Text Char"/>
    <w:basedOn w:val="DefaultParagraphFont"/>
    <w:link w:val="EndnoteText"/>
    <w:semiHidden/>
    <w:rsid w:val="00327B75"/>
  </w:style>
  <w:style w:type="character" w:customStyle="1" w:styleId="FootnoteTextChar">
    <w:name w:val="Footnote Text Char"/>
    <w:basedOn w:val="DefaultParagraphFont"/>
    <w:link w:val="FootnoteText"/>
    <w:rsid w:val="00327B75"/>
  </w:style>
  <w:style w:type="character" w:customStyle="1" w:styleId="MacroTextChar">
    <w:name w:val="Macro Text Char"/>
    <w:link w:val="MacroText"/>
    <w:semiHidden/>
    <w:rsid w:val="00327B75"/>
    <w:rPr>
      <w:rFonts w:ascii="Courier New" w:hAnsi="Courier New"/>
    </w:rPr>
  </w:style>
  <w:style w:type="table" w:customStyle="1" w:styleId="LightList-Accent111">
    <w:name w:val="Light List - Accent 111"/>
    <w:basedOn w:val="TableNormal"/>
    <w:uiPriority w:val="61"/>
    <w:rsid w:val="00553E5E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customStyle="1" w:styleId="MediumList1-Accent111">
    <w:name w:val="Medium List 1 - Accent 111"/>
    <w:basedOn w:val="TableNormal"/>
    <w:uiPriority w:val="65"/>
    <w:rsid w:val="00553E5E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Wingdings 3" w:eastAsia="Times New Roman" w:hAnsi="Wingdings 3" w:cs="Wingdings 2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MediumShading2-Accent111">
    <w:name w:val="Medium Shading 2 - Accent 111"/>
    <w:basedOn w:val="TableNormal"/>
    <w:uiPriority w:val="64"/>
    <w:rsid w:val="00553E5E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List-Accent12">
    <w:name w:val="Light List - Accent 12"/>
    <w:basedOn w:val="TableNormal"/>
    <w:uiPriority w:val="61"/>
    <w:rsid w:val="00553E5E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customStyle="1" w:styleId="MediumList1-Accent12">
    <w:name w:val="Medium List 1 - Accent 12"/>
    <w:basedOn w:val="TableNormal"/>
    <w:uiPriority w:val="65"/>
    <w:rsid w:val="00553E5E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MediumShading2-Accent12">
    <w:name w:val="Medium Shading 2 - Accent 12"/>
    <w:basedOn w:val="TableNormal"/>
    <w:uiPriority w:val="64"/>
    <w:rsid w:val="00553E5E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t">
    <w:name w:val="st"/>
    <w:rsid w:val="00B6079D"/>
  </w:style>
  <w:style w:type="character" w:customStyle="1" w:styleId="apple-converted-space">
    <w:name w:val="apple-converted-space"/>
    <w:rsid w:val="00B6079D"/>
  </w:style>
  <w:style w:type="table" w:customStyle="1" w:styleId="LightList-Accent13">
    <w:name w:val="Light List - Accent 13"/>
    <w:basedOn w:val="TableNormal"/>
    <w:uiPriority w:val="61"/>
    <w:rsid w:val="00592582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customStyle="1" w:styleId="MediumList1-Accent13">
    <w:name w:val="Medium List 1 - Accent 13"/>
    <w:basedOn w:val="TableNormal"/>
    <w:uiPriority w:val="65"/>
    <w:rsid w:val="00592582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MediumShading2-Accent13">
    <w:name w:val="Medium Shading 2 - Accent 13"/>
    <w:basedOn w:val="TableNormal"/>
    <w:uiPriority w:val="64"/>
    <w:rsid w:val="00592582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59258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Times New Roman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592582"/>
    <w:rPr>
      <w:rFonts w:ascii="Arial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59258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Times New Roman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592582"/>
    <w:rPr>
      <w:rFonts w:ascii="Arial" w:hAnsi="Arial" w:cs="Times New Roman"/>
      <w:vanish/>
      <w:sz w:val="16"/>
      <w:szCs w:val="16"/>
    </w:rPr>
  </w:style>
  <w:style w:type="character" w:customStyle="1" w:styleId="gt-ft-text">
    <w:name w:val="gt-ft-text"/>
    <w:basedOn w:val="DefaultParagraphFont"/>
    <w:rsid w:val="00592582"/>
  </w:style>
  <w:style w:type="character" w:customStyle="1" w:styleId="hps">
    <w:name w:val="hps"/>
    <w:basedOn w:val="DefaultParagraphFont"/>
    <w:rsid w:val="00592582"/>
  </w:style>
  <w:style w:type="character" w:customStyle="1" w:styleId="longtext">
    <w:name w:val="long_text"/>
    <w:basedOn w:val="DefaultParagraphFont"/>
    <w:rsid w:val="00592582"/>
  </w:style>
  <w:style w:type="character" w:styleId="FollowedHyperlink">
    <w:name w:val="FollowedHyperlink"/>
    <w:uiPriority w:val="99"/>
    <w:unhideWhenUsed/>
    <w:rsid w:val="00592582"/>
    <w:rPr>
      <w:color w:val="800080"/>
      <w:u w:val="single"/>
    </w:rPr>
  </w:style>
  <w:style w:type="character" w:customStyle="1" w:styleId="CharChar">
    <w:name w:val="Char Char"/>
    <w:rsid w:val="00592582"/>
    <w:rPr>
      <w:rFonts w:ascii="Arial" w:eastAsia="Calibri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z-TopofFormChar1">
    <w:name w:val="z-Top of Form Char1"/>
    <w:basedOn w:val="DefaultParagraphFont"/>
    <w:uiPriority w:val="99"/>
    <w:rsid w:val="008E19A9"/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basedOn w:val="DefaultParagraphFont"/>
    <w:uiPriority w:val="99"/>
    <w:rsid w:val="008E19A9"/>
    <w:rPr>
      <w:rFonts w:ascii="Arial" w:hAnsi="Arial" w:cs="Arial"/>
      <w:vanish/>
      <w:sz w:val="16"/>
      <w:szCs w:val="16"/>
    </w:rPr>
  </w:style>
  <w:style w:type="paragraph" w:customStyle="1" w:styleId="CharCharCharCharCharCharCharCharCharChar">
    <w:name w:val="Char Char Char Char Char Char Char Char Char Char"/>
    <w:basedOn w:val="Normal"/>
    <w:next w:val="Normal"/>
    <w:rsid w:val="005B3F08"/>
    <w:pPr>
      <w:spacing w:after="160" w:line="240" w:lineRule="exact"/>
    </w:pPr>
    <w:rPr>
      <w:rFonts w:ascii="Tahoma" w:hAnsi="Tahoma" w:cs="Simplified Arabic"/>
      <w:bCs/>
      <w:sz w:val="24"/>
      <w:szCs w:val="28"/>
      <w:lang w:val="en-GB"/>
    </w:rPr>
  </w:style>
  <w:style w:type="paragraph" w:customStyle="1" w:styleId="a">
    <w:name w:val="سرد الفقرات"/>
    <w:basedOn w:val="Normal"/>
    <w:qFormat/>
    <w:rsid w:val="005B3F08"/>
    <w:pPr>
      <w:bidi/>
      <w:ind w:left="720"/>
      <w:contextualSpacing/>
    </w:pPr>
    <w:rPr>
      <w:rFonts w:ascii="Calibri" w:eastAsia="Calibri" w:hAnsi="Calibri" w:cs="Arial"/>
    </w:rPr>
  </w:style>
  <w:style w:type="character" w:customStyle="1" w:styleId="hpsatn">
    <w:name w:val="hps atn"/>
    <w:basedOn w:val="DefaultParagraphFont"/>
    <w:rsid w:val="005B3F08"/>
  </w:style>
  <w:style w:type="table" w:customStyle="1" w:styleId="LightList-Accent14">
    <w:name w:val="Light List - Accent 14"/>
    <w:basedOn w:val="TableNormal"/>
    <w:uiPriority w:val="61"/>
    <w:rsid w:val="000E6D86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customStyle="1" w:styleId="MediumList1-Accent14">
    <w:name w:val="Medium List 1 - Accent 14"/>
    <w:basedOn w:val="TableNormal"/>
    <w:uiPriority w:val="65"/>
    <w:rsid w:val="000E6D86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MediumShading2-Accent14">
    <w:name w:val="Medium Shading 2 - Accent 14"/>
    <w:basedOn w:val="TableNormal"/>
    <w:uiPriority w:val="64"/>
    <w:rsid w:val="000E6D86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562909"/>
    <w:rPr>
      <w:sz w:val="22"/>
      <w:szCs w:val="22"/>
    </w:rPr>
  </w:style>
  <w:style w:type="paragraph" w:customStyle="1" w:styleId="CM95">
    <w:name w:val="CM95"/>
    <w:basedOn w:val="Normal"/>
    <w:next w:val="Normal"/>
    <w:uiPriority w:val="99"/>
    <w:rsid w:val="006B5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qFormat/>
    <w:rsid w:val="00681E6B"/>
    <w:pPr>
      <w:keepNext/>
      <w:keepLines/>
    </w:pPr>
    <w:rPr>
      <w:b/>
      <w:bCs/>
      <w:szCs w:val="24"/>
    </w:rPr>
  </w:style>
  <w:style w:type="paragraph" w:customStyle="1" w:styleId="Photo">
    <w:name w:val="Photo"/>
    <w:basedOn w:val="Normal"/>
    <w:link w:val="PhotoChar"/>
    <w:qFormat/>
    <w:rsid w:val="0021768E"/>
    <w:pPr>
      <w:keepNext/>
      <w:keepLines/>
    </w:pPr>
    <w:rPr>
      <w:b/>
      <w:bCs/>
      <w:szCs w:val="24"/>
    </w:rPr>
  </w:style>
  <w:style w:type="character" w:customStyle="1" w:styleId="FigureChar">
    <w:name w:val="Figure Char"/>
    <w:basedOn w:val="DefaultParagraphFont"/>
    <w:link w:val="Figure"/>
    <w:rsid w:val="00681E6B"/>
    <w:rPr>
      <w:b/>
      <w:bCs/>
      <w:sz w:val="22"/>
      <w:szCs w:val="24"/>
    </w:rPr>
  </w:style>
  <w:style w:type="paragraph" w:customStyle="1" w:styleId="Tables">
    <w:name w:val="Tables"/>
    <w:basedOn w:val="Normal"/>
    <w:link w:val="TablesChar"/>
    <w:qFormat/>
    <w:rsid w:val="008C6BBD"/>
    <w:pPr>
      <w:keepNext/>
      <w:keepLines/>
      <w:spacing w:after="0" w:line="240" w:lineRule="auto"/>
      <w:ind w:right="1089"/>
      <w:jc w:val="both"/>
      <w:outlineLvl w:val="3"/>
    </w:pPr>
    <w:rPr>
      <w:rFonts w:cs="Arial"/>
    </w:rPr>
  </w:style>
  <w:style w:type="character" w:customStyle="1" w:styleId="PhotoChar">
    <w:name w:val="Photo Char"/>
    <w:basedOn w:val="DefaultParagraphFont"/>
    <w:link w:val="Photo"/>
    <w:rsid w:val="0021768E"/>
    <w:rPr>
      <w:b/>
      <w:bCs/>
      <w:sz w:val="22"/>
      <w:szCs w:val="24"/>
    </w:rPr>
  </w:style>
  <w:style w:type="paragraph" w:customStyle="1" w:styleId="Style3">
    <w:name w:val="Style3"/>
    <w:basedOn w:val="Tables"/>
    <w:link w:val="Style3Char"/>
    <w:qFormat/>
    <w:rsid w:val="008C6BBD"/>
  </w:style>
  <w:style w:type="character" w:customStyle="1" w:styleId="TablesChar">
    <w:name w:val="Tables Char"/>
    <w:basedOn w:val="DefaultParagraphFont"/>
    <w:link w:val="Tables"/>
    <w:rsid w:val="008C6BBD"/>
    <w:rPr>
      <w:rFonts w:cs="Arial"/>
      <w:sz w:val="22"/>
      <w:szCs w:val="22"/>
    </w:rPr>
  </w:style>
  <w:style w:type="paragraph" w:customStyle="1" w:styleId="EnasTables">
    <w:name w:val="Enas Tables"/>
    <w:basedOn w:val="Style3"/>
    <w:link w:val="EnasTablesChar"/>
    <w:autoRedefine/>
    <w:rsid w:val="00000974"/>
    <w:pPr>
      <w:ind w:right="0"/>
    </w:pPr>
  </w:style>
  <w:style w:type="character" w:customStyle="1" w:styleId="Style3Char">
    <w:name w:val="Style3 Char"/>
    <w:basedOn w:val="TablesChar"/>
    <w:link w:val="Style3"/>
    <w:rsid w:val="008C6BBD"/>
    <w:rPr>
      <w:rFonts w:cs="Arial"/>
      <w:sz w:val="22"/>
      <w:szCs w:val="22"/>
    </w:rPr>
  </w:style>
  <w:style w:type="paragraph" w:customStyle="1" w:styleId="EnasTable1">
    <w:name w:val="Enas Table 1"/>
    <w:basedOn w:val="EnasTables"/>
    <w:link w:val="EnasTable1Char"/>
    <w:rsid w:val="00F97940"/>
  </w:style>
  <w:style w:type="character" w:customStyle="1" w:styleId="EnasTablesChar">
    <w:name w:val="Enas Tables Char"/>
    <w:basedOn w:val="Style3Char"/>
    <w:link w:val="EnasTables"/>
    <w:rsid w:val="00000974"/>
    <w:rPr>
      <w:rFonts w:cs="Arial"/>
      <w:sz w:val="22"/>
      <w:szCs w:val="22"/>
    </w:rPr>
  </w:style>
  <w:style w:type="paragraph" w:customStyle="1" w:styleId="Enas2Table">
    <w:name w:val="Enas2 Table"/>
    <w:basedOn w:val="EnasTables"/>
    <w:link w:val="Enas2TableChar"/>
    <w:autoRedefine/>
    <w:qFormat/>
    <w:rsid w:val="002833EC"/>
    <w:pPr>
      <w:ind w:right="1134"/>
    </w:pPr>
  </w:style>
  <w:style w:type="character" w:customStyle="1" w:styleId="EnasTable1Char">
    <w:name w:val="Enas Table 1 Char"/>
    <w:basedOn w:val="EnasTablesChar"/>
    <w:link w:val="EnasTable1"/>
    <w:rsid w:val="00F97940"/>
    <w:rPr>
      <w:rFonts w:cs="Arial"/>
      <w:sz w:val="22"/>
      <w:szCs w:val="22"/>
    </w:rPr>
  </w:style>
  <w:style w:type="character" w:customStyle="1" w:styleId="Enas2TableChar">
    <w:name w:val="Enas2 Table Char"/>
    <w:basedOn w:val="EnasTablesChar"/>
    <w:link w:val="Enas2Table"/>
    <w:rsid w:val="002833EC"/>
    <w:rPr>
      <w:rFonts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ranklin Gothic Medium" w:eastAsia="Times New Roman" w:hAnsi="Franklin Gothic Medium" w:cs="Arial Bold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uiPriority="35" w:qFormat="1"/>
    <w:lsdException w:name="table of figures" w:uiPriority="99" w:qFormat="1"/>
    <w:lsdException w:name="List Bullet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uiPriority="1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6718F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17501D"/>
    <w:pPr>
      <w:keepNext/>
      <w:keepLines/>
      <w:spacing w:before="480" w:after="0"/>
      <w:outlineLvl w:val="0"/>
    </w:pPr>
    <w:rPr>
      <w:rFonts w:cs="Times New Roman"/>
      <w:b/>
      <w:bCs/>
      <w:color w:val="9D4933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501D"/>
    <w:pPr>
      <w:keepNext/>
      <w:keepLines/>
      <w:spacing w:before="200" w:after="0"/>
      <w:outlineLvl w:val="1"/>
    </w:pPr>
    <w:rPr>
      <w:rFonts w:cs="Times New Roman"/>
      <w:b/>
      <w:bCs/>
      <w:color w:val="C6695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501D"/>
    <w:pPr>
      <w:keepNext/>
      <w:keepLines/>
      <w:spacing w:before="200" w:after="0"/>
      <w:outlineLvl w:val="2"/>
    </w:pPr>
    <w:rPr>
      <w:rFonts w:cs="Times New Roman"/>
      <w:b/>
      <w:bCs/>
      <w:color w:val="C66951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cs="Times New Roman"/>
      <w:b/>
      <w:bCs/>
      <w:i/>
      <w:iCs/>
      <w:color w:val="C66951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cs="Times New Roman"/>
      <w:color w:val="683022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cs="Times New Roman"/>
      <w:i/>
      <w:iCs/>
      <w:color w:val="683022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7501D"/>
    <w:pPr>
      <w:keepNext/>
      <w:keepLines/>
      <w:spacing w:before="200" w:after="0"/>
      <w:outlineLvl w:val="6"/>
    </w:pPr>
    <w:rPr>
      <w:rFonts w:cs="Times New Roman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cs="Times New Roman"/>
      <w:color w:val="C6695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 w:line="240" w:lineRule="atLeast"/>
      <w:ind w:firstLine="360"/>
      <w:jc w:val="both"/>
    </w:pPr>
    <w:rPr>
      <w:rFonts w:ascii="Garamond" w:hAnsi="Garamond"/>
      <w:szCs w:val="20"/>
    </w:rPr>
  </w:style>
  <w:style w:type="character" w:customStyle="1" w:styleId="BodyTextChar">
    <w:name w:val="Body Text Char"/>
    <w:link w:val="BodyText"/>
    <w:rsid w:val="00D2451E"/>
    <w:rPr>
      <w:rFonts w:ascii="Garamond" w:hAnsi="Garamond"/>
      <w:sz w:val="22"/>
      <w:lang w:val="en-US" w:eastAsia="en-US" w:bidi="ar-SA"/>
    </w:rPr>
  </w:style>
  <w:style w:type="paragraph" w:customStyle="1" w:styleId="BlockQuotation">
    <w:name w:val="Block Quotation"/>
    <w:basedOn w:val="BodyText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link w:val="BlockQuotation"/>
    <w:rsid w:val="00D2451E"/>
    <w:rPr>
      <w:rFonts w:ascii="Garamond" w:hAnsi="Garamond"/>
      <w:i/>
      <w:sz w:val="22"/>
      <w:lang w:val="en-US" w:eastAsia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C66951"/>
      <w:sz w:val="18"/>
      <w:szCs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AD13DC"/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link w:val="FootnoteTextChar"/>
    <w:rsid w:val="00AD13DC"/>
  </w:style>
  <w:style w:type="paragraph" w:styleId="Index1">
    <w:name w:val="index 1"/>
    <w:basedOn w:val="Normal"/>
    <w:semiHidden/>
    <w:rsid w:val="00AD13DC"/>
    <w:rPr>
      <w:sz w:val="21"/>
    </w:rPr>
  </w:style>
  <w:style w:type="paragraph" w:styleId="Index2">
    <w:name w:val="index 2"/>
    <w:basedOn w:val="Normal"/>
    <w:semiHidden/>
    <w:rsid w:val="00AD13DC"/>
    <w:pPr>
      <w:ind w:hanging="240"/>
    </w:pPr>
    <w:rPr>
      <w:sz w:val="21"/>
    </w:rPr>
  </w:style>
  <w:style w:type="paragraph" w:styleId="Index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Index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Index5">
    <w:name w:val="index 5"/>
    <w:basedOn w:val="Normal"/>
    <w:semiHidden/>
    <w:rsid w:val="00AD13DC"/>
    <w:pPr>
      <w:ind w:left="840"/>
    </w:pPr>
    <w:rPr>
      <w:sz w:val="21"/>
    </w:rPr>
  </w:style>
  <w:style w:type="paragraph" w:styleId="IndexHeading">
    <w:name w:val="index heading"/>
    <w:basedOn w:val="Normal"/>
    <w:next w:val="Index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Bullet">
    <w:name w:val="List Bullet"/>
    <w:basedOn w:val="Normal"/>
    <w:qFormat/>
    <w:rsid w:val="00AD13DC"/>
    <w:pPr>
      <w:numPr>
        <w:numId w:val="1"/>
      </w:numPr>
      <w:spacing w:after="240" w:line="240" w:lineRule="atLeast"/>
      <w:ind w:right="720"/>
      <w:jc w:val="both"/>
    </w:pPr>
  </w:style>
  <w:style w:type="paragraph" w:styleId="MacroText">
    <w:name w:val="macro"/>
    <w:basedOn w:val="BodyText"/>
    <w:link w:val="MacroTextChar"/>
    <w:semiHidden/>
    <w:pPr>
      <w:spacing w:line="240" w:lineRule="auto"/>
      <w:jc w:val="left"/>
    </w:pPr>
    <w:rPr>
      <w:rFonts w:ascii="Courier New" w:hAnsi="Courier New" w:cs="Times New Roman"/>
      <w:sz w:val="20"/>
    </w:rPr>
  </w:style>
  <w:style w:type="character" w:styleId="PageNumber">
    <w:name w:val="page number"/>
    <w:rPr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"/>
    <w:next w:val="SubtitleCover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TableofFigures">
    <w:name w:val="table of figures"/>
    <w:aliases w:val="Table of Photos"/>
    <w:basedOn w:val="Normal"/>
    <w:autoRedefine/>
    <w:uiPriority w:val="99"/>
    <w:qFormat/>
    <w:rsid w:val="00AD13DC"/>
  </w:style>
  <w:style w:type="paragraph" w:styleId="TOC1">
    <w:name w:val="toc 1"/>
    <w:basedOn w:val="Normal"/>
    <w:next w:val="TOC2"/>
    <w:autoRedefine/>
    <w:uiPriority w:val="39"/>
    <w:qFormat/>
    <w:rsid w:val="000B5B63"/>
    <w:pPr>
      <w:spacing w:before="120" w:after="120"/>
    </w:pPr>
    <w:rPr>
      <w:rFonts w:cs="Times New Roman"/>
      <w:bCs/>
      <w:szCs w:val="24"/>
    </w:rPr>
  </w:style>
  <w:style w:type="paragraph" w:styleId="TOC2">
    <w:name w:val="toc 2"/>
    <w:basedOn w:val="Normal"/>
    <w:uiPriority w:val="39"/>
    <w:qFormat/>
    <w:rsid w:val="00AD13DC"/>
    <w:pPr>
      <w:spacing w:after="0"/>
      <w:ind w:left="220"/>
    </w:pPr>
    <w:rPr>
      <w:rFonts w:cs="Times New Roman"/>
      <w:smallCaps/>
      <w:sz w:val="20"/>
      <w:szCs w:val="24"/>
    </w:rPr>
  </w:style>
  <w:style w:type="paragraph" w:styleId="TOC3">
    <w:name w:val="toc 3"/>
    <w:basedOn w:val="Normal"/>
    <w:uiPriority w:val="39"/>
    <w:qFormat/>
    <w:rsid w:val="00AD13DC"/>
    <w:pPr>
      <w:spacing w:after="0"/>
      <w:ind w:left="440"/>
    </w:pPr>
    <w:rPr>
      <w:rFonts w:cs="Times New Roman"/>
      <w:i/>
      <w:iCs/>
      <w:sz w:val="20"/>
      <w:szCs w:val="24"/>
    </w:rPr>
  </w:style>
  <w:style w:type="paragraph" w:styleId="TOC4">
    <w:name w:val="toc 4"/>
    <w:basedOn w:val="Normal"/>
    <w:uiPriority w:val="39"/>
    <w:rsid w:val="00AD13DC"/>
    <w:pPr>
      <w:spacing w:after="0"/>
      <w:ind w:left="660"/>
    </w:pPr>
    <w:rPr>
      <w:rFonts w:cs="Times New Roman"/>
      <w:sz w:val="18"/>
      <w:szCs w:val="21"/>
    </w:rPr>
  </w:style>
  <w:style w:type="paragraph" w:styleId="TOC5">
    <w:name w:val="toc 5"/>
    <w:basedOn w:val="Normal"/>
    <w:uiPriority w:val="39"/>
    <w:rsid w:val="00AD13DC"/>
    <w:pPr>
      <w:spacing w:after="0"/>
      <w:ind w:left="880"/>
    </w:pPr>
    <w:rPr>
      <w:rFonts w:cs="Times New Roman"/>
      <w:sz w:val="18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01D"/>
    <w:pPr>
      <w:numPr>
        <w:ilvl w:val="1"/>
      </w:numPr>
    </w:pPr>
    <w:rPr>
      <w:rFonts w:cs="Times New Roman"/>
      <w:i/>
      <w:iCs/>
      <w:color w:val="C6695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7501D"/>
    <w:pPr>
      <w:pBdr>
        <w:bottom w:val="single" w:sz="8" w:space="4" w:color="C66951"/>
      </w:pBdr>
      <w:spacing w:after="300" w:line="240" w:lineRule="auto"/>
      <w:contextualSpacing/>
    </w:pPr>
    <w:rPr>
      <w:rFonts w:cs="Times New Roman"/>
      <w:color w:val="3E3636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CommentReference">
    <w:name w:val="annotation reference"/>
    <w:rPr>
      <w:sz w:val="16"/>
    </w:rPr>
  </w:style>
  <w:style w:type="paragraph" w:styleId="CommentText">
    <w:name w:val="annotation text"/>
    <w:basedOn w:val="Normal"/>
    <w:link w:val="CommentTextChar"/>
    <w:rsid w:val="00AD13DC"/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</w:pPr>
  </w:style>
  <w:style w:type="paragraph" w:styleId="TOAHeading">
    <w:name w:val="toa heading"/>
    <w:basedOn w:val="Normal"/>
    <w:next w:val="TableofAuthorities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"/>
    <w:rsid w:val="004D6BEC"/>
    <w:pPr>
      <w:keepNext/>
      <w:spacing w:before="40"/>
    </w:pPr>
    <w:rPr>
      <w:sz w:val="18"/>
    </w:rPr>
  </w:style>
  <w:style w:type="paragraph" w:customStyle="1" w:styleId="Percentage">
    <w:name w:val="Percentage"/>
    <w:basedOn w:val="Normal"/>
    <w:rsid w:val="009213D9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"/>
    <w:link w:val="NumberedListChar"/>
    <w:rsid w:val="00697ACE"/>
    <w:pPr>
      <w:numPr>
        <w:numId w:val="2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efaultParagraphFont"/>
    <w:link w:val="NumberedList"/>
    <w:rsid w:val="00697ACE"/>
    <w:rPr>
      <w:sz w:val="22"/>
      <w:szCs w:val="22"/>
    </w:rPr>
  </w:style>
  <w:style w:type="paragraph" w:customStyle="1" w:styleId="NumberedListBold">
    <w:name w:val="Numbered List Bold"/>
    <w:basedOn w:val="NumberedList"/>
    <w:link w:val="NumberedListBoldChar"/>
    <w:rsid w:val="00D2451E"/>
    <w:rPr>
      <w:rFonts w:cs="Times New Roman"/>
      <w:b/>
      <w:bCs/>
      <w:sz w:val="20"/>
      <w:szCs w:val="20"/>
    </w:rPr>
  </w:style>
  <w:style w:type="character" w:customStyle="1" w:styleId="NumberedListBoldChar">
    <w:name w:val="Numbered List Bold Char"/>
    <w:link w:val="NumberedListBold"/>
    <w:rsid w:val="00D2451E"/>
    <w:rPr>
      <w:rFonts w:cs="Times New Roman"/>
      <w:b/>
      <w:bCs/>
    </w:rPr>
  </w:style>
  <w:style w:type="paragraph" w:customStyle="1" w:styleId="LineSpace">
    <w:name w:val="Line Space"/>
    <w:basedOn w:val="Normal"/>
    <w:rsid w:val="00D2451E"/>
    <w:rPr>
      <w:rFonts w:ascii="Verdana" w:hAnsi="Verdana"/>
      <w:sz w:val="12"/>
    </w:rPr>
  </w:style>
  <w:style w:type="paragraph" w:styleId="NoSpacing">
    <w:name w:val="No Spacing"/>
    <w:link w:val="NoSpacingChar"/>
    <w:uiPriority w:val="1"/>
    <w:qFormat/>
    <w:rsid w:val="0017501D"/>
    <w:rPr>
      <w:sz w:val="22"/>
      <w:szCs w:val="22"/>
    </w:rPr>
  </w:style>
  <w:style w:type="character" w:customStyle="1" w:styleId="NoSpacingChar">
    <w:name w:val="No Spacing Char"/>
    <w:link w:val="NoSpacing"/>
    <w:uiPriority w:val="1"/>
    <w:rsid w:val="00AF3B41"/>
    <w:rPr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rsid w:val="00AF3B41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AF3B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17501D"/>
    <w:rPr>
      <w:rFonts w:ascii="Franklin Gothic Medium" w:eastAsia="Times New Roman" w:hAnsi="Franklin Gothic Medium" w:cs="Arial Bold"/>
      <w:b/>
      <w:bCs/>
      <w:color w:val="9D4933"/>
      <w:sz w:val="28"/>
      <w:szCs w:val="28"/>
    </w:rPr>
  </w:style>
  <w:style w:type="character" w:customStyle="1" w:styleId="Heading2Char">
    <w:name w:val="Heading 2 Char"/>
    <w:link w:val="Heading2"/>
    <w:uiPriority w:val="9"/>
    <w:rsid w:val="0017501D"/>
    <w:rPr>
      <w:rFonts w:ascii="Franklin Gothic Medium" w:eastAsia="Times New Roman" w:hAnsi="Franklin Gothic Medium" w:cs="Arial Bold"/>
      <w:b/>
      <w:bCs/>
      <w:color w:val="C66951"/>
      <w:sz w:val="26"/>
      <w:szCs w:val="26"/>
    </w:rPr>
  </w:style>
  <w:style w:type="character" w:customStyle="1" w:styleId="Heading3Char">
    <w:name w:val="Heading 3 Char"/>
    <w:link w:val="Heading3"/>
    <w:uiPriority w:val="9"/>
    <w:rsid w:val="0017501D"/>
    <w:rPr>
      <w:rFonts w:ascii="Franklin Gothic Medium" w:eastAsia="Times New Roman" w:hAnsi="Franklin Gothic Medium" w:cs="Arial Bold"/>
      <w:b/>
      <w:bCs/>
      <w:color w:val="C66951"/>
    </w:rPr>
  </w:style>
  <w:style w:type="character" w:customStyle="1" w:styleId="Heading4Char">
    <w:name w:val="Heading 4 Char"/>
    <w:link w:val="Heading4"/>
    <w:uiPriority w:val="9"/>
    <w:rsid w:val="0017501D"/>
    <w:rPr>
      <w:rFonts w:ascii="Franklin Gothic Medium" w:eastAsia="Times New Roman" w:hAnsi="Franklin Gothic Medium" w:cs="Arial Bold"/>
      <w:b/>
      <w:bCs/>
      <w:i/>
      <w:iCs/>
      <w:color w:val="C66951"/>
    </w:rPr>
  </w:style>
  <w:style w:type="character" w:customStyle="1" w:styleId="Heading5Char">
    <w:name w:val="Heading 5 Char"/>
    <w:link w:val="Heading5"/>
    <w:uiPriority w:val="9"/>
    <w:rsid w:val="0017501D"/>
    <w:rPr>
      <w:rFonts w:ascii="Franklin Gothic Medium" w:eastAsia="Times New Roman" w:hAnsi="Franklin Gothic Medium" w:cs="Arial Bold"/>
      <w:color w:val="683022"/>
    </w:rPr>
  </w:style>
  <w:style w:type="character" w:customStyle="1" w:styleId="Heading6Char">
    <w:name w:val="Heading 6 Char"/>
    <w:link w:val="Heading6"/>
    <w:uiPriority w:val="9"/>
    <w:rsid w:val="0017501D"/>
    <w:rPr>
      <w:rFonts w:ascii="Franklin Gothic Medium" w:eastAsia="Times New Roman" w:hAnsi="Franklin Gothic Medium" w:cs="Arial Bold"/>
      <w:i/>
      <w:iCs/>
      <w:color w:val="683022"/>
    </w:rPr>
  </w:style>
  <w:style w:type="character" w:customStyle="1" w:styleId="Heading7Char">
    <w:name w:val="Heading 7 Char"/>
    <w:link w:val="Heading7"/>
    <w:uiPriority w:val="9"/>
    <w:rsid w:val="0017501D"/>
    <w:rPr>
      <w:rFonts w:ascii="Franklin Gothic Medium" w:eastAsia="Times New Roman" w:hAnsi="Franklin Gothic Medium" w:cs="Arial Bold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17501D"/>
    <w:rPr>
      <w:rFonts w:ascii="Franklin Gothic Medium" w:eastAsia="Times New Roman" w:hAnsi="Franklin Gothic Medium" w:cs="Arial Bold"/>
      <w:color w:val="C66951"/>
      <w:sz w:val="20"/>
      <w:szCs w:val="20"/>
    </w:rPr>
  </w:style>
  <w:style w:type="character" w:customStyle="1" w:styleId="Heading9Char">
    <w:name w:val="Heading 9 Char"/>
    <w:link w:val="Heading9"/>
    <w:uiPriority w:val="9"/>
    <w:rsid w:val="0017501D"/>
    <w:rPr>
      <w:rFonts w:ascii="Franklin Gothic Medium" w:eastAsia="Times New Roman" w:hAnsi="Franklin Gothic Medium" w:cs="Arial Bold"/>
      <w:i/>
      <w:iCs/>
      <w:color w:val="404040"/>
      <w:sz w:val="20"/>
      <w:szCs w:val="20"/>
    </w:rPr>
  </w:style>
  <w:style w:type="character" w:customStyle="1" w:styleId="TitleChar">
    <w:name w:val="Title Char"/>
    <w:link w:val="Title"/>
    <w:uiPriority w:val="10"/>
    <w:rsid w:val="0017501D"/>
    <w:rPr>
      <w:rFonts w:ascii="Franklin Gothic Medium" w:eastAsia="Times New Roman" w:hAnsi="Franklin Gothic Medium" w:cs="Arial Bold"/>
      <w:color w:val="3E3636"/>
      <w:spacing w:val="5"/>
      <w:kern w:val="28"/>
      <w:sz w:val="52"/>
      <w:szCs w:val="52"/>
    </w:rPr>
  </w:style>
  <w:style w:type="character" w:customStyle="1" w:styleId="SubtitleChar">
    <w:name w:val="Subtitle Char"/>
    <w:link w:val="Subtitle"/>
    <w:uiPriority w:val="11"/>
    <w:rsid w:val="0017501D"/>
    <w:rPr>
      <w:rFonts w:ascii="Franklin Gothic Medium" w:eastAsia="Times New Roman" w:hAnsi="Franklin Gothic Medium" w:cs="Arial Bold"/>
      <w:i/>
      <w:iCs/>
      <w:color w:val="C66951"/>
      <w:spacing w:val="15"/>
      <w:sz w:val="24"/>
      <w:szCs w:val="24"/>
    </w:rPr>
  </w:style>
  <w:style w:type="character" w:styleId="Strong">
    <w:name w:val="Strong"/>
    <w:uiPriority w:val="1"/>
    <w:qFormat/>
    <w:rsid w:val="0017501D"/>
    <w:rPr>
      <w:b/>
      <w:bCs/>
    </w:rPr>
  </w:style>
  <w:style w:type="character" w:styleId="Emphasis">
    <w:name w:val="Emphasis"/>
    <w:uiPriority w:val="20"/>
    <w:qFormat/>
    <w:rsid w:val="0017501D"/>
    <w:rPr>
      <w:i/>
      <w:iCs/>
    </w:rPr>
  </w:style>
  <w:style w:type="paragraph" w:styleId="ListParagraph">
    <w:name w:val="List Paragraph"/>
    <w:basedOn w:val="Normal"/>
    <w:uiPriority w:val="99"/>
    <w:qFormat/>
    <w:rsid w:val="001750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7501D"/>
    <w:rPr>
      <w:rFonts w:cs="Times New Roman"/>
      <w:i/>
      <w:iCs/>
      <w:color w:val="000000"/>
      <w:sz w:val="20"/>
      <w:szCs w:val="20"/>
    </w:rPr>
  </w:style>
  <w:style w:type="character" w:customStyle="1" w:styleId="QuoteChar">
    <w:name w:val="Quote Char"/>
    <w:link w:val="Quote"/>
    <w:uiPriority w:val="29"/>
    <w:rsid w:val="0017501D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01D"/>
    <w:pPr>
      <w:pBdr>
        <w:bottom w:val="single" w:sz="4" w:space="4" w:color="C66951"/>
      </w:pBdr>
      <w:spacing w:before="200" w:after="280"/>
      <w:ind w:left="936" w:right="936"/>
    </w:pPr>
    <w:rPr>
      <w:rFonts w:cs="Times New Roman"/>
      <w:b/>
      <w:bCs/>
      <w:i/>
      <w:iCs/>
      <w:color w:val="C66951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17501D"/>
    <w:rPr>
      <w:b/>
      <w:bCs/>
      <w:i/>
      <w:iCs/>
      <w:color w:val="C66951"/>
    </w:rPr>
  </w:style>
  <w:style w:type="character" w:styleId="SubtleEmphasis">
    <w:name w:val="Subtle Emphasis"/>
    <w:uiPriority w:val="19"/>
    <w:qFormat/>
    <w:rsid w:val="0017501D"/>
    <w:rPr>
      <w:i/>
      <w:iCs/>
      <w:color w:val="808080"/>
    </w:rPr>
  </w:style>
  <w:style w:type="character" w:styleId="IntenseEmphasis">
    <w:name w:val="Intense Emphasis"/>
    <w:uiPriority w:val="21"/>
    <w:qFormat/>
    <w:rsid w:val="0017501D"/>
    <w:rPr>
      <w:b/>
      <w:bCs/>
      <w:i/>
      <w:iCs/>
      <w:color w:val="C66951"/>
    </w:rPr>
  </w:style>
  <w:style w:type="character" w:styleId="SubtleReference">
    <w:name w:val="Subtle Reference"/>
    <w:uiPriority w:val="31"/>
    <w:qFormat/>
    <w:rsid w:val="0017501D"/>
    <w:rPr>
      <w:smallCaps/>
      <w:color w:val="BF974D"/>
      <w:u w:val="single"/>
    </w:rPr>
  </w:style>
  <w:style w:type="character" w:styleId="IntenseReference">
    <w:name w:val="Intense Reference"/>
    <w:uiPriority w:val="32"/>
    <w:qFormat/>
    <w:rsid w:val="0017501D"/>
    <w:rPr>
      <w:b/>
      <w:bCs/>
      <w:smallCaps/>
      <w:color w:val="BF974D"/>
      <w:spacing w:val="5"/>
      <w:u w:val="single"/>
    </w:rPr>
  </w:style>
  <w:style w:type="character" w:styleId="BookTitle">
    <w:name w:val="Book Title"/>
    <w:uiPriority w:val="33"/>
    <w:qFormat/>
    <w:rsid w:val="0017501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7501D"/>
    <w:pPr>
      <w:outlineLvl w:val="9"/>
    </w:pPr>
  </w:style>
  <w:style w:type="character" w:styleId="Hyperlink">
    <w:name w:val="Hyperlink"/>
    <w:uiPriority w:val="99"/>
    <w:unhideWhenUsed/>
    <w:rsid w:val="005C0F56"/>
    <w:rPr>
      <w:color w:val="CC9900"/>
      <w:u w:val="single"/>
    </w:rPr>
  </w:style>
  <w:style w:type="paragraph" w:styleId="Footer">
    <w:name w:val="footer"/>
    <w:basedOn w:val="Normal"/>
    <w:link w:val="FooterChar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C0F56"/>
  </w:style>
  <w:style w:type="paragraph" w:styleId="Header">
    <w:name w:val="header"/>
    <w:basedOn w:val="Normal"/>
    <w:link w:val="Header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F56"/>
  </w:style>
  <w:style w:type="paragraph" w:customStyle="1" w:styleId="05BC2C2812214721B0E643442EA253EB">
    <w:name w:val="05BC2C2812214721B0E643442EA253EB"/>
    <w:rsid w:val="005C0F56"/>
    <w:pPr>
      <w:spacing w:after="200" w:line="276" w:lineRule="auto"/>
    </w:pPr>
    <w:rPr>
      <w:sz w:val="22"/>
      <w:szCs w:val="22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6AF1"/>
  </w:style>
  <w:style w:type="character" w:customStyle="1" w:styleId="CommentSubjectChar">
    <w:name w:val="Comment Subject Char"/>
    <w:basedOn w:val="CommentTextChar"/>
    <w:link w:val="CommentSubject"/>
    <w:rsid w:val="005E6AF1"/>
  </w:style>
  <w:style w:type="paragraph" w:customStyle="1" w:styleId="Normal-SpaceAfter">
    <w:name w:val="Normal - Space After"/>
    <w:basedOn w:val="Normal"/>
    <w:qFormat/>
    <w:rsid w:val="0057518A"/>
    <w:pPr>
      <w:spacing w:before="160" w:after="1200"/>
    </w:pPr>
    <w:rPr>
      <w:rFonts w:eastAsia="Franklin Gothic Medium"/>
      <w:noProof/>
      <w:sz w:val="20"/>
      <w:szCs w:val="20"/>
    </w:rPr>
  </w:style>
  <w:style w:type="table" w:styleId="TableGrid">
    <w:name w:val="Table Grid"/>
    <w:basedOn w:val="TableNormal"/>
    <w:uiPriority w:val="59"/>
    <w:rsid w:val="0057518A"/>
    <w:rPr>
      <w:rFonts w:eastAsia="Franklin Gothic Mediu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debarText">
    <w:name w:val="Sidebar Text"/>
    <w:basedOn w:val="Normal"/>
    <w:qFormat/>
    <w:rsid w:val="0057518A"/>
    <w:pPr>
      <w:spacing w:before="40" w:after="120" w:line="240" w:lineRule="auto"/>
      <w:ind w:left="360"/>
    </w:pPr>
    <w:rPr>
      <w:rFonts w:eastAsia="Franklin Gothic Medium"/>
      <w:color w:val="404040"/>
      <w:sz w:val="16"/>
      <w:szCs w:val="16"/>
    </w:rPr>
  </w:style>
  <w:style w:type="paragraph" w:customStyle="1" w:styleId="ListBulletNegative">
    <w:name w:val="List Bullet Negative"/>
    <w:basedOn w:val="Normal"/>
    <w:qFormat/>
    <w:rsid w:val="0057518A"/>
    <w:pPr>
      <w:numPr>
        <w:numId w:val="3"/>
      </w:numPr>
      <w:spacing w:before="100" w:after="0" w:line="240" w:lineRule="auto"/>
      <w:ind w:left="360" w:hanging="288"/>
    </w:pPr>
    <w:rPr>
      <w:rFonts w:eastAsia="Franklin Gothic Medium"/>
      <w:caps/>
      <w:sz w:val="20"/>
      <w:szCs w:val="20"/>
    </w:rPr>
  </w:style>
  <w:style w:type="paragraph" w:customStyle="1" w:styleId="TableRowHeading">
    <w:name w:val="Table Row Heading"/>
    <w:basedOn w:val="Normal"/>
    <w:qFormat/>
    <w:rsid w:val="0057518A"/>
    <w:pPr>
      <w:spacing w:before="40" w:after="40" w:line="240" w:lineRule="auto"/>
    </w:pPr>
    <w:rPr>
      <w:rFonts w:eastAsia="Franklin Gothic Medium"/>
      <w:caps/>
      <w:color w:val="7F7F7F"/>
      <w:sz w:val="16"/>
      <w:szCs w:val="16"/>
    </w:rPr>
  </w:style>
  <w:style w:type="paragraph" w:customStyle="1" w:styleId="TableText-Center">
    <w:name w:val="Table Text - Center"/>
    <w:basedOn w:val="Normal"/>
    <w:qFormat/>
    <w:rsid w:val="0057518A"/>
    <w:pPr>
      <w:spacing w:before="40" w:after="40" w:line="240" w:lineRule="auto"/>
      <w:jc w:val="center"/>
    </w:pPr>
    <w:rPr>
      <w:rFonts w:eastAsia="Franklin Gothic Medium"/>
      <w:color w:val="7F7F7F"/>
      <w:sz w:val="16"/>
      <w:szCs w:val="16"/>
    </w:rPr>
  </w:style>
  <w:style w:type="table" w:customStyle="1" w:styleId="WB1">
    <w:name w:val="WB1"/>
    <w:basedOn w:val="TableNormal"/>
    <w:uiPriority w:val="99"/>
    <w:rsid w:val="0057518A"/>
    <w:rPr>
      <w:rFonts w:eastAsia="Franklin Gothic Medium"/>
    </w:rPr>
    <w:tblPr>
      <w:tblInd w:w="0" w:type="dxa"/>
      <w:tblBorders>
        <w:top w:val="single" w:sz="4" w:space="0" w:color="BFBFBF"/>
        <w:insideH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customStyle="1" w:styleId="TableText">
    <w:name w:val="Table Text"/>
    <w:basedOn w:val="Normal"/>
    <w:qFormat/>
    <w:rsid w:val="0057518A"/>
    <w:pPr>
      <w:spacing w:before="40" w:after="40" w:line="240" w:lineRule="auto"/>
    </w:pPr>
    <w:rPr>
      <w:rFonts w:eastAsia="Franklin Gothic Medium"/>
      <w:color w:val="7F7F7F"/>
      <w:sz w:val="16"/>
      <w:szCs w:val="16"/>
    </w:rPr>
  </w:style>
  <w:style w:type="character" w:customStyle="1" w:styleId="apple-style-span">
    <w:name w:val="apple-style-span"/>
    <w:rsid w:val="0047196C"/>
    <w:rPr>
      <w:rFonts w:cs="Times New Roman"/>
    </w:rPr>
  </w:style>
  <w:style w:type="paragraph" w:customStyle="1" w:styleId="Default">
    <w:name w:val="Default"/>
    <w:rsid w:val="0078387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12">
    <w:name w:val="CM112"/>
    <w:basedOn w:val="Default"/>
    <w:next w:val="Default"/>
    <w:uiPriority w:val="99"/>
    <w:rsid w:val="00A13EAE"/>
    <w:pPr>
      <w:widowControl w:val="0"/>
      <w:spacing w:after="248"/>
    </w:pPr>
    <w:rPr>
      <w:rFonts w:ascii="Century Gothic" w:hAnsi="Century Gothic" w:cs="Arial Bold"/>
      <w:color w:val="auto"/>
    </w:rPr>
  </w:style>
  <w:style w:type="paragraph" w:customStyle="1" w:styleId="CM114">
    <w:name w:val="CM114"/>
    <w:basedOn w:val="Default"/>
    <w:next w:val="Default"/>
    <w:uiPriority w:val="99"/>
    <w:rsid w:val="00A13EAE"/>
    <w:pPr>
      <w:widowControl w:val="0"/>
      <w:spacing w:after="503"/>
    </w:pPr>
    <w:rPr>
      <w:rFonts w:ascii="Century Gothic" w:hAnsi="Century Gothic" w:cs="Arial Bold"/>
      <w:color w:val="auto"/>
    </w:rPr>
  </w:style>
  <w:style w:type="paragraph" w:customStyle="1" w:styleId="CM2">
    <w:name w:val="CM2"/>
    <w:basedOn w:val="Default"/>
    <w:next w:val="Default"/>
    <w:uiPriority w:val="99"/>
    <w:rsid w:val="00A13EAE"/>
    <w:pPr>
      <w:widowControl w:val="0"/>
      <w:spacing w:line="246" w:lineRule="atLeast"/>
    </w:pPr>
    <w:rPr>
      <w:rFonts w:ascii="Century Gothic" w:hAnsi="Century Gothic" w:cs="Arial Bold"/>
      <w:color w:val="auto"/>
    </w:rPr>
  </w:style>
  <w:style w:type="paragraph" w:customStyle="1" w:styleId="CM3">
    <w:name w:val="CM3"/>
    <w:basedOn w:val="Default"/>
    <w:next w:val="Default"/>
    <w:uiPriority w:val="99"/>
    <w:rsid w:val="00A13EAE"/>
    <w:pPr>
      <w:widowControl w:val="0"/>
      <w:spacing w:line="253" w:lineRule="atLeast"/>
    </w:pPr>
    <w:rPr>
      <w:rFonts w:ascii="Century Gothic" w:hAnsi="Century Gothic" w:cs="Arial Bold"/>
      <w:color w:val="auto"/>
    </w:rPr>
  </w:style>
  <w:style w:type="paragraph" w:customStyle="1" w:styleId="CM6">
    <w:name w:val="CM6"/>
    <w:basedOn w:val="Default"/>
    <w:next w:val="Default"/>
    <w:uiPriority w:val="99"/>
    <w:rsid w:val="00A13EAE"/>
    <w:pPr>
      <w:widowControl w:val="0"/>
      <w:spacing w:line="243" w:lineRule="atLeast"/>
    </w:pPr>
    <w:rPr>
      <w:rFonts w:ascii="Century Gothic" w:hAnsi="Century Gothic" w:cs="Arial Bold"/>
      <w:color w:val="auto"/>
    </w:rPr>
  </w:style>
  <w:style w:type="paragraph" w:customStyle="1" w:styleId="CM118">
    <w:name w:val="CM118"/>
    <w:basedOn w:val="Default"/>
    <w:next w:val="Default"/>
    <w:uiPriority w:val="99"/>
    <w:rsid w:val="00A13EAE"/>
    <w:pPr>
      <w:widowControl w:val="0"/>
      <w:spacing w:after="313"/>
    </w:pPr>
    <w:rPr>
      <w:rFonts w:ascii="Century Gothic" w:hAnsi="Century Gothic" w:cs="Arial Bold"/>
      <w:color w:val="auto"/>
    </w:rPr>
  </w:style>
  <w:style w:type="paragraph" w:customStyle="1" w:styleId="CM10">
    <w:name w:val="CM10"/>
    <w:basedOn w:val="Default"/>
    <w:next w:val="Default"/>
    <w:uiPriority w:val="99"/>
    <w:rsid w:val="00A13EAE"/>
    <w:pPr>
      <w:widowControl w:val="0"/>
    </w:pPr>
    <w:rPr>
      <w:rFonts w:ascii="Century Gothic" w:hAnsi="Century Gothic" w:cs="Arial Bold"/>
      <w:color w:val="auto"/>
    </w:rPr>
  </w:style>
  <w:style w:type="paragraph" w:customStyle="1" w:styleId="CM5">
    <w:name w:val="CM5"/>
    <w:basedOn w:val="Default"/>
    <w:next w:val="Default"/>
    <w:uiPriority w:val="99"/>
    <w:rsid w:val="00A13EAE"/>
    <w:pPr>
      <w:widowControl w:val="0"/>
      <w:spacing w:line="246" w:lineRule="atLeast"/>
    </w:pPr>
    <w:rPr>
      <w:rFonts w:ascii="Century Gothic" w:hAnsi="Century Gothic" w:cs="Arial Bold"/>
      <w:color w:val="auto"/>
    </w:rPr>
  </w:style>
  <w:style w:type="paragraph" w:customStyle="1" w:styleId="CM14">
    <w:name w:val="CM14"/>
    <w:basedOn w:val="Default"/>
    <w:next w:val="Default"/>
    <w:uiPriority w:val="99"/>
    <w:rsid w:val="00A13EAE"/>
    <w:pPr>
      <w:widowControl w:val="0"/>
      <w:spacing w:line="243" w:lineRule="atLeast"/>
    </w:pPr>
    <w:rPr>
      <w:rFonts w:ascii="Century Gothic" w:hAnsi="Century Gothic" w:cs="Arial Bold"/>
      <w:color w:val="auto"/>
    </w:rPr>
  </w:style>
  <w:style w:type="paragraph" w:customStyle="1" w:styleId="CM17">
    <w:name w:val="CM17"/>
    <w:basedOn w:val="Default"/>
    <w:next w:val="Default"/>
    <w:uiPriority w:val="99"/>
    <w:rsid w:val="00A13EAE"/>
    <w:pPr>
      <w:widowControl w:val="0"/>
      <w:spacing w:line="243" w:lineRule="atLeast"/>
    </w:pPr>
    <w:rPr>
      <w:rFonts w:ascii="Century Gothic" w:hAnsi="Century Gothic" w:cs="Arial Bold"/>
      <w:color w:val="auto"/>
    </w:rPr>
  </w:style>
  <w:style w:type="paragraph" w:customStyle="1" w:styleId="CM32">
    <w:name w:val="CM32"/>
    <w:basedOn w:val="Default"/>
    <w:next w:val="Default"/>
    <w:uiPriority w:val="99"/>
    <w:rsid w:val="00A13EAE"/>
    <w:pPr>
      <w:widowControl w:val="0"/>
      <w:spacing w:line="243" w:lineRule="atLeast"/>
    </w:pPr>
    <w:rPr>
      <w:rFonts w:ascii="Century Gothic" w:hAnsi="Century Gothic" w:cs="Arial Bold"/>
      <w:color w:val="auto"/>
    </w:rPr>
  </w:style>
  <w:style w:type="paragraph" w:customStyle="1" w:styleId="CM33">
    <w:name w:val="CM33"/>
    <w:basedOn w:val="Default"/>
    <w:next w:val="Default"/>
    <w:uiPriority w:val="99"/>
    <w:rsid w:val="00A13EAE"/>
    <w:pPr>
      <w:widowControl w:val="0"/>
      <w:spacing w:line="240" w:lineRule="atLeast"/>
    </w:pPr>
    <w:rPr>
      <w:rFonts w:ascii="Century Gothic" w:hAnsi="Century Gothic" w:cs="Arial Bold"/>
      <w:color w:val="auto"/>
    </w:rPr>
  </w:style>
  <w:style w:type="paragraph" w:customStyle="1" w:styleId="CM126">
    <w:name w:val="CM126"/>
    <w:basedOn w:val="Default"/>
    <w:next w:val="Default"/>
    <w:uiPriority w:val="99"/>
    <w:rsid w:val="00A13EAE"/>
    <w:pPr>
      <w:widowControl w:val="0"/>
      <w:spacing w:after="788"/>
    </w:pPr>
    <w:rPr>
      <w:rFonts w:ascii="Century Gothic" w:hAnsi="Century Gothic" w:cs="Arial Bold"/>
      <w:color w:val="auto"/>
    </w:rPr>
  </w:style>
  <w:style w:type="paragraph" w:styleId="BodyTextIndent2">
    <w:name w:val="Body Text Indent 2"/>
    <w:basedOn w:val="Normal"/>
    <w:link w:val="BodyTextIndent2Char"/>
    <w:rsid w:val="003559A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3559AC"/>
  </w:style>
  <w:style w:type="paragraph" w:styleId="BodyText3">
    <w:name w:val="Body Text 3"/>
    <w:basedOn w:val="Normal"/>
    <w:link w:val="BodyText3Char"/>
    <w:rsid w:val="00B40C59"/>
    <w:pPr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link w:val="BodyText3"/>
    <w:rsid w:val="00B40C59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D809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OC6">
    <w:name w:val="toc 6"/>
    <w:basedOn w:val="Normal"/>
    <w:next w:val="Normal"/>
    <w:autoRedefine/>
    <w:uiPriority w:val="39"/>
    <w:rsid w:val="008C5238"/>
    <w:pPr>
      <w:spacing w:after="0"/>
      <w:ind w:left="1100"/>
    </w:pPr>
    <w:rPr>
      <w:rFonts w:cs="Times New Roman"/>
      <w:sz w:val="18"/>
      <w:szCs w:val="21"/>
    </w:rPr>
  </w:style>
  <w:style w:type="paragraph" w:styleId="TOC7">
    <w:name w:val="toc 7"/>
    <w:basedOn w:val="Normal"/>
    <w:next w:val="Normal"/>
    <w:autoRedefine/>
    <w:uiPriority w:val="39"/>
    <w:rsid w:val="008C5238"/>
    <w:pPr>
      <w:spacing w:after="0"/>
      <w:ind w:left="1320"/>
    </w:pPr>
    <w:rPr>
      <w:rFonts w:cs="Times New Roman"/>
      <w:sz w:val="18"/>
      <w:szCs w:val="21"/>
    </w:rPr>
  </w:style>
  <w:style w:type="paragraph" w:styleId="TOC8">
    <w:name w:val="toc 8"/>
    <w:basedOn w:val="Normal"/>
    <w:next w:val="Normal"/>
    <w:autoRedefine/>
    <w:uiPriority w:val="39"/>
    <w:rsid w:val="008C5238"/>
    <w:pPr>
      <w:spacing w:after="0"/>
      <w:ind w:left="1540"/>
    </w:pPr>
    <w:rPr>
      <w:rFonts w:cs="Times New Roman"/>
      <w:sz w:val="18"/>
      <w:szCs w:val="21"/>
    </w:rPr>
  </w:style>
  <w:style w:type="paragraph" w:styleId="TOC9">
    <w:name w:val="toc 9"/>
    <w:basedOn w:val="Normal"/>
    <w:next w:val="Normal"/>
    <w:autoRedefine/>
    <w:uiPriority w:val="39"/>
    <w:rsid w:val="008C5238"/>
    <w:pPr>
      <w:spacing w:after="0"/>
      <w:ind w:left="1760"/>
    </w:pPr>
    <w:rPr>
      <w:rFonts w:cs="Times New Roman"/>
      <w:sz w:val="18"/>
      <w:szCs w:val="21"/>
    </w:rPr>
  </w:style>
  <w:style w:type="table" w:customStyle="1" w:styleId="LightList-Accent11">
    <w:name w:val="Light List - Accent 11"/>
    <w:basedOn w:val="TableNormal"/>
    <w:uiPriority w:val="61"/>
    <w:rsid w:val="00A9007F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styleId="MediumList1-Accent2">
    <w:name w:val="Medium List 1 Accent 2"/>
    <w:basedOn w:val="TableNormal"/>
    <w:uiPriority w:val="65"/>
    <w:rsid w:val="00C11035"/>
    <w:rPr>
      <w:rFonts w:ascii="Franklin Gothic Book" w:hAnsi="Franklin Gothic Book"/>
      <w:color w:val="000000"/>
      <w:sz w:val="18"/>
    </w:rPr>
    <w:tblPr>
      <w:tblStyleRowBandSize w:val="1"/>
      <w:tblStyleColBandSize w:val="1"/>
      <w:tblInd w:w="0" w:type="dxa"/>
      <w:tblBorders>
        <w:top w:val="single" w:sz="8" w:space="0" w:color="BF974D"/>
        <w:bottom w:val="single" w:sz="8" w:space="0" w:color="BF97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BF974D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BF974D"/>
          <w:bottom w:val="single" w:sz="8" w:space="0" w:color="BF97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F974D"/>
          <w:bottom w:val="single" w:sz="8" w:space="0" w:color="BF974D"/>
        </w:tcBorders>
      </w:tcPr>
    </w:tblStylePr>
    <w:tblStylePr w:type="band1Vert">
      <w:tblPr/>
      <w:tcPr>
        <w:shd w:val="clear" w:color="auto" w:fill="EFE5D2"/>
      </w:tcPr>
    </w:tblStylePr>
    <w:tblStylePr w:type="band1Horz">
      <w:tblPr/>
      <w:tcPr>
        <w:shd w:val="clear" w:color="auto" w:fill="EFE5D2"/>
      </w:tcPr>
    </w:tblStylePr>
  </w:style>
  <w:style w:type="table" w:styleId="MediumList1-Accent3">
    <w:name w:val="Medium List 1 Accent 3"/>
    <w:basedOn w:val="TableNormal"/>
    <w:uiPriority w:val="65"/>
    <w:rsid w:val="00014E55"/>
    <w:rPr>
      <w:color w:val="000000"/>
    </w:rPr>
    <w:tblPr>
      <w:tblStyleRowBandSize w:val="1"/>
      <w:tblStyleColBandSize w:val="1"/>
      <w:tblInd w:w="0" w:type="dxa"/>
      <w:tblBorders>
        <w:top w:val="single" w:sz="8" w:space="0" w:color="928B70"/>
        <w:bottom w:val="single" w:sz="8" w:space="0" w:color="928B7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928B70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928B70"/>
          <w:bottom w:val="single" w:sz="8" w:space="0" w:color="928B7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28B70"/>
          <w:bottom w:val="single" w:sz="8" w:space="0" w:color="928B70"/>
        </w:tcBorders>
      </w:tcPr>
    </w:tblStylePr>
    <w:tblStylePr w:type="band1Vert">
      <w:tblPr/>
      <w:tcPr>
        <w:shd w:val="clear" w:color="auto" w:fill="E4E2DB"/>
      </w:tcPr>
    </w:tblStylePr>
    <w:tblStylePr w:type="band1Horz">
      <w:tblPr/>
      <w:tcPr>
        <w:shd w:val="clear" w:color="auto" w:fill="E4E2DB"/>
      </w:tcPr>
    </w:tblStylePr>
  </w:style>
  <w:style w:type="table" w:styleId="TableProfessional">
    <w:name w:val="Table Professional"/>
    <w:basedOn w:val="TableNormal"/>
    <w:rsid w:val="00014E5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ightList-Accent4">
    <w:name w:val="Light List Accent 4"/>
    <w:basedOn w:val="TableNormal"/>
    <w:uiPriority w:val="61"/>
    <w:rsid w:val="00480914"/>
    <w:tblPr>
      <w:tblStyleRowBandSize w:val="1"/>
      <w:tblStyleColBandSize w:val="1"/>
      <w:tblInd w:w="0" w:type="dxa"/>
      <w:tblBorders>
        <w:top w:val="single" w:sz="8" w:space="0" w:color="87706B"/>
        <w:left w:val="single" w:sz="8" w:space="0" w:color="87706B"/>
        <w:bottom w:val="single" w:sz="8" w:space="0" w:color="87706B"/>
        <w:right w:val="single" w:sz="8" w:space="0" w:color="87706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7706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706B"/>
          <w:left w:val="single" w:sz="8" w:space="0" w:color="87706B"/>
          <w:bottom w:val="single" w:sz="8" w:space="0" w:color="87706B"/>
          <w:right w:val="single" w:sz="8" w:space="0" w:color="8770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7706B"/>
          <w:left w:val="single" w:sz="8" w:space="0" w:color="87706B"/>
          <w:bottom w:val="single" w:sz="8" w:space="0" w:color="87706B"/>
          <w:right w:val="single" w:sz="8" w:space="0" w:color="87706B"/>
        </w:tcBorders>
      </w:tcPr>
    </w:tblStylePr>
    <w:tblStylePr w:type="band1Horz">
      <w:tblPr/>
      <w:tcPr>
        <w:tcBorders>
          <w:top w:val="single" w:sz="8" w:space="0" w:color="87706B"/>
          <w:left w:val="single" w:sz="8" w:space="0" w:color="87706B"/>
          <w:bottom w:val="single" w:sz="8" w:space="0" w:color="87706B"/>
          <w:right w:val="single" w:sz="8" w:space="0" w:color="87706B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6A6203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Style1">
    <w:name w:val="Style1"/>
    <w:basedOn w:val="TableSimple1"/>
    <w:uiPriority w:val="99"/>
    <w:rsid w:val="00787C09"/>
    <w:rPr>
      <w:rFonts w:cs="Franklin Gothic Medium"/>
    </w:rPr>
    <w:tblPr>
      <w:jc w:val="center"/>
      <w:tblInd w:w="0" w:type="dxa"/>
      <w:tblBorders>
        <w:top w:val="single" w:sz="12" w:space="0" w:color="B9583D"/>
        <w:bottom w:val="single" w:sz="12" w:space="0" w:color="B9583D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3E0DC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ediumShading2-Accent5">
    <w:name w:val="Medium Shading 2 Accent 5"/>
    <w:basedOn w:val="TableNormal"/>
    <w:uiPriority w:val="64"/>
    <w:rsid w:val="00787C09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734E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734E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734E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Simple1">
    <w:name w:val="Table Simple 1"/>
    <w:basedOn w:val="TableNormal"/>
    <w:rsid w:val="00787C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787C09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4971B1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4">
    <w:name w:val="Table Grid 4"/>
    <w:basedOn w:val="TableNormal"/>
    <w:rsid w:val="00D006F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2">
    <w:name w:val="Style2"/>
    <w:basedOn w:val="TableNormal"/>
    <w:uiPriority w:val="99"/>
    <w:rsid w:val="008D19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FB15C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link w:val="BodyTextIndent3"/>
    <w:rsid w:val="00FB15C0"/>
    <w:rPr>
      <w:rFonts w:ascii="Times New Roman" w:eastAsia="Times New Roman" w:hAnsi="Times New Roman" w:cs="Times New Roman"/>
      <w:sz w:val="16"/>
      <w:szCs w:val="16"/>
    </w:rPr>
  </w:style>
  <w:style w:type="paragraph" w:customStyle="1" w:styleId="CM58">
    <w:name w:val="CM58"/>
    <w:basedOn w:val="Default"/>
    <w:next w:val="Default"/>
    <w:uiPriority w:val="99"/>
    <w:rsid w:val="00794097"/>
    <w:pPr>
      <w:widowControl w:val="0"/>
      <w:spacing w:after="413"/>
    </w:pPr>
    <w:rPr>
      <w:rFonts w:ascii="Arial" w:hAnsi="Arial" w:cs="Arial"/>
      <w:color w:val="auto"/>
    </w:rPr>
  </w:style>
  <w:style w:type="paragraph" w:customStyle="1" w:styleId="CM59">
    <w:name w:val="CM59"/>
    <w:basedOn w:val="Default"/>
    <w:next w:val="Default"/>
    <w:uiPriority w:val="99"/>
    <w:rsid w:val="00CD76C8"/>
    <w:pPr>
      <w:widowControl w:val="0"/>
      <w:spacing w:after="278"/>
    </w:pPr>
    <w:rPr>
      <w:rFonts w:ascii="Arial" w:hAnsi="Arial" w:cs="Arial"/>
      <w:color w:val="auto"/>
    </w:rPr>
  </w:style>
  <w:style w:type="paragraph" w:customStyle="1" w:styleId="CM1">
    <w:name w:val="CM1"/>
    <w:basedOn w:val="Default"/>
    <w:next w:val="Default"/>
    <w:uiPriority w:val="99"/>
    <w:rsid w:val="00564C7F"/>
    <w:pPr>
      <w:widowControl w:val="0"/>
    </w:pPr>
    <w:rPr>
      <w:rFonts w:ascii="Arial" w:hAnsi="Arial" w:cs="Arial"/>
      <w:color w:val="auto"/>
    </w:rPr>
  </w:style>
  <w:style w:type="paragraph" w:customStyle="1" w:styleId="CM7">
    <w:name w:val="CM7"/>
    <w:basedOn w:val="Default"/>
    <w:next w:val="Default"/>
    <w:uiPriority w:val="99"/>
    <w:rsid w:val="00C843BC"/>
    <w:pPr>
      <w:spacing w:line="240" w:lineRule="atLeast"/>
    </w:pPr>
    <w:rPr>
      <w:rFonts w:ascii="Helvetica" w:hAnsi="Helvetica"/>
      <w:color w:val="auto"/>
    </w:rPr>
  </w:style>
  <w:style w:type="character" w:customStyle="1" w:styleId="EndnoteTextChar">
    <w:name w:val="Endnote Text Char"/>
    <w:basedOn w:val="DefaultParagraphFont"/>
    <w:link w:val="EndnoteText"/>
    <w:semiHidden/>
    <w:rsid w:val="00327B75"/>
  </w:style>
  <w:style w:type="character" w:customStyle="1" w:styleId="FootnoteTextChar">
    <w:name w:val="Footnote Text Char"/>
    <w:basedOn w:val="DefaultParagraphFont"/>
    <w:link w:val="FootnoteText"/>
    <w:rsid w:val="00327B75"/>
  </w:style>
  <w:style w:type="character" w:customStyle="1" w:styleId="MacroTextChar">
    <w:name w:val="Macro Text Char"/>
    <w:link w:val="MacroText"/>
    <w:semiHidden/>
    <w:rsid w:val="00327B75"/>
    <w:rPr>
      <w:rFonts w:ascii="Courier New" w:hAnsi="Courier New"/>
    </w:rPr>
  </w:style>
  <w:style w:type="table" w:customStyle="1" w:styleId="LightList-Accent111">
    <w:name w:val="Light List - Accent 111"/>
    <w:basedOn w:val="TableNormal"/>
    <w:uiPriority w:val="61"/>
    <w:rsid w:val="00553E5E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customStyle="1" w:styleId="MediumList1-Accent111">
    <w:name w:val="Medium List 1 - Accent 111"/>
    <w:basedOn w:val="TableNormal"/>
    <w:uiPriority w:val="65"/>
    <w:rsid w:val="00553E5E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Wingdings 3" w:eastAsia="Times New Roman" w:hAnsi="Wingdings 3" w:cs="Wingdings 2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MediumShading2-Accent111">
    <w:name w:val="Medium Shading 2 - Accent 111"/>
    <w:basedOn w:val="TableNormal"/>
    <w:uiPriority w:val="64"/>
    <w:rsid w:val="00553E5E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List-Accent12">
    <w:name w:val="Light List - Accent 12"/>
    <w:basedOn w:val="TableNormal"/>
    <w:uiPriority w:val="61"/>
    <w:rsid w:val="00553E5E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customStyle="1" w:styleId="MediumList1-Accent12">
    <w:name w:val="Medium List 1 - Accent 12"/>
    <w:basedOn w:val="TableNormal"/>
    <w:uiPriority w:val="65"/>
    <w:rsid w:val="00553E5E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MediumShading2-Accent12">
    <w:name w:val="Medium Shading 2 - Accent 12"/>
    <w:basedOn w:val="TableNormal"/>
    <w:uiPriority w:val="64"/>
    <w:rsid w:val="00553E5E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st">
    <w:name w:val="st"/>
    <w:rsid w:val="00B6079D"/>
  </w:style>
  <w:style w:type="character" w:customStyle="1" w:styleId="apple-converted-space">
    <w:name w:val="apple-converted-space"/>
    <w:rsid w:val="00B6079D"/>
  </w:style>
  <w:style w:type="table" w:customStyle="1" w:styleId="LightList-Accent13">
    <w:name w:val="Light List - Accent 13"/>
    <w:basedOn w:val="TableNormal"/>
    <w:uiPriority w:val="61"/>
    <w:rsid w:val="00592582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customStyle="1" w:styleId="MediumList1-Accent13">
    <w:name w:val="Medium List 1 - Accent 13"/>
    <w:basedOn w:val="TableNormal"/>
    <w:uiPriority w:val="65"/>
    <w:rsid w:val="00592582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MediumShading2-Accent13">
    <w:name w:val="Medium Shading 2 - Accent 13"/>
    <w:basedOn w:val="TableNormal"/>
    <w:uiPriority w:val="64"/>
    <w:rsid w:val="00592582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592582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Times New Roman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592582"/>
    <w:rPr>
      <w:rFonts w:ascii="Arial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592582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Times New Roman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592582"/>
    <w:rPr>
      <w:rFonts w:ascii="Arial" w:hAnsi="Arial" w:cs="Times New Roman"/>
      <w:vanish/>
      <w:sz w:val="16"/>
      <w:szCs w:val="16"/>
    </w:rPr>
  </w:style>
  <w:style w:type="character" w:customStyle="1" w:styleId="gt-ft-text">
    <w:name w:val="gt-ft-text"/>
    <w:basedOn w:val="DefaultParagraphFont"/>
    <w:rsid w:val="00592582"/>
  </w:style>
  <w:style w:type="character" w:customStyle="1" w:styleId="hps">
    <w:name w:val="hps"/>
    <w:basedOn w:val="DefaultParagraphFont"/>
    <w:rsid w:val="00592582"/>
  </w:style>
  <w:style w:type="character" w:customStyle="1" w:styleId="longtext">
    <w:name w:val="long_text"/>
    <w:basedOn w:val="DefaultParagraphFont"/>
    <w:rsid w:val="00592582"/>
  </w:style>
  <w:style w:type="character" w:styleId="FollowedHyperlink">
    <w:name w:val="FollowedHyperlink"/>
    <w:uiPriority w:val="99"/>
    <w:unhideWhenUsed/>
    <w:rsid w:val="00592582"/>
    <w:rPr>
      <w:color w:val="800080"/>
      <w:u w:val="single"/>
    </w:rPr>
  </w:style>
  <w:style w:type="character" w:customStyle="1" w:styleId="CharChar">
    <w:name w:val="Char Char"/>
    <w:rsid w:val="00592582"/>
    <w:rPr>
      <w:rFonts w:ascii="Arial" w:eastAsia="Calibri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z-TopofFormChar1">
    <w:name w:val="z-Top of Form Char1"/>
    <w:basedOn w:val="DefaultParagraphFont"/>
    <w:uiPriority w:val="99"/>
    <w:rsid w:val="008E19A9"/>
    <w:rPr>
      <w:rFonts w:ascii="Arial" w:hAnsi="Arial" w:cs="Arial"/>
      <w:vanish/>
      <w:sz w:val="16"/>
      <w:szCs w:val="16"/>
    </w:rPr>
  </w:style>
  <w:style w:type="character" w:customStyle="1" w:styleId="z-BottomofFormChar1">
    <w:name w:val="z-Bottom of Form Char1"/>
    <w:basedOn w:val="DefaultParagraphFont"/>
    <w:uiPriority w:val="99"/>
    <w:rsid w:val="008E19A9"/>
    <w:rPr>
      <w:rFonts w:ascii="Arial" w:hAnsi="Arial" w:cs="Arial"/>
      <w:vanish/>
      <w:sz w:val="16"/>
      <w:szCs w:val="16"/>
    </w:rPr>
  </w:style>
  <w:style w:type="paragraph" w:customStyle="1" w:styleId="CharCharCharCharCharCharCharCharCharChar">
    <w:name w:val="Char Char Char Char Char Char Char Char Char Char"/>
    <w:basedOn w:val="Normal"/>
    <w:next w:val="Normal"/>
    <w:rsid w:val="005B3F08"/>
    <w:pPr>
      <w:spacing w:after="160" w:line="240" w:lineRule="exact"/>
    </w:pPr>
    <w:rPr>
      <w:rFonts w:ascii="Tahoma" w:hAnsi="Tahoma" w:cs="Simplified Arabic"/>
      <w:bCs/>
      <w:sz w:val="24"/>
      <w:szCs w:val="28"/>
      <w:lang w:val="en-GB"/>
    </w:rPr>
  </w:style>
  <w:style w:type="paragraph" w:customStyle="1" w:styleId="a">
    <w:name w:val="سرد الفقرات"/>
    <w:basedOn w:val="Normal"/>
    <w:qFormat/>
    <w:rsid w:val="005B3F08"/>
    <w:pPr>
      <w:bidi/>
      <w:ind w:left="720"/>
      <w:contextualSpacing/>
    </w:pPr>
    <w:rPr>
      <w:rFonts w:ascii="Calibri" w:eastAsia="Calibri" w:hAnsi="Calibri" w:cs="Arial"/>
    </w:rPr>
  </w:style>
  <w:style w:type="character" w:customStyle="1" w:styleId="hpsatn">
    <w:name w:val="hps atn"/>
    <w:basedOn w:val="DefaultParagraphFont"/>
    <w:rsid w:val="005B3F08"/>
  </w:style>
  <w:style w:type="table" w:customStyle="1" w:styleId="LightList-Accent14">
    <w:name w:val="Light List - Accent 14"/>
    <w:basedOn w:val="TableNormal"/>
    <w:uiPriority w:val="61"/>
    <w:rsid w:val="000E6D86"/>
    <w:tblPr>
      <w:tblStyleRowBandSize w:val="1"/>
      <w:tblStyleColBandSize w:val="1"/>
      <w:tblInd w:w="0" w:type="dxa"/>
      <w:tblBorders>
        <w:top w:val="single" w:sz="8" w:space="0" w:color="C66951"/>
        <w:left w:val="single" w:sz="8" w:space="0" w:color="C66951"/>
        <w:bottom w:val="single" w:sz="8" w:space="0" w:color="C66951"/>
        <w:right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6695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  <w:tblStylePr w:type="band1Horz">
      <w:tblPr/>
      <w:tcPr>
        <w:tcBorders>
          <w:top w:val="single" w:sz="8" w:space="0" w:color="C66951"/>
          <w:left w:val="single" w:sz="8" w:space="0" w:color="C66951"/>
          <w:bottom w:val="single" w:sz="8" w:space="0" w:color="C66951"/>
          <w:right w:val="single" w:sz="8" w:space="0" w:color="C66951"/>
        </w:tcBorders>
      </w:tcPr>
    </w:tblStylePr>
  </w:style>
  <w:style w:type="table" w:customStyle="1" w:styleId="MediumList1-Accent14">
    <w:name w:val="Medium List 1 - Accent 14"/>
    <w:basedOn w:val="TableNormal"/>
    <w:uiPriority w:val="65"/>
    <w:rsid w:val="000E6D86"/>
    <w:rPr>
      <w:color w:val="000000"/>
    </w:rPr>
    <w:tblPr>
      <w:tblStyleRowBandSize w:val="1"/>
      <w:tblStyleColBandSize w:val="1"/>
      <w:tblInd w:w="0" w:type="dxa"/>
      <w:tblBorders>
        <w:top w:val="single" w:sz="8" w:space="0" w:color="C66951"/>
        <w:bottom w:val="single" w:sz="8" w:space="0" w:color="C6695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Garamond" w:eastAsia="Times New Roman" w:hAnsi="Garamond" w:cs="Franklin Gothic Book"/>
      </w:rPr>
      <w:tblPr/>
      <w:tcPr>
        <w:tcBorders>
          <w:top w:val="nil"/>
          <w:bottom w:val="single" w:sz="8" w:space="0" w:color="C66951"/>
        </w:tcBorders>
      </w:tcPr>
    </w:tblStylePr>
    <w:tblStylePr w:type="lastRow">
      <w:rPr>
        <w:b/>
        <w:bCs/>
        <w:color w:val="534949"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6951"/>
          <w:bottom w:val="single" w:sz="8" w:space="0" w:color="C66951"/>
        </w:tcBorders>
      </w:tcPr>
    </w:tblStylePr>
    <w:tblStylePr w:type="band1Vert">
      <w:tblPr/>
      <w:tcPr>
        <w:shd w:val="clear" w:color="auto" w:fill="F1D9D3"/>
      </w:tcPr>
    </w:tblStylePr>
    <w:tblStylePr w:type="band1Horz">
      <w:tblPr/>
      <w:tcPr>
        <w:shd w:val="clear" w:color="auto" w:fill="F1D9D3"/>
      </w:tcPr>
    </w:tblStylePr>
  </w:style>
  <w:style w:type="table" w:customStyle="1" w:styleId="MediumShading2-Accent14">
    <w:name w:val="Medium Shading 2 - Accent 14"/>
    <w:basedOn w:val="TableNormal"/>
    <w:uiPriority w:val="64"/>
    <w:rsid w:val="000E6D86"/>
    <w:tblPr>
      <w:tblStyleRowBandSize w:val="1"/>
      <w:tblStyleColBandSize w:val="1"/>
      <w:tblInd w:w="0" w:type="dxa"/>
      <w:tblBorders>
        <w:top w:val="single" w:sz="8" w:space="0" w:color="D18671"/>
        <w:bottom w:val="single" w:sz="8" w:space="0" w:color="D186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695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695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562909"/>
    <w:rPr>
      <w:sz w:val="22"/>
      <w:szCs w:val="22"/>
    </w:rPr>
  </w:style>
  <w:style w:type="paragraph" w:customStyle="1" w:styleId="CM95">
    <w:name w:val="CM95"/>
    <w:basedOn w:val="Normal"/>
    <w:next w:val="Normal"/>
    <w:uiPriority w:val="99"/>
    <w:rsid w:val="006B5A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Figure">
    <w:name w:val="Figure"/>
    <w:basedOn w:val="Normal"/>
    <w:link w:val="FigureChar"/>
    <w:autoRedefine/>
    <w:qFormat/>
    <w:rsid w:val="00681E6B"/>
    <w:pPr>
      <w:keepNext/>
      <w:keepLines/>
    </w:pPr>
    <w:rPr>
      <w:b/>
      <w:bCs/>
      <w:szCs w:val="24"/>
    </w:rPr>
  </w:style>
  <w:style w:type="paragraph" w:customStyle="1" w:styleId="Photo">
    <w:name w:val="Photo"/>
    <w:basedOn w:val="Normal"/>
    <w:link w:val="PhotoChar"/>
    <w:qFormat/>
    <w:rsid w:val="0021768E"/>
    <w:pPr>
      <w:keepNext/>
      <w:keepLines/>
    </w:pPr>
    <w:rPr>
      <w:b/>
      <w:bCs/>
      <w:szCs w:val="24"/>
    </w:rPr>
  </w:style>
  <w:style w:type="character" w:customStyle="1" w:styleId="FigureChar">
    <w:name w:val="Figure Char"/>
    <w:basedOn w:val="DefaultParagraphFont"/>
    <w:link w:val="Figure"/>
    <w:rsid w:val="00681E6B"/>
    <w:rPr>
      <w:b/>
      <w:bCs/>
      <w:sz w:val="22"/>
      <w:szCs w:val="24"/>
    </w:rPr>
  </w:style>
  <w:style w:type="paragraph" w:customStyle="1" w:styleId="Tables">
    <w:name w:val="Tables"/>
    <w:basedOn w:val="Normal"/>
    <w:link w:val="TablesChar"/>
    <w:qFormat/>
    <w:rsid w:val="008C6BBD"/>
    <w:pPr>
      <w:keepNext/>
      <w:keepLines/>
      <w:spacing w:after="0" w:line="240" w:lineRule="auto"/>
      <w:ind w:right="1089"/>
      <w:jc w:val="both"/>
      <w:outlineLvl w:val="3"/>
    </w:pPr>
    <w:rPr>
      <w:rFonts w:cs="Arial"/>
    </w:rPr>
  </w:style>
  <w:style w:type="character" w:customStyle="1" w:styleId="PhotoChar">
    <w:name w:val="Photo Char"/>
    <w:basedOn w:val="DefaultParagraphFont"/>
    <w:link w:val="Photo"/>
    <w:rsid w:val="0021768E"/>
    <w:rPr>
      <w:b/>
      <w:bCs/>
      <w:sz w:val="22"/>
      <w:szCs w:val="24"/>
    </w:rPr>
  </w:style>
  <w:style w:type="paragraph" w:customStyle="1" w:styleId="Style3">
    <w:name w:val="Style3"/>
    <w:basedOn w:val="Tables"/>
    <w:link w:val="Style3Char"/>
    <w:qFormat/>
    <w:rsid w:val="008C6BBD"/>
  </w:style>
  <w:style w:type="character" w:customStyle="1" w:styleId="TablesChar">
    <w:name w:val="Tables Char"/>
    <w:basedOn w:val="DefaultParagraphFont"/>
    <w:link w:val="Tables"/>
    <w:rsid w:val="008C6BBD"/>
    <w:rPr>
      <w:rFonts w:cs="Arial"/>
      <w:sz w:val="22"/>
      <w:szCs w:val="22"/>
    </w:rPr>
  </w:style>
  <w:style w:type="paragraph" w:customStyle="1" w:styleId="EnasTables">
    <w:name w:val="Enas Tables"/>
    <w:basedOn w:val="Style3"/>
    <w:link w:val="EnasTablesChar"/>
    <w:autoRedefine/>
    <w:rsid w:val="00000974"/>
    <w:pPr>
      <w:ind w:right="0"/>
    </w:pPr>
  </w:style>
  <w:style w:type="character" w:customStyle="1" w:styleId="Style3Char">
    <w:name w:val="Style3 Char"/>
    <w:basedOn w:val="TablesChar"/>
    <w:link w:val="Style3"/>
    <w:rsid w:val="008C6BBD"/>
    <w:rPr>
      <w:rFonts w:cs="Arial"/>
      <w:sz w:val="22"/>
      <w:szCs w:val="22"/>
    </w:rPr>
  </w:style>
  <w:style w:type="paragraph" w:customStyle="1" w:styleId="EnasTable1">
    <w:name w:val="Enas Table 1"/>
    <w:basedOn w:val="EnasTables"/>
    <w:link w:val="EnasTable1Char"/>
    <w:rsid w:val="00F97940"/>
  </w:style>
  <w:style w:type="character" w:customStyle="1" w:styleId="EnasTablesChar">
    <w:name w:val="Enas Tables Char"/>
    <w:basedOn w:val="Style3Char"/>
    <w:link w:val="EnasTables"/>
    <w:rsid w:val="00000974"/>
    <w:rPr>
      <w:rFonts w:cs="Arial"/>
      <w:sz w:val="22"/>
      <w:szCs w:val="22"/>
    </w:rPr>
  </w:style>
  <w:style w:type="paragraph" w:customStyle="1" w:styleId="Enas2Table">
    <w:name w:val="Enas2 Table"/>
    <w:basedOn w:val="EnasTables"/>
    <w:link w:val="Enas2TableChar"/>
    <w:autoRedefine/>
    <w:qFormat/>
    <w:rsid w:val="002833EC"/>
    <w:pPr>
      <w:ind w:right="1134"/>
    </w:pPr>
  </w:style>
  <w:style w:type="character" w:customStyle="1" w:styleId="EnasTable1Char">
    <w:name w:val="Enas Table 1 Char"/>
    <w:basedOn w:val="EnasTablesChar"/>
    <w:link w:val="EnasTable1"/>
    <w:rsid w:val="00F97940"/>
    <w:rPr>
      <w:rFonts w:cs="Arial"/>
      <w:sz w:val="22"/>
      <w:szCs w:val="22"/>
    </w:rPr>
  </w:style>
  <w:style w:type="character" w:customStyle="1" w:styleId="Enas2TableChar">
    <w:name w:val="Enas2 Table Char"/>
    <w:basedOn w:val="EnasTablesChar"/>
    <w:link w:val="Enas2Table"/>
    <w:rsid w:val="002833EC"/>
    <w:rPr>
      <w:rFonts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938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027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801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669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770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418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3689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855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5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5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6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56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0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09" Type="http://schemas.openxmlformats.org/officeDocument/2006/relationships/image" Target="media/image80.png"/><Relationship Id="rId3" Type="http://schemas.openxmlformats.org/officeDocument/2006/relationships/customXml" Target="../customXml/item3.xml"/><Relationship Id="rId112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08" Type="http://schemas.openxmlformats.org/officeDocument/2006/relationships/image" Target="media/image70.jpeg"/><Relationship Id="rId11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07" Type="http://schemas.openxmlformats.org/officeDocument/2006/relationships/image" Target="media/image40.png"/><Relationship Id="rId111" Type="http://schemas.openxmlformats.org/officeDocument/2006/relationships/image" Target="media/image42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110" Type="http://schemas.openxmlformats.org/officeDocument/2006/relationships/image" Target="media/image41.png"/><Relationship Id="rId115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6" Type="http://schemas.openxmlformats.org/officeDocument/2006/relationships/image" Target="media/image60.png"/><Relationship Id="rId114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113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.%20Enas%20Saleh\AppData\Roaming\Microsoft\Templates\BusinessReport_Office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09F5C0-9749-472E-8731-0843FB17C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98CDBF-4A2D-40D5-A12E-23C8C754F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BusinessReport_Office2010</Template>
  <TotalTime>0</TotalTime>
  <Pages>26</Pages>
  <Words>7975</Words>
  <Characters>45460</Characters>
  <Application>Microsoft Office Word</Application>
  <DocSecurity>0</DocSecurity>
  <Lines>378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53329</CharactersWithSpaces>
  <SharedDoc>false</SharedDoc>
  <HLinks>
    <vt:vector size="1374" baseType="variant">
      <vt:variant>
        <vt:i4>1048638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_Toc327021841</vt:lpwstr>
      </vt:variant>
      <vt:variant>
        <vt:i4>1048638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_Toc327021840</vt:lpwstr>
      </vt:variant>
      <vt:variant>
        <vt:i4>1507390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_Toc327021839</vt:lpwstr>
      </vt:variant>
      <vt:variant>
        <vt:i4>1507390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_Toc327021838</vt:lpwstr>
      </vt:variant>
      <vt:variant>
        <vt:i4>1507390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_Toc327021837</vt:lpwstr>
      </vt:variant>
      <vt:variant>
        <vt:i4>1507390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_Toc327021836</vt:lpwstr>
      </vt:variant>
      <vt:variant>
        <vt:i4>1507390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_Toc327021835</vt:lpwstr>
      </vt:variant>
      <vt:variant>
        <vt:i4>1507390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_Toc327021834</vt:lpwstr>
      </vt:variant>
      <vt:variant>
        <vt:i4>1507390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_Toc327021833</vt:lpwstr>
      </vt:variant>
      <vt:variant>
        <vt:i4>1507390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_Toc327021832</vt:lpwstr>
      </vt:variant>
      <vt:variant>
        <vt:i4>1507390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_Toc327021831</vt:lpwstr>
      </vt:variant>
      <vt:variant>
        <vt:i4>1507390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_Toc327021830</vt:lpwstr>
      </vt:variant>
      <vt:variant>
        <vt:i4>1441854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_Toc327021829</vt:lpwstr>
      </vt:variant>
      <vt:variant>
        <vt:i4>1441854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_Toc327021828</vt:lpwstr>
      </vt:variant>
      <vt:variant>
        <vt:i4>1441854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_Toc327021827</vt:lpwstr>
      </vt:variant>
      <vt:variant>
        <vt:i4>1441854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_Toc327021826</vt:lpwstr>
      </vt:variant>
      <vt:variant>
        <vt:i4>1441854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_Toc327021825</vt:lpwstr>
      </vt:variant>
      <vt:variant>
        <vt:i4>1441854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_Toc327021824</vt:lpwstr>
      </vt:variant>
      <vt:variant>
        <vt:i4>1441854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_Toc327021823</vt:lpwstr>
      </vt:variant>
      <vt:variant>
        <vt:i4>1441854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_Toc327021822</vt:lpwstr>
      </vt:variant>
      <vt:variant>
        <vt:i4>1441854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_Toc327021821</vt:lpwstr>
      </vt:variant>
      <vt:variant>
        <vt:i4>1441854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_Toc327021820</vt:lpwstr>
      </vt:variant>
      <vt:variant>
        <vt:i4>1376318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_Toc327021819</vt:lpwstr>
      </vt:variant>
      <vt:variant>
        <vt:i4>1376318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_Toc327021818</vt:lpwstr>
      </vt:variant>
      <vt:variant>
        <vt:i4>1376318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_Toc327021817</vt:lpwstr>
      </vt:variant>
      <vt:variant>
        <vt:i4>1376318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_Toc327021816</vt:lpwstr>
      </vt:variant>
      <vt:variant>
        <vt:i4>1376318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_Toc327021815</vt:lpwstr>
      </vt:variant>
      <vt:variant>
        <vt:i4>1376318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_Toc327021814</vt:lpwstr>
      </vt:variant>
      <vt:variant>
        <vt:i4>1376318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_Toc327021813</vt:lpwstr>
      </vt:variant>
      <vt:variant>
        <vt:i4>1376318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_Toc327021812</vt:lpwstr>
      </vt:variant>
      <vt:variant>
        <vt:i4>1376318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_Toc327021811</vt:lpwstr>
      </vt:variant>
      <vt:variant>
        <vt:i4>1376318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_Toc327021810</vt:lpwstr>
      </vt:variant>
      <vt:variant>
        <vt:i4>1310782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_Toc327021809</vt:lpwstr>
      </vt:variant>
      <vt:variant>
        <vt:i4>1310782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_Toc327021808</vt:lpwstr>
      </vt:variant>
      <vt:variant>
        <vt:i4>1310782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_Toc327021807</vt:lpwstr>
      </vt:variant>
      <vt:variant>
        <vt:i4>1310782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_Toc327021806</vt:lpwstr>
      </vt:variant>
      <vt:variant>
        <vt:i4>1310782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_Toc327021805</vt:lpwstr>
      </vt:variant>
      <vt:variant>
        <vt:i4>1310782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_Toc327021804</vt:lpwstr>
      </vt:variant>
      <vt:variant>
        <vt:i4>1310782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_Toc327021803</vt:lpwstr>
      </vt:variant>
      <vt:variant>
        <vt:i4>1310782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_Toc327021802</vt:lpwstr>
      </vt:variant>
      <vt:variant>
        <vt:i4>1310782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_Toc327021801</vt:lpwstr>
      </vt:variant>
      <vt:variant>
        <vt:i4>1310782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_Toc327021800</vt:lpwstr>
      </vt:variant>
      <vt:variant>
        <vt:i4>1900593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_Toc327021799</vt:lpwstr>
      </vt:variant>
      <vt:variant>
        <vt:i4>1900593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_Toc327021798</vt:lpwstr>
      </vt:variant>
      <vt:variant>
        <vt:i4>1900593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_Toc327021797</vt:lpwstr>
      </vt:variant>
      <vt:variant>
        <vt:i4>1900593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_Toc327021796</vt:lpwstr>
      </vt:variant>
      <vt:variant>
        <vt:i4>1900593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_Toc327021795</vt:lpwstr>
      </vt:variant>
      <vt:variant>
        <vt:i4>1900593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_Toc327021794</vt:lpwstr>
      </vt:variant>
      <vt:variant>
        <vt:i4>1900593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_Toc327021793</vt:lpwstr>
      </vt:variant>
      <vt:variant>
        <vt:i4>1900593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_Toc327021792</vt:lpwstr>
      </vt:variant>
      <vt:variant>
        <vt:i4>1900593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_Toc327021791</vt:lpwstr>
      </vt:variant>
      <vt:variant>
        <vt:i4>1900593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_Toc327021790</vt:lpwstr>
      </vt:variant>
      <vt:variant>
        <vt:i4>1835057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_Toc327021789</vt:lpwstr>
      </vt:variant>
      <vt:variant>
        <vt:i4>1835057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_Toc327021788</vt:lpwstr>
      </vt:variant>
      <vt:variant>
        <vt:i4>1835057</vt:i4>
      </vt:variant>
      <vt:variant>
        <vt:i4>1046</vt:i4>
      </vt:variant>
      <vt:variant>
        <vt:i4>0</vt:i4>
      </vt:variant>
      <vt:variant>
        <vt:i4>5</vt:i4>
      </vt:variant>
      <vt:variant>
        <vt:lpwstr/>
      </vt:variant>
      <vt:variant>
        <vt:lpwstr>_Toc327021787</vt:lpwstr>
      </vt:variant>
      <vt:variant>
        <vt:i4>1835057</vt:i4>
      </vt:variant>
      <vt:variant>
        <vt:i4>1040</vt:i4>
      </vt:variant>
      <vt:variant>
        <vt:i4>0</vt:i4>
      </vt:variant>
      <vt:variant>
        <vt:i4>5</vt:i4>
      </vt:variant>
      <vt:variant>
        <vt:lpwstr/>
      </vt:variant>
      <vt:variant>
        <vt:lpwstr>_Toc327021786</vt:lpwstr>
      </vt:variant>
      <vt:variant>
        <vt:i4>1835057</vt:i4>
      </vt:variant>
      <vt:variant>
        <vt:i4>1034</vt:i4>
      </vt:variant>
      <vt:variant>
        <vt:i4>0</vt:i4>
      </vt:variant>
      <vt:variant>
        <vt:i4>5</vt:i4>
      </vt:variant>
      <vt:variant>
        <vt:lpwstr/>
      </vt:variant>
      <vt:variant>
        <vt:lpwstr>_Toc327021785</vt:lpwstr>
      </vt:variant>
      <vt:variant>
        <vt:i4>1835057</vt:i4>
      </vt:variant>
      <vt:variant>
        <vt:i4>1028</vt:i4>
      </vt:variant>
      <vt:variant>
        <vt:i4>0</vt:i4>
      </vt:variant>
      <vt:variant>
        <vt:i4>5</vt:i4>
      </vt:variant>
      <vt:variant>
        <vt:lpwstr/>
      </vt:variant>
      <vt:variant>
        <vt:lpwstr>_Toc327021784</vt:lpwstr>
      </vt:variant>
      <vt:variant>
        <vt:i4>1835057</vt:i4>
      </vt:variant>
      <vt:variant>
        <vt:i4>1022</vt:i4>
      </vt:variant>
      <vt:variant>
        <vt:i4>0</vt:i4>
      </vt:variant>
      <vt:variant>
        <vt:i4>5</vt:i4>
      </vt:variant>
      <vt:variant>
        <vt:lpwstr/>
      </vt:variant>
      <vt:variant>
        <vt:lpwstr>_Toc327021783</vt:lpwstr>
      </vt:variant>
      <vt:variant>
        <vt:i4>1835057</vt:i4>
      </vt:variant>
      <vt:variant>
        <vt:i4>1016</vt:i4>
      </vt:variant>
      <vt:variant>
        <vt:i4>0</vt:i4>
      </vt:variant>
      <vt:variant>
        <vt:i4>5</vt:i4>
      </vt:variant>
      <vt:variant>
        <vt:lpwstr/>
      </vt:variant>
      <vt:variant>
        <vt:lpwstr>_Toc327021782</vt:lpwstr>
      </vt:variant>
      <vt:variant>
        <vt:i4>1835057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_Toc327021781</vt:lpwstr>
      </vt:variant>
      <vt:variant>
        <vt:i4>1835057</vt:i4>
      </vt:variant>
      <vt:variant>
        <vt:i4>1004</vt:i4>
      </vt:variant>
      <vt:variant>
        <vt:i4>0</vt:i4>
      </vt:variant>
      <vt:variant>
        <vt:i4>5</vt:i4>
      </vt:variant>
      <vt:variant>
        <vt:lpwstr/>
      </vt:variant>
      <vt:variant>
        <vt:lpwstr>_Toc327021780</vt:lpwstr>
      </vt:variant>
      <vt:variant>
        <vt:i4>1245233</vt:i4>
      </vt:variant>
      <vt:variant>
        <vt:i4>998</vt:i4>
      </vt:variant>
      <vt:variant>
        <vt:i4>0</vt:i4>
      </vt:variant>
      <vt:variant>
        <vt:i4>5</vt:i4>
      </vt:variant>
      <vt:variant>
        <vt:lpwstr/>
      </vt:variant>
      <vt:variant>
        <vt:lpwstr>_Toc327021779</vt:lpwstr>
      </vt:variant>
      <vt:variant>
        <vt:i4>1245233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_Toc327021778</vt:lpwstr>
      </vt:variant>
      <vt:variant>
        <vt:i4>1245233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_Toc327021777</vt:lpwstr>
      </vt:variant>
      <vt:variant>
        <vt:i4>1245233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_Toc327021776</vt:lpwstr>
      </vt:variant>
      <vt:variant>
        <vt:i4>1245233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_Toc327021775</vt:lpwstr>
      </vt:variant>
      <vt:variant>
        <vt:i4>1245233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_Toc327021774</vt:lpwstr>
      </vt:variant>
      <vt:variant>
        <vt:i4>1245233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_Toc327021773</vt:lpwstr>
      </vt:variant>
      <vt:variant>
        <vt:i4>1245233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_Toc327021772</vt:lpwstr>
      </vt:variant>
      <vt:variant>
        <vt:i4>1245233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_Toc327021771</vt:lpwstr>
      </vt:variant>
      <vt:variant>
        <vt:i4>1245233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_Toc327021770</vt:lpwstr>
      </vt:variant>
      <vt:variant>
        <vt:i4>1179697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_Toc327021769</vt:lpwstr>
      </vt:variant>
      <vt:variant>
        <vt:i4>1179697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_Toc327021768</vt:lpwstr>
      </vt:variant>
      <vt:variant>
        <vt:i4>1179697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_Toc327021767</vt:lpwstr>
      </vt:variant>
      <vt:variant>
        <vt:i4>1179697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_Toc327021766</vt:lpwstr>
      </vt:variant>
      <vt:variant>
        <vt:i4>1179697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_Toc327021765</vt:lpwstr>
      </vt:variant>
      <vt:variant>
        <vt:i4>1179697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_Toc327021764</vt:lpwstr>
      </vt:variant>
      <vt:variant>
        <vt:i4>1179697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_Toc327021763</vt:lpwstr>
      </vt:variant>
      <vt:variant>
        <vt:i4>1179697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_Toc327021762</vt:lpwstr>
      </vt:variant>
      <vt:variant>
        <vt:i4>1179697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_Toc327021761</vt:lpwstr>
      </vt:variant>
      <vt:variant>
        <vt:i4>1179697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_Toc327021760</vt:lpwstr>
      </vt:variant>
      <vt:variant>
        <vt:i4>1114161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_Toc327021759</vt:lpwstr>
      </vt:variant>
      <vt:variant>
        <vt:i4>1114161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_Toc327021758</vt:lpwstr>
      </vt:variant>
      <vt:variant>
        <vt:i4>1114161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_Toc327021757</vt:lpwstr>
      </vt:variant>
      <vt:variant>
        <vt:i4>1114161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_Toc327021756</vt:lpwstr>
      </vt:variant>
      <vt:variant>
        <vt:i4>1114161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_Toc327021755</vt:lpwstr>
      </vt:variant>
      <vt:variant>
        <vt:i4>1114161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_Toc327021754</vt:lpwstr>
      </vt:variant>
      <vt:variant>
        <vt:i4>1114161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_Toc327021753</vt:lpwstr>
      </vt:variant>
      <vt:variant>
        <vt:i4>1114161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_Toc327021752</vt:lpwstr>
      </vt:variant>
      <vt:variant>
        <vt:i4>1114161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_Toc327021751</vt:lpwstr>
      </vt:variant>
      <vt:variant>
        <vt:i4>1114161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_Toc327021750</vt:lpwstr>
      </vt:variant>
      <vt:variant>
        <vt:i4>1048625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_Toc327021749</vt:lpwstr>
      </vt:variant>
      <vt:variant>
        <vt:i4>1048625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_Toc327021748</vt:lpwstr>
      </vt:variant>
      <vt:variant>
        <vt:i4>1048625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_Toc327021747</vt:lpwstr>
      </vt:variant>
      <vt:variant>
        <vt:i4>1048625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_Toc327021746</vt:lpwstr>
      </vt:variant>
      <vt:variant>
        <vt:i4>1048625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_Toc327021745</vt:lpwstr>
      </vt:variant>
      <vt:variant>
        <vt:i4>1048625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_Toc327021744</vt:lpwstr>
      </vt:variant>
      <vt:variant>
        <vt:i4>1048625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_Toc327021743</vt:lpwstr>
      </vt:variant>
      <vt:variant>
        <vt:i4>1048625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_Toc327021742</vt:lpwstr>
      </vt:variant>
      <vt:variant>
        <vt:i4>1048625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_Toc327021741</vt:lpwstr>
      </vt:variant>
      <vt:variant>
        <vt:i4>1048625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_Toc327021740</vt:lpwstr>
      </vt:variant>
      <vt:variant>
        <vt:i4>1507377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_Toc327021739</vt:lpwstr>
      </vt:variant>
      <vt:variant>
        <vt:i4>1507377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_Toc327021738</vt:lpwstr>
      </vt:variant>
      <vt:variant>
        <vt:i4>1507377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_Toc327021737</vt:lpwstr>
      </vt:variant>
      <vt:variant>
        <vt:i4>1507377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_Toc327021736</vt:lpwstr>
      </vt:variant>
      <vt:variant>
        <vt:i4>1507377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_Toc327021735</vt:lpwstr>
      </vt:variant>
      <vt:variant>
        <vt:i4>1507377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_Toc327021734</vt:lpwstr>
      </vt:variant>
      <vt:variant>
        <vt:i4>1507377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_Toc327021733</vt:lpwstr>
      </vt:variant>
      <vt:variant>
        <vt:i4>1507377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_Toc327021732</vt:lpwstr>
      </vt:variant>
      <vt:variant>
        <vt:i4>1507377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_Toc327021731</vt:lpwstr>
      </vt:variant>
      <vt:variant>
        <vt:i4>1507377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_Toc327021730</vt:lpwstr>
      </vt:variant>
      <vt:variant>
        <vt:i4>1441841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_Toc327021729</vt:lpwstr>
      </vt:variant>
      <vt:variant>
        <vt:i4>1441841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_Toc327021728</vt:lpwstr>
      </vt:variant>
      <vt:variant>
        <vt:i4>1441841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_Toc327021727</vt:lpwstr>
      </vt:variant>
      <vt:variant>
        <vt:i4>1441841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_Toc327021726</vt:lpwstr>
      </vt:variant>
      <vt:variant>
        <vt:i4>1441841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_Toc327021725</vt:lpwstr>
      </vt:variant>
      <vt:variant>
        <vt:i4>1441841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_Toc327021724</vt:lpwstr>
      </vt:variant>
      <vt:variant>
        <vt:i4>1441841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_Toc327021723</vt:lpwstr>
      </vt:variant>
      <vt:variant>
        <vt:i4>1441841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_Toc327021722</vt:lpwstr>
      </vt:variant>
      <vt:variant>
        <vt:i4>1441841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_Toc327021721</vt:lpwstr>
      </vt:variant>
      <vt:variant>
        <vt:i4>1441841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_Toc327021720</vt:lpwstr>
      </vt:variant>
      <vt:variant>
        <vt:i4>1376305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_Toc327021719</vt:lpwstr>
      </vt:variant>
      <vt:variant>
        <vt:i4>1376305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_Toc327021718</vt:lpwstr>
      </vt:variant>
      <vt:variant>
        <vt:i4>1376305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_Toc327021717</vt:lpwstr>
      </vt:variant>
      <vt:variant>
        <vt:i4>1376305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_Toc327021716</vt:lpwstr>
      </vt:variant>
      <vt:variant>
        <vt:i4>1376305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_Toc327021715</vt:lpwstr>
      </vt:variant>
      <vt:variant>
        <vt:i4>1376305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_Toc327021714</vt:lpwstr>
      </vt:variant>
      <vt:variant>
        <vt:i4>1376305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_Toc327021713</vt:lpwstr>
      </vt:variant>
      <vt:variant>
        <vt:i4>1376305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_Toc327021712</vt:lpwstr>
      </vt:variant>
      <vt:variant>
        <vt:i4>1376305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_Toc327021711</vt:lpwstr>
      </vt:variant>
      <vt:variant>
        <vt:i4>1376305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_Toc327021710</vt:lpwstr>
      </vt:variant>
      <vt:variant>
        <vt:i4>1310769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_Toc327021709</vt:lpwstr>
      </vt:variant>
      <vt:variant>
        <vt:i4>1310769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_Toc327021708</vt:lpwstr>
      </vt:variant>
      <vt:variant>
        <vt:i4>1310769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_Toc327021707</vt:lpwstr>
      </vt:variant>
      <vt:variant>
        <vt:i4>1310769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_Toc327021706</vt:lpwstr>
      </vt:variant>
      <vt:variant>
        <vt:i4>1310769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_Toc327021705</vt:lpwstr>
      </vt:variant>
      <vt:variant>
        <vt:i4>1310769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_Toc327021704</vt:lpwstr>
      </vt:variant>
      <vt:variant>
        <vt:i4>1310769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_Toc327021703</vt:lpwstr>
      </vt:variant>
      <vt:variant>
        <vt:i4>1310769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_Toc327021702</vt:lpwstr>
      </vt:variant>
      <vt:variant>
        <vt:i4>1310769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_Toc327021701</vt:lpwstr>
      </vt:variant>
      <vt:variant>
        <vt:i4>1310769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_Toc327021700</vt:lpwstr>
      </vt:variant>
      <vt:variant>
        <vt:i4>1900592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_Toc327021699</vt:lpwstr>
      </vt:variant>
      <vt:variant>
        <vt:i4>1900592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_Toc327021698</vt:lpwstr>
      </vt:variant>
      <vt:variant>
        <vt:i4>1900592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_Toc327021697</vt:lpwstr>
      </vt:variant>
      <vt:variant>
        <vt:i4>1900592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_Toc327021696</vt:lpwstr>
      </vt:variant>
      <vt:variant>
        <vt:i4>1900592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_Toc327021695</vt:lpwstr>
      </vt:variant>
      <vt:variant>
        <vt:i4>1900592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_Toc327021694</vt:lpwstr>
      </vt:variant>
      <vt:variant>
        <vt:i4>1900592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_Toc327021693</vt:lpwstr>
      </vt:variant>
      <vt:variant>
        <vt:i4>1900592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_Toc327021692</vt:lpwstr>
      </vt:variant>
      <vt:variant>
        <vt:i4>1900592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_Toc327021691</vt:lpwstr>
      </vt:variant>
      <vt:variant>
        <vt:i4>1900592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_Toc327021690</vt:lpwstr>
      </vt:variant>
      <vt:variant>
        <vt:i4>1835056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_Toc327021689</vt:lpwstr>
      </vt:variant>
      <vt:variant>
        <vt:i4>1835056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_Toc327021688</vt:lpwstr>
      </vt:variant>
      <vt:variant>
        <vt:i4>1835056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_Toc327021687</vt:lpwstr>
      </vt:variant>
      <vt:variant>
        <vt:i4>1835056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_Toc327021686</vt:lpwstr>
      </vt:variant>
      <vt:variant>
        <vt:i4>1835056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_Toc327021685</vt:lpwstr>
      </vt:variant>
      <vt:variant>
        <vt:i4>1835056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_Toc327021684</vt:lpwstr>
      </vt:variant>
      <vt:variant>
        <vt:i4>1835056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_Toc327021683</vt:lpwstr>
      </vt:variant>
      <vt:variant>
        <vt:i4>1835056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_Toc327021682</vt:lpwstr>
      </vt:variant>
      <vt:variant>
        <vt:i4>1835056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_Toc327021681</vt:lpwstr>
      </vt:variant>
      <vt:variant>
        <vt:i4>1835056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_Toc327021680</vt:lpwstr>
      </vt:variant>
      <vt:variant>
        <vt:i4>1245232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_Toc327021679</vt:lpwstr>
      </vt:variant>
      <vt:variant>
        <vt:i4>1245232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_Toc327021678</vt:lpwstr>
      </vt:variant>
      <vt:variant>
        <vt:i4>1245232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_Toc327021677</vt:lpwstr>
      </vt:variant>
      <vt:variant>
        <vt:i4>1245232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_Toc327021676</vt:lpwstr>
      </vt:variant>
      <vt:variant>
        <vt:i4>1245232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_Toc327021675</vt:lpwstr>
      </vt:variant>
      <vt:variant>
        <vt:i4>1245232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_Toc327021674</vt:lpwstr>
      </vt:variant>
      <vt:variant>
        <vt:i4>1245232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_Toc327021673</vt:lpwstr>
      </vt:variant>
      <vt:variant>
        <vt:i4>1245232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_Toc327021672</vt:lpwstr>
      </vt:variant>
      <vt:variant>
        <vt:i4>1245232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_Toc327021671</vt:lpwstr>
      </vt:variant>
      <vt:variant>
        <vt:i4>1245232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_Toc327021670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_Toc327021669</vt:lpwstr>
      </vt:variant>
      <vt:variant>
        <vt:i4>1179696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_Toc327021668</vt:lpwstr>
      </vt:variant>
      <vt:variant>
        <vt:i4>1179696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_Toc327021667</vt:lpwstr>
      </vt:variant>
      <vt:variant>
        <vt:i4>1179696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_Toc327021666</vt:lpwstr>
      </vt:variant>
      <vt:variant>
        <vt:i4>1179696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_Toc327021665</vt:lpwstr>
      </vt:variant>
      <vt:variant>
        <vt:i4>1179696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_Toc327021664</vt:lpwstr>
      </vt:variant>
      <vt:variant>
        <vt:i4>1179696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_Toc327021663</vt:lpwstr>
      </vt:variant>
      <vt:variant>
        <vt:i4>1179696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_Toc327021662</vt:lpwstr>
      </vt:variant>
      <vt:variant>
        <vt:i4>1179696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_Toc327021661</vt:lpwstr>
      </vt:variant>
      <vt:variant>
        <vt:i4>1179696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_Toc327021660</vt:lpwstr>
      </vt:variant>
      <vt:variant>
        <vt:i4>1114160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_Toc327021659</vt:lpwstr>
      </vt:variant>
      <vt:variant>
        <vt:i4>1114160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_Toc327021658</vt:lpwstr>
      </vt:variant>
      <vt:variant>
        <vt:i4>1114160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_Toc327021657</vt:lpwstr>
      </vt:variant>
      <vt:variant>
        <vt:i4>1114160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_Toc327021656</vt:lpwstr>
      </vt:variant>
      <vt:variant>
        <vt:i4>1114160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_Toc327021655</vt:lpwstr>
      </vt:variant>
      <vt:variant>
        <vt:i4>1114160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_Toc327021654</vt:lpwstr>
      </vt:variant>
      <vt:variant>
        <vt:i4>1114160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_Toc327021653</vt:lpwstr>
      </vt:variant>
      <vt:variant>
        <vt:i4>1114160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_Toc327021652</vt:lpwstr>
      </vt:variant>
      <vt:variant>
        <vt:i4>1114160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_Toc327021651</vt:lpwstr>
      </vt:variant>
      <vt:variant>
        <vt:i4>1114160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_Toc327021650</vt:lpwstr>
      </vt:variant>
      <vt:variant>
        <vt:i4>1048624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_Toc327021649</vt:lpwstr>
      </vt:variant>
      <vt:variant>
        <vt:i4>1048624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_Toc327021648</vt:lpwstr>
      </vt:variant>
      <vt:variant>
        <vt:i4>1048624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_Toc327021647</vt:lpwstr>
      </vt:variant>
      <vt:variant>
        <vt:i4>1048624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_Toc327021646</vt:lpwstr>
      </vt:variant>
      <vt:variant>
        <vt:i4>1048624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_Toc327021645</vt:lpwstr>
      </vt:variant>
      <vt:variant>
        <vt:i4>1048624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_Toc327021644</vt:lpwstr>
      </vt:variant>
      <vt:variant>
        <vt:i4>1048624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_Toc327021643</vt:lpwstr>
      </vt:variant>
      <vt:variant>
        <vt:i4>1048624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_Toc327021642</vt:lpwstr>
      </vt:variant>
      <vt:variant>
        <vt:i4>1048624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_Toc327021641</vt:lpwstr>
      </vt:variant>
      <vt:variant>
        <vt:i4>1048624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_Toc327021640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_Toc327021639</vt:lpwstr>
      </vt:variant>
      <vt:variant>
        <vt:i4>1507376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_Toc327021638</vt:lpwstr>
      </vt:variant>
      <vt:variant>
        <vt:i4>1507376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_Toc327021637</vt:lpwstr>
      </vt:variant>
      <vt:variant>
        <vt:i4>1507376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_Toc327021636</vt:lpwstr>
      </vt:variant>
      <vt:variant>
        <vt:i4>1507376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_Toc327021635</vt:lpwstr>
      </vt:variant>
      <vt:variant>
        <vt:i4>1507376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_Toc327021634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_Toc327021633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_Toc327021632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_Toc327021631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_Toc327021630</vt:lpwstr>
      </vt:variant>
      <vt:variant>
        <vt:i4>1441840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_Toc327021629</vt:lpwstr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_Toc327021628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_Toc327021627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_Toc327021626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_Toc327021625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_Toc327021624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_Toc327021623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_Toc327021622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_Toc327021621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_Toc327021620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_Toc327021619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_Toc327021618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_Toc327021617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_Toc327021616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_Toc327021615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_Toc327021614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_Toc327021613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2012-09-22T19:34:00Z</dcterms:created>
  <dcterms:modified xsi:type="dcterms:W3CDTF">2012-09-22T19:44:00Z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